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05D4E" w14:textId="77777777" w:rsidR="00111DB5" w:rsidRPr="00EE3C95" w:rsidRDefault="006F4729" w:rsidP="00063106">
      <w:pPr>
        <w:rPr>
          <w:rFonts w:ascii="Meiryo UI" w:eastAsia="Meiryo UI" w:hAnsi="Meiryo UI" w:cs="Meiryo UI"/>
          <w:sz w:val="18"/>
          <w:szCs w:val="18"/>
          <w:lang w:eastAsia="zh-TW"/>
        </w:rPr>
      </w:pPr>
      <w:r w:rsidRPr="00EE3C95">
        <w:rPr>
          <w:rFonts w:ascii="Meiryo UI" w:eastAsia="Meiryo UI" w:hAnsi="Meiryo UI" w:cs="Meiryo UI" w:hint="eastAsia"/>
          <w:b/>
          <w:sz w:val="18"/>
          <w:szCs w:val="18"/>
          <w:lang w:eastAsia="zh-TW"/>
        </w:rPr>
        <w:t>本人依據下表，申請短期課程</w:t>
      </w:r>
      <w:r w:rsidR="005F04E3" w:rsidRPr="00EE3C95">
        <w:rPr>
          <w:rFonts w:ascii="Meiryo UI" w:eastAsia="Meiryo UI" w:hAnsi="Meiryo UI" w:cs="Meiryo UI" w:hint="eastAsia"/>
          <w:b/>
          <w:sz w:val="18"/>
          <w:szCs w:val="18"/>
          <w:lang w:eastAsia="zh-TW"/>
        </w:rPr>
        <w:t xml:space="preserve">     </w:t>
      </w:r>
      <w:r w:rsidRPr="00EE3C95">
        <w:rPr>
          <w:rFonts w:ascii="Meiryo UI" w:eastAsia="Meiryo UI" w:hAnsi="Meiryo UI" w:cs="Meiryo UI" w:hint="eastAsia"/>
          <w:sz w:val="18"/>
          <w:szCs w:val="18"/>
          <w:lang w:eastAsia="zh-TW"/>
        </w:rPr>
        <w:t>※回答“是”的時候，請將“□”塗黑</w:t>
      </w:r>
      <w:r w:rsidRPr="00EE3C95">
        <w:rPr>
          <w:rFonts w:ascii="Meiryo UI" w:eastAsia="Meiryo UI" w:hAnsi="Meiryo UI" w:cs="Meiryo UI"/>
          <w:sz w:val="18"/>
          <w:szCs w:val="18"/>
          <w:lang w:eastAsia="zh-TW"/>
        </w:rPr>
        <w:t xml:space="preserve"> </w:t>
      </w:r>
      <w:r w:rsidRPr="00EE3C95">
        <w:rPr>
          <w:rFonts w:ascii="Meiryo UI" w:eastAsia="Meiryo UI" w:hAnsi="Meiryo UI" w:cs="Meiryo UI" w:hint="eastAsia"/>
          <w:sz w:val="18"/>
          <w:szCs w:val="18"/>
          <w:lang w:eastAsia="zh-TW"/>
        </w:rPr>
        <w:t>⇒“■”或打勾</w:t>
      </w:r>
    </w:p>
    <w:tbl>
      <w:tblPr>
        <w:tblW w:w="10600" w:type="dxa"/>
        <w:tblInd w:w="-252" w:type="dxa"/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902"/>
        <w:gridCol w:w="8"/>
        <w:gridCol w:w="703"/>
        <w:gridCol w:w="9"/>
        <w:gridCol w:w="1395"/>
        <w:gridCol w:w="148"/>
        <w:gridCol w:w="284"/>
        <w:gridCol w:w="7"/>
        <w:gridCol w:w="275"/>
        <w:gridCol w:w="150"/>
        <w:gridCol w:w="83"/>
        <w:gridCol w:w="290"/>
        <w:gridCol w:w="187"/>
        <w:gridCol w:w="869"/>
        <w:gridCol w:w="272"/>
        <w:gridCol w:w="515"/>
        <w:gridCol w:w="50"/>
        <w:gridCol w:w="6"/>
        <w:gridCol w:w="154"/>
        <w:gridCol w:w="118"/>
        <w:gridCol w:w="110"/>
        <w:gridCol w:w="425"/>
        <w:gridCol w:w="1032"/>
        <w:gridCol w:w="274"/>
        <w:gridCol w:w="383"/>
        <w:gridCol w:w="250"/>
        <w:gridCol w:w="76"/>
        <w:gridCol w:w="284"/>
        <w:gridCol w:w="9"/>
        <w:gridCol w:w="482"/>
        <w:gridCol w:w="504"/>
        <w:gridCol w:w="346"/>
      </w:tblGrid>
      <w:tr w:rsidR="00EE3C95" w:rsidRPr="00EE3C95" w14:paraId="703F6609" w14:textId="77777777" w:rsidTr="00802555">
        <w:trPr>
          <w:trHeight w:val="87"/>
        </w:trPr>
        <w:tc>
          <w:tcPr>
            <w:tcW w:w="10600" w:type="dxa"/>
            <w:gridSpan w:val="3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4782564" w14:textId="77777777" w:rsidR="009A0080" w:rsidRPr="00EE3C95" w:rsidRDefault="006F4729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2"/>
                <w:u w:val="single"/>
                <w:lang w:val="en-US" w:eastAsia="ja-JP"/>
              </w:rPr>
            </w:pPr>
            <w:r w:rsidRPr="00EE3C95">
              <w:rPr>
                <w:rFonts w:ascii="Meiryo UI" w:eastAsia="Meiryo UI" w:hAnsi="Meiryo UI" w:cs="Meiryo UI" w:hint="eastAsia"/>
                <w:b/>
                <w:sz w:val="22"/>
                <w:lang w:val="en-US"/>
              </w:rPr>
              <w:t>學生個人資料</w:t>
            </w:r>
          </w:p>
        </w:tc>
      </w:tr>
      <w:tr w:rsidR="00EE3C95" w:rsidRPr="00EE3C95" w14:paraId="6BD4B9B0" w14:textId="77777777" w:rsidTr="00802555">
        <w:trPr>
          <w:trHeight w:val="442"/>
        </w:trPr>
        <w:tc>
          <w:tcPr>
            <w:tcW w:w="162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A5903" w14:textId="7D4FDB63" w:rsidR="00B64421" w:rsidRPr="00EE3C95" w:rsidRDefault="00D353EE" w:rsidP="00352A20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 w:eastAsia="ja-JP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(護照</w:t>
            </w:r>
            <w:r w:rsidR="006F4729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英文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)</w:t>
            </w:r>
            <w:r w:rsidR="006F4729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姓</w:t>
            </w:r>
            <w:r w:rsidR="002F2170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>:</w:t>
            </w:r>
          </w:p>
        </w:tc>
        <w:tc>
          <w:tcPr>
            <w:tcW w:w="2632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597BE" w14:textId="77777777" w:rsidR="00B64421" w:rsidRPr="00EE3C95" w:rsidRDefault="00B64421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</w:p>
        </w:tc>
        <w:tc>
          <w:tcPr>
            <w:tcW w:w="184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B0AB8" w14:textId="781A8033" w:rsidR="00B64421" w:rsidRPr="00EE3C95" w:rsidRDefault="00D353EE" w:rsidP="00CB1260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(護照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英文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)</w:t>
            </w:r>
            <w:r w:rsidR="003D3A40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名</w:t>
            </w:r>
            <w:r w:rsidR="002F2170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>:</w:t>
            </w:r>
          </w:p>
        </w:tc>
        <w:tc>
          <w:tcPr>
            <w:tcW w:w="2802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7259C" w14:textId="77777777" w:rsidR="00B64421" w:rsidRPr="00EE3C95" w:rsidRDefault="00B64421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</w:p>
        </w:tc>
        <w:tc>
          <w:tcPr>
            <w:tcW w:w="1701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9AB9C0" w14:textId="77777777" w:rsidR="00B64421" w:rsidRPr="00EE3C95" w:rsidRDefault="00262C4D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/>
                <w:noProof/>
                <w:sz w:val="16"/>
                <w:szCs w:val="18"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1E6055D" wp14:editId="7DE5B923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-10160</wp:posOffset>
                      </wp:positionV>
                      <wp:extent cx="982980" cy="1395730"/>
                      <wp:effectExtent l="19050" t="19050" r="26670" b="13970"/>
                      <wp:wrapNone/>
                      <wp:docPr id="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2980" cy="139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B668C6" w14:textId="77777777" w:rsidR="00B64421" w:rsidRPr="00EA19CB" w:rsidRDefault="00B64421" w:rsidP="00BC7D77">
                                  <w:pPr>
                                    <w:rPr>
                                      <w:rFonts w:ascii="Arial" w:eastAsia="MS Mincho" w:hAnsi="Arial" w:cs="Arial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14:paraId="2EDE60BA" w14:textId="77777777" w:rsidR="00960136" w:rsidRPr="00960136" w:rsidRDefault="00960136" w:rsidP="00166281">
                                  <w:pPr>
                                    <w:rPr>
                                      <w:rFonts w:ascii="Arial" w:eastAsia="新細明體" w:hAnsi="Arial" w:cs="Arial"/>
                                      <w:sz w:val="20"/>
                                      <w:szCs w:val="20"/>
                                      <w:lang w:eastAsia="zh-TW"/>
                                    </w:rPr>
                                  </w:pPr>
                                </w:p>
                                <w:p w14:paraId="24318F85" w14:textId="77777777" w:rsidR="00960136" w:rsidRPr="00166281" w:rsidRDefault="00960136" w:rsidP="00960136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  <w:r w:rsidRPr="00166281">
                                    <w:rPr>
                                      <w:rFonts w:ascii="Meiryo UI" w:eastAsia="Meiryo UI" w:hAnsi="Meiryo UI" w:cs="Meiryo UI" w:hint="eastAsia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  <w:lang w:eastAsia="ja-JP"/>
                                    </w:rPr>
                                    <w:t>照片</w:t>
                                  </w:r>
                                </w:p>
                                <w:p w14:paraId="1C5BB3E4" w14:textId="77777777" w:rsidR="00FD3E17" w:rsidRPr="00166281" w:rsidRDefault="00713F9F" w:rsidP="00960136">
                                  <w:pPr>
                                    <w:jc w:val="center"/>
                                    <w:rPr>
                                      <w:rFonts w:ascii="Meiryo UI" w:eastAsia="Meiryo UI" w:hAnsi="Meiryo UI"/>
                                      <w:color w:val="000000" w:themeColor="text1"/>
                                      <w:lang w:eastAsia="zh-TW"/>
                                    </w:rPr>
                                  </w:pPr>
                                  <w:r w:rsidRPr="00166281">
                                    <w:rPr>
                                      <w:rFonts w:ascii="Meiryo UI" w:eastAsia="Meiryo UI" w:hAnsi="Meiryo UI" w:cs="Arial"/>
                                      <w:color w:val="000000" w:themeColor="text1"/>
                                      <w:sz w:val="20"/>
                                      <w:szCs w:val="20"/>
                                      <w:lang w:eastAsia="ja-JP"/>
                                    </w:rPr>
                                    <w:t>*</w:t>
                                  </w:r>
                                  <w:r w:rsidR="00960136" w:rsidRPr="00166281">
                                    <w:rPr>
                                      <w:rFonts w:ascii="Meiryo UI" w:eastAsia="Meiryo UI" w:hAnsi="Meiryo UI" w:cs="Arial" w:hint="eastAsia"/>
                                      <w:color w:val="000000" w:themeColor="text1"/>
                                      <w:sz w:val="20"/>
                                      <w:szCs w:val="20"/>
                                      <w:lang w:eastAsia="zh-TW"/>
                                    </w:rPr>
                                    <w:t>請</w:t>
                                  </w:r>
                                  <w:r w:rsidR="00166281" w:rsidRPr="00166281">
                                    <w:rPr>
                                      <w:rFonts w:ascii="Meiryo UI" w:eastAsia="Meiryo UI" w:hAnsi="Meiryo UI" w:cs="Arial" w:hint="eastAsia"/>
                                      <w:color w:val="000000" w:themeColor="text1"/>
                                      <w:sz w:val="20"/>
                                      <w:szCs w:val="20"/>
                                      <w:lang w:eastAsia="zh-TW"/>
                                    </w:rPr>
                                    <w:t>提供電子</w:t>
                                  </w:r>
                                  <w:proofErr w:type="gramStart"/>
                                  <w:r w:rsidR="00166281" w:rsidRPr="00166281">
                                    <w:rPr>
                                      <w:rFonts w:ascii="Meiryo UI" w:eastAsia="Meiryo UI" w:hAnsi="Meiryo UI" w:cs="Arial" w:hint="eastAsia"/>
                                      <w:color w:val="000000" w:themeColor="text1"/>
                                      <w:sz w:val="20"/>
                                      <w:szCs w:val="20"/>
                                      <w:lang w:eastAsia="zh-TW"/>
                                    </w:rPr>
                                    <w:t>檔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E6055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-.8pt;margin-top:-.8pt;width:77.4pt;height:10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" strokeweight="2.25pt">
                      <v:textbox>
                        <w:txbxContent>
                          <w:p w14:paraId="56B668C6" w14:textId="77777777" w:rsidR="00B64421" w:rsidRPr="00EA19CB" w:rsidRDefault="00B64421" w:rsidP="00BC7D77">
                            <w:pPr>
                              <w:rPr>
                                <w:rFonts w:ascii="Arial" w:eastAsia="MS Mincho" w:hAnsi="Arial" w:cs="Arial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  <w:p w14:paraId="2EDE60BA" w14:textId="77777777" w:rsidR="00960136" w:rsidRPr="00960136" w:rsidRDefault="00960136" w:rsidP="00166281">
                            <w:pPr>
                              <w:rPr>
                                <w:rFonts w:ascii="Arial" w:eastAsia="新細明體" w:hAnsi="Arial" w:cs="Arial"/>
                                <w:sz w:val="20"/>
                                <w:szCs w:val="20"/>
                                <w:lang w:eastAsia="zh-TW"/>
                              </w:rPr>
                            </w:pPr>
                          </w:p>
                          <w:p w14:paraId="24318F85" w14:textId="77777777" w:rsidR="00960136" w:rsidRPr="00166281" w:rsidRDefault="00960136" w:rsidP="00960136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i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166281">
                              <w:rPr>
                                <w:rFonts w:ascii="Meiryo UI" w:eastAsia="Meiryo UI" w:hAnsi="Meiryo UI" w:cs="Meiryo UI" w:hint="eastAsia"/>
                                <w:i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照片</w:t>
                            </w:r>
                          </w:p>
                          <w:p w14:paraId="1C5BB3E4" w14:textId="77777777" w:rsidR="00FD3E17" w:rsidRPr="00166281" w:rsidRDefault="00713F9F" w:rsidP="00960136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  <w:lang w:eastAsia="zh-TW"/>
                              </w:rPr>
                            </w:pPr>
                            <w:r w:rsidRPr="00166281">
                              <w:rPr>
                                <w:rFonts w:ascii="Meiryo UI" w:eastAsia="Meiryo UI" w:hAnsi="Meiryo UI" w:cs="Arial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*</w:t>
                            </w:r>
                            <w:r w:rsidR="00960136" w:rsidRPr="00166281">
                              <w:rPr>
                                <w:rFonts w:ascii="Meiryo UI" w:eastAsia="Meiryo UI" w:hAnsi="Meiryo UI" w:cs="Arial" w:hint="eastAsia"/>
                                <w:color w:val="000000" w:themeColor="text1"/>
                                <w:sz w:val="20"/>
                                <w:szCs w:val="20"/>
                                <w:lang w:eastAsia="zh-TW"/>
                              </w:rPr>
                              <w:t>請</w:t>
                            </w:r>
                            <w:r w:rsidR="00166281" w:rsidRPr="00166281">
                              <w:rPr>
                                <w:rFonts w:ascii="Meiryo UI" w:eastAsia="Meiryo UI" w:hAnsi="Meiryo UI" w:cs="Arial" w:hint="eastAsia"/>
                                <w:color w:val="000000" w:themeColor="text1"/>
                                <w:sz w:val="20"/>
                                <w:szCs w:val="20"/>
                                <w:lang w:eastAsia="zh-TW"/>
                              </w:rPr>
                              <w:t>提供電子</w:t>
                            </w:r>
                            <w:proofErr w:type="gramStart"/>
                            <w:r w:rsidR="00166281" w:rsidRPr="00166281">
                              <w:rPr>
                                <w:rFonts w:ascii="Meiryo UI" w:eastAsia="Meiryo UI" w:hAnsi="Meiryo UI" w:cs="Arial" w:hint="eastAsia"/>
                                <w:color w:val="000000" w:themeColor="text1"/>
                                <w:sz w:val="20"/>
                                <w:szCs w:val="20"/>
                                <w:lang w:eastAsia="zh-TW"/>
                              </w:rPr>
                              <w:t>檔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3C95" w:rsidRPr="00EE3C95" w14:paraId="5350DAE9" w14:textId="77777777" w:rsidTr="00802555">
        <w:trPr>
          <w:trHeight w:val="392"/>
        </w:trPr>
        <w:tc>
          <w:tcPr>
            <w:tcW w:w="162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484F4" w14:textId="7BA04F96" w:rsidR="00C12817" w:rsidRPr="00EE3C95" w:rsidRDefault="00D353EE" w:rsidP="00352A20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 w:eastAsia="ja-JP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(</w:t>
            </w:r>
            <w:r w:rsidR="003D3A40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中文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)</w:t>
            </w:r>
            <w:r w:rsidR="00F550E2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姓</w:t>
            </w:r>
            <w:r w:rsidR="002F2170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>:</w:t>
            </w:r>
          </w:p>
        </w:tc>
        <w:tc>
          <w:tcPr>
            <w:tcW w:w="2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73C3" w14:textId="77777777" w:rsidR="00C12817" w:rsidRPr="00EE3C95" w:rsidRDefault="00C12817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C1A0" w14:textId="675878AC" w:rsidR="00C12817" w:rsidRPr="00EE3C95" w:rsidRDefault="00D353EE" w:rsidP="00CB1260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(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中文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)</w:t>
            </w:r>
            <w:r w:rsidR="003D3A40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名</w:t>
            </w:r>
            <w:r w:rsidR="002F2170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>:</w:t>
            </w:r>
          </w:p>
        </w:tc>
        <w:tc>
          <w:tcPr>
            <w:tcW w:w="28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70365" w14:textId="77777777" w:rsidR="00C12817" w:rsidRPr="00EE3C95" w:rsidRDefault="00C12817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</w:p>
        </w:tc>
        <w:tc>
          <w:tcPr>
            <w:tcW w:w="1701" w:type="dxa"/>
            <w:gridSpan w:val="6"/>
            <w:vMerge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0A2596" w14:textId="77777777" w:rsidR="00C12817" w:rsidRPr="00EE3C95" w:rsidRDefault="00C12817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</w:p>
        </w:tc>
      </w:tr>
      <w:tr w:rsidR="00EE3C95" w:rsidRPr="00EE3C95" w14:paraId="77DE55BF" w14:textId="77777777" w:rsidTr="00802555">
        <w:trPr>
          <w:trHeight w:val="221"/>
        </w:trPr>
        <w:tc>
          <w:tcPr>
            <w:tcW w:w="1622" w:type="dxa"/>
            <w:gridSpan w:val="4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AFA4E" w14:textId="2D995B8B" w:rsidR="00B64421" w:rsidRPr="00EE3C95" w:rsidRDefault="003D3A40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地址</w:t>
            </w:r>
            <w:r w:rsidR="002F2170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>:</w:t>
            </w:r>
          </w:p>
        </w:tc>
        <w:tc>
          <w:tcPr>
            <w:tcW w:w="4531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54915E1F" w14:textId="77777777" w:rsidR="00B64421" w:rsidRPr="00EE3C95" w:rsidRDefault="00B64421" w:rsidP="00B64421">
            <w:pPr>
              <w:tabs>
                <w:tab w:val="left" w:pos="2432"/>
              </w:tabs>
              <w:jc w:val="both"/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</w:p>
        </w:tc>
        <w:tc>
          <w:tcPr>
            <w:tcW w:w="2746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bottom"/>
          </w:tcPr>
          <w:p w14:paraId="67D4B8A8" w14:textId="503470B1" w:rsidR="00B64421" w:rsidRPr="00EE3C95" w:rsidRDefault="006627BD" w:rsidP="00B64421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郵遞區號</w:t>
            </w:r>
            <w:r w:rsidR="00300D06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>:</w:t>
            </w:r>
          </w:p>
        </w:tc>
        <w:tc>
          <w:tcPr>
            <w:tcW w:w="1701" w:type="dxa"/>
            <w:gridSpan w:val="6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BCE65C" w14:textId="77777777" w:rsidR="00B64421" w:rsidRPr="00EE3C95" w:rsidRDefault="00B64421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</w:p>
        </w:tc>
      </w:tr>
      <w:tr w:rsidR="00EE3C95" w:rsidRPr="00EE3C95" w14:paraId="3E9C5BAC" w14:textId="77777777" w:rsidTr="00802555">
        <w:trPr>
          <w:trHeight w:val="77"/>
        </w:trPr>
        <w:tc>
          <w:tcPr>
            <w:tcW w:w="1622" w:type="dxa"/>
            <w:gridSpan w:val="4"/>
            <w:vMerge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C8A08" w14:textId="77777777" w:rsidR="00B64421" w:rsidRPr="00EE3C95" w:rsidRDefault="00B64421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</w:p>
        </w:tc>
        <w:tc>
          <w:tcPr>
            <w:tcW w:w="4531" w:type="dxa"/>
            <w:gridSpan w:val="14"/>
            <w:vMerge/>
            <w:tcBorders>
              <w:left w:val="single" w:sz="4" w:space="0" w:color="auto"/>
              <w:bottom w:val="single" w:sz="2" w:space="0" w:color="auto"/>
              <w:right w:val="single" w:sz="4" w:space="0" w:color="FFFFFF" w:themeColor="background1"/>
            </w:tcBorders>
            <w:shd w:val="clear" w:color="auto" w:fill="auto"/>
          </w:tcPr>
          <w:p w14:paraId="5598224E" w14:textId="77777777" w:rsidR="00B64421" w:rsidRPr="00EE3C95" w:rsidRDefault="00B64421" w:rsidP="00B64421">
            <w:pPr>
              <w:tabs>
                <w:tab w:val="left" w:pos="2432"/>
              </w:tabs>
              <w:jc w:val="both"/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</w:p>
        </w:tc>
        <w:tc>
          <w:tcPr>
            <w:tcW w:w="2746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8FC87" w14:textId="77777777" w:rsidR="00B64421" w:rsidRPr="00EE3C95" w:rsidRDefault="006F4729" w:rsidP="00D353EE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電話</w:t>
            </w:r>
            <w:r w:rsidR="00B64421" w:rsidRPr="00EE3C95">
              <w:rPr>
                <w:rFonts w:ascii="Meiryo UI" w:eastAsia="Meiryo UI" w:hAnsi="Meiryo UI" w:cs="Meiryo UI"/>
                <w:sz w:val="16"/>
                <w:szCs w:val="18"/>
                <w:lang w:val="en-US"/>
              </w:rPr>
              <w:t>：</w:t>
            </w:r>
          </w:p>
        </w:tc>
        <w:tc>
          <w:tcPr>
            <w:tcW w:w="1701" w:type="dxa"/>
            <w:gridSpan w:val="6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AC99FC" w14:textId="77777777" w:rsidR="00B64421" w:rsidRPr="00EE3C95" w:rsidRDefault="00B64421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</w:p>
        </w:tc>
      </w:tr>
      <w:tr w:rsidR="00EE3C95" w:rsidRPr="00EE3C95" w14:paraId="3DE97ED5" w14:textId="77777777" w:rsidTr="00802555">
        <w:trPr>
          <w:trHeight w:val="125"/>
        </w:trPr>
        <w:tc>
          <w:tcPr>
            <w:tcW w:w="162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5AA88" w14:textId="48CC3BEA" w:rsidR="009A0080" w:rsidRPr="00EE3C95" w:rsidRDefault="00E34214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/>
                <w:sz w:val="16"/>
                <w:szCs w:val="18"/>
                <w:lang w:val="en-US"/>
              </w:rPr>
              <w:t>E-mail</w:t>
            </w:r>
            <w:r w:rsidR="002F2170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>:</w:t>
            </w:r>
          </w:p>
        </w:tc>
        <w:tc>
          <w:tcPr>
            <w:tcW w:w="2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BDD1A" w14:textId="77777777" w:rsidR="009A0080" w:rsidRPr="00EE3C95" w:rsidRDefault="009A0080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</w:p>
        </w:tc>
        <w:tc>
          <w:tcPr>
            <w:tcW w:w="15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E030A" w14:textId="3CCABD37" w:rsidR="009A0080" w:rsidRPr="00EE3C95" w:rsidRDefault="006627BD" w:rsidP="00E34214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出</w:t>
            </w:r>
            <w:r w:rsidR="00E34214" w:rsidRPr="00EE3C95">
              <w:rPr>
                <w:rFonts w:ascii="Meiryo UI" w:eastAsia="Meiryo UI" w:hAnsi="Meiryo UI" w:cs="Meiryo UI"/>
                <w:sz w:val="16"/>
                <w:szCs w:val="18"/>
                <w:lang w:val="en-US"/>
              </w:rPr>
              <w:t>生年月日</w:t>
            </w:r>
            <w:r w:rsidR="002F2170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>:</w:t>
            </w:r>
          </w:p>
        </w:tc>
        <w:sdt>
          <w:sdtPr>
            <w:rPr>
              <w:rFonts w:ascii="Meiryo UI" w:eastAsia="Meiryo UI" w:hAnsi="Meiryo UI" w:cs="Meiryo UI" w:hint="eastAsia"/>
              <w:sz w:val="16"/>
              <w:szCs w:val="18"/>
              <w:lang w:val="en-US"/>
            </w:rPr>
            <w:id w:val="1415427814"/>
            <w:placeholder>
              <w:docPart w:val="DefaultPlaceholder_1082065160"/>
            </w:placeholder>
            <w:date>
              <w:dateFormat w:val="yyyy/MM/dd"/>
              <w:lid w:val="ja-JP"/>
              <w:storeMappedDataAs w:val="dateTime"/>
              <w:calendar w:val="japan"/>
            </w:date>
          </w:sdtPr>
          <w:sdtContent>
            <w:tc>
              <w:tcPr>
                <w:tcW w:w="3589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6C7733F" w14:textId="77777777" w:rsidR="009A0080" w:rsidRPr="00EE3C95" w:rsidRDefault="00D30824" w:rsidP="00D30824">
                <w:pPr>
                  <w:tabs>
                    <w:tab w:val="left" w:pos="2432"/>
                  </w:tabs>
                  <w:ind w:right="360"/>
                  <w:rPr>
                    <w:rFonts w:ascii="Meiryo UI" w:eastAsia="Meiryo UI" w:hAnsi="Meiryo UI" w:cs="Meiryo UI"/>
                    <w:sz w:val="16"/>
                    <w:szCs w:val="18"/>
                    <w:lang w:val="en-US"/>
                  </w:rPr>
                </w:pPr>
                <w:r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/>
                  </w:rPr>
                  <w:t xml:space="preserve">             /年        /月        /日</w:t>
                </w:r>
              </w:p>
            </w:tc>
          </w:sdtContent>
        </w:sdt>
        <w:tc>
          <w:tcPr>
            <w:tcW w:w="1701" w:type="dxa"/>
            <w:gridSpan w:val="6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CFED8" w14:textId="77777777" w:rsidR="009A0080" w:rsidRPr="00EE3C95" w:rsidRDefault="009A0080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</w:p>
        </w:tc>
      </w:tr>
      <w:tr w:rsidR="00EE3C95" w:rsidRPr="00EE3C95" w14:paraId="5EDCCF0A" w14:textId="77777777" w:rsidTr="00802555">
        <w:trPr>
          <w:trHeight w:val="284"/>
        </w:trPr>
        <w:tc>
          <w:tcPr>
            <w:tcW w:w="162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38D77" w14:textId="48BCA745" w:rsidR="009A0080" w:rsidRPr="00EE3C95" w:rsidRDefault="006F4729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性別</w:t>
            </w:r>
            <w:r w:rsidR="002F2170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>:</w:t>
            </w:r>
          </w:p>
        </w:tc>
        <w:tc>
          <w:tcPr>
            <w:tcW w:w="2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6F123" w14:textId="77777777" w:rsidR="009A0080" w:rsidRPr="00EE3C95" w:rsidRDefault="00000000" w:rsidP="00E34214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sdt>
              <w:sdtPr>
                <w:rPr>
                  <w:rFonts w:ascii="Meiryo UI" w:eastAsia="Meiryo UI" w:hAnsi="Meiryo UI" w:cs="Meiryo UI" w:hint="eastAsia"/>
                  <w:sz w:val="16"/>
                  <w:szCs w:val="18"/>
                  <w:lang w:val="en-US"/>
                </w:rPr>
                <w:id w:val="-109211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BA9"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/>
                  </w:rPr>
                  <w:t>☐</w:t>
                </w:r>
              </w:sdtContent>
            </w:sdt>
            <w:r w:rsidR="009A0080" w:rsidRPr="00EE3C95">
              <w:rPr>
                <w:rFonts w:ascii="Meiryo UI" w:eastAsia="Meiryo UI" w:hAnsi="Meiryo UI" w:cs="Meiryo UI"/>
                <w:sz w:val="16"/>
                <w:szCs w:val="18"/>
                <w:lang w:val="en-US"/>
              </w:rPr>
              <w:t xml:space="preserve"> </w:t>
            </w:r>
            <w:r w:rsidR="004C2253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男</w:t>
            </w:r>
            <w:r w:rsidR="00864B57" w:rsidRPr="00EE3C95">
              <w:rPr>
                <w:rFonts w:ascii="Meiryo UI" w:eastAsia="Meiryo UI" w:hAnsi="Meiryo UI" w:cs="Meiryo UI"/>
                <w:sz w:val="16"/>
                <w:szCs w:val="18"/>
                <w:lang w:val="en-US"/>
              </w:rPr>
              <w:t xml:space="preserve">  </w:t>
            </w:r>
            <w:r w:rsidR="009A0080" w:rsidRPr="00EE3C95">
              <w:rPr>
                <w:rFonts w:ascii="Meiryo UI" w:eastAsia="Meiryo UI" w:hAnsi="Meiryo UI" w:cs="Meiryo UI"/>
                <w:sz w:val="16"/>
                <w:szCs w:val="18"/>
                <w:lang w:val="en-US"/>
              </w:rPr>
              <w:t xml:space="preserve"> </w:t>
            </w:r>
            <w:r w:rsidR="00E34214" w:rsidRPr="00EE3C95">
              <w:rPr>
                <w:rFonts w:ascii="Meiryo UI" w:eastAsia="Meiryo UI" w:hAnsi="Meiryo UI" w:cs="Meiryo UI"/>
                <w:sz w:val="16"/>
                <w:szCs w:val="18"/>
                <w:lang w:val="en-US"/>
              </w:rPr>
              <w:t xml:space="preserve">　　</w:t>
            </w:r>
            <w:sdt>
              <w:sdtPr>
                <w:rPr>
                  <w:rFonts w:ascii="Meiryo UI" w:eastAsia="Meiryo UI" w:hAnsi="Meiryo UI" w:cs="Meiryo UI"/>
                  <w:sz w:val="16"/>
                  <w:szCs w:val="18"/>
                  <w:lang w:val="en-US"/>
                </w:rPr>
                <w:id w:val="-266551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8C4BA9"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/>
                  </w:rPr>
                  <w:t>☐</w:t>
                </w:r>
              </w:sdtContent>
            </w:sdt>
            <w:r w:rsidR="009A0080" w:rsidRPr="00EE3C95">
              <w:rPr>
                <w:rFonts w:ascii="Meiryo UI" w:eastAsia="Meiryo UI" w:hAnsi="Meiryo UI" w:cs="Meiryo UI"/>
                <w:sz w:val="16"/>
                <w:szCs w:val="18"/>
                <w:lang w:val="en-US"/>
              </w:rPr>
              <w:t xml:space="preserve"> </w:t>
            </w:r>
            <w:r w:rsidR="00E34214" w:rsidRPr="00EE3C95">
              <w:rPr>
                <w:rFonts w:ascii="Meiryo UI" w:eastAsia="Meiryo UI" w:hAnsi="Meiryo UI" w:cs="Meiryo UI"/>
                <w:sz w:val="16"/>
                <w:szCs w:val="18"/>
                <w:lang w:val="en-US"/>
              </w:rPr>
              <w:t>女</w:t>
            </w:r>
          </w:p>
        </w:tc>
        <w:tc>
          <w:tcPr>
            <w:tcW w:w="15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D9C90" w14:textId="39B31FAA" w:rsidR="009A0080" w:rsidRPr="00EE3C95" w:rsidRDefault="006F4729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國籍</w:t>
            </w:r>
            <w:r w:rsidR="002F2170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>:</w:t>
            </w:r>
          </w:p>
        </w:tc>
        <w:tc>
          <w:tcPr>
            <w:tcW w:w="35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C19C7" w14:textId="77777777" w:rsidR="009A0080" w:rsidRPr="00EE3C95" w:rsidRDefault="009A0080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</w:p>
        </w:tc>
        <w:tc>
          <w:tcPr>
            <w:tcW w:w="1701" w:type="dxa"/>
            <w:gridSpan w:val="6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C5BC7D" w14:textId="77777777" w:rsidR="009A0080" w:rsidRPr="00EE3C95" w:rsidRDefault="009A0080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</w:p>
        </w:tc>
      </w:tr>
      <w:tr w:rsidR="00EE3C95" w:rsidRPr="00EE3C95" w14:paraId="17F6A20A" w14:textId="77777777" w:rsidTr="00802555">
        <w:trPr>
          <w:trHeight w:val="304"/>
        </w:trPr>
        <w:tc>
          <w:tcPr>
            <w:tcW w:w="162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FA559" w14:textId="4C22E21E" w:rsidR="009A0080" w:rsidRPr="00EE3C95" w:rsidRDefault="006F4729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護照號碼</w:t>
            </w:r>
            <w:r w:rsidR="002F2170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>:</w:t>
            </w:r>
          </w:p>
        </w:tc>
        <w:tc>
          <w:tcPr>
            <w:tcW w:w="2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724B2" w14:textId="77777777" w:rsidR="009A0080" w:rsidRPr="00EE3C95" w:rsidRDefault="009A0080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</w:p>
        </w:tc>
        <w:tc>
          <w:tcPr>
            <w:tcW w:w="15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78094" w14:textId="4BD7F5E1" w:rsidR="009A0080" w:rsidRPr="00EE3C95" w:rsidRDefault="006F4729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有效期</w:t>
            </w:r>
            <w:r w:rsidR="00D353EE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限</w:t>
            </w:r>
            <w:r w:rsidR="002F2170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>:</w:t>
            </w:r>
          </w:p>
        </w:tc>
        <w:sdt>
          <w:sdtPr>
            <w:rPr>
              <w:rFonts w:ascii="Meiryo UI" w:eastAsia="Meiryo UI" w:hAnsi="Meiryo UI" w:cs="Meiryo UI" w:hint="eastAsia"/>
              <w:sz w:val="16"/>
              <w:szCs w:val="18"/>
              <w:lang w:val="en-US"/>
            </w:rPr>
            <w:id w:val="-1687591321"/>
            <w:date>
              <w:dateFormat w:val="yyyy/MM/dd"/>
              <w:lid w:val="ja-JP"/>
              <w:storeMappedDataAs w:val="dateTime"/>
              <w:calendar w:val="japan"/>
            </w:date>
          </w:sdtPr>
          <w:sdtContent>
            <w:tc>
              <w:tcPr>
                <w:tcW w:w="3589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E9C8548" w14:textId="77777777" w:rsidR="009A0080" w:rsidRPr="00EE3C95" w:rsidRDefault="00D30824" w:rsidP="00D30824">
                <w:pPr>
                  <w:tabs>
                    <w:tab w:val="left" w:pos="2432"/>
                  </w:tabs>
                  <w:ind w:right="360"/>
                  <w:rPr>
                    <w:rFonts w:ascii="Meiryo UI" w:eastAsia="Meiryo UI" w:hAnsi="Meiryo UI" w:cs="Meiryo UI"/>
                    <w:sz w:val="16"/>
                    <w:szCs w:val="18"/>
                    <w:lang w:val="en-US"/>
                  </w:rPr>
                </w:pPr>
                <w:r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/>
                  </w:rPr>
                  <w:t xml:space="preserve">             </w:t>
                </w:r>
                <w:r w:rsidR="00C12817"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/>
                  </w:rPr>
                  <w:t>/年</w:t>
                </w:r>
                <w:r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/>
                  </w:rPr>
                  <w:t xml:space="preserve">      </w:t>
                </w:r>
                <w:r w:rsidR="00C12817"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/>
                  </w:rPr>
                  <w:t xml:space="preserve">  /月</w:t>
                </w:r>
                <w:r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/>
                  </w:rPr>
                  <w:t xml:space="preserve">      </w:t>
                </w:r>
                <w:r w:rsidR="00C12817"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/>
                  </w:rPr>
                  <w:t xml:space="preserve"> </w:t>
                </w:r>
                <w:r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/>
                  </w:rPr>
                  <w:t xml:space="preserve"> </w:t>
                </w:r>
                <w:r w:rsidR="00C12817"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/>
                  </w:rPr>
                  <w:t>/日</w:t>
                </w:r>
              </w:p>
            </w:tc>
          </w:sdtContent>
        </w:sdt>
        <w:tc>
          <w:tcPr>
            <w:tcW w:w="1701" w:type="dxa"/>
            <w:gridSpan w:val="6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B1FAFE" w14:textId="77777777" w:rsidR="009A0080" w:rsidRPr="00EE3C95" w:rsidRDefault="009A0080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</w:p>
        </w:tc>
      </w:tr>
      <w:tr w:rsidR="00EE3C95" w:rsidRPr="00EE3C95" w14:paraId="7AE6DE4C" w14:textId="77777777" w:rsidTr="00802555">
        <w:trPr>
          <w:trHeight w:val="230"/>
        </w:trPr>
        <w:tc>
          <w:tcPr>
            <w:tcW w:w="1622" w:type="dxa"/>
            <w:gridSpan w:val="4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32336" w14:textId="5F3E558F" w:rsidR="00BC7D77" w:rsidRPr="00EE3C95" w:rsidRDefault="006F4729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職業</w:t>
            </w:r>
            <w:r w:rsidR="002F2170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>:</w:t>
            </w:r>
          </w:p>
        </w:tc>
        <w:tc>
          <w:tcPr>
            <w:tcW w:w="2109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AB6B1" w14:textId="77777777" w:rsidR="00BC7D77" w:rsidRPr="00EE3C95" w:rsidRDefault="00BC7D77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</w:p>
        </w:tc>
        <w:tc>
          <w:tcPr>
            <w:tcW w:w="2416" w:type="dxa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F89AD" w14:textId="150C659F" w:rsidR="00FE3EDD" w:rsidRPr="00EE3C95" w:rsidRDefault="006F4729" w:rsidP="00024030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工作單位或學校名</w:t>
            </w:r>
            <w:r w:rsidR="00D353EE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稱</w:t>
            </w:r>
            <w:r w:rsidR="002F2170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>:</w:t>
            </w:r>
          </w:p>
        </w:tc>
        <w:tc>
          <w:tcPr>
            <w:tcW w:w="4453" w:type="dxa"/>
            <w:gridSpan w:val="1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F1A8D6" w14:textId="77777777" w:rsidR="00BC7D77" w:rsidRPr="00EE3C95" w:rsidRDefault="00BC7D77" w:rsidP="00BC7D77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</w:p>
        </w:tc>
      </w:tr>
      <w:tr w:rsidR="00EE3C95" w:rsidRPr="00EE3C95" w14:paraId="38468BB5" w14:textId="77777777" w:rsidTr="00802555">
        <w:trPr>
          <w:trHeight w:val="57"/>
        </w:trPr>
        <w:tc>
          <w:tcPr>
            <w:tcW w:w="162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000000" w:themeColor="text1"/>
              <w:right w:val="single" w:sz="2" w:space="0" w:color="auto"/>
            </w:tcBorders>
            <w:shd w:val="clear" w:color="auto" w:fill="auto"/>
            <w:vAlign w:val="center"/>
          </w:tcPr>
          <w:p w14:paraId="51B5B738" w14:textId="41D6D3E9" w:rsidR="00C42EF4" w:rsidRPr="00EE3C95" w:rsidRDefault="00C42EF4" w:rsidP="00EF5FB1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簽證種類</w:t>
            </w:r>
            <w:r w:rsidR="002F2170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>:</w:t>
            </w:r>
          </w:p>
        </w:tc>
        <w:tc>
          <w:tcPr>
            <w:tcW w:w="8978" w:type="dxa"/>
            <w:gridSpan w:val="28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46C027" w14:textId="6F85B952" w:rsidR="00C42EF4" w:rsidRPr="00EE3C95" w:rsidRDefault="00000000" w:rsidP="00EF5FB1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 w:eastAsia="zh-TW"/>
              </w:rPr>
            </w:pPr>
            <w:sdt>
              <w:sdtPr>
                <w:rPr>
                  <w:rFonts w:ascii="Meiryo UI" w:eastAsia="Meiryo UI" w:hAnsi="Meiryo UI" w:cs="Meiryo UI" w:hint="eastAsia"/>
                  <w:sz w:val="16"/>
                  <w:szCs w:val="18"/>
                  <w:lang w:val="en-US"/>
                </w:rPr>
                <w:id w:val="921997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42EF4"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/>
                  </w:rPr>
                  <w:t>☐</w:t>
                </w:r>
              </w:sdtContent>
            </w:sdt>
            <w:r w:rsidR="008B2D59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 xml:space="preserve"> </w:t>
            </w:r>
            <w:r w:rsidR="00C42EF4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短期滯在(觀光簽證)</w:t>
            </w:r>
            <w:r w:rsidR="00C42EF4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 xml:space="preserve">　　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8"/>
                  <w:lang w:val="en-US"/>
                </w:rPr>
                <w:id w:val="293255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B2D59"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/>
                  </w:rPr>
                  <w:t>☐</w:t>
                </w:r>
              </w:sdtContent>
            </w:sdt>
            <w:r w:rsidR="008B2D59" w:rsidRPr="00EE3C95">
              <w:rPr>
                <w:rFonts w:ascii="Meiryo UI" w:eastAsia="Meiryo UI" w:hAnsi="Meiryo UI" w:cs="Meiryo UI"/>
                <w:sz w:val="16"/>
                <w:szCs w:val="18"/>
                <w:lang w:val="en-US"/>
              </w:rPr>
              <w:t xml:space="preserve"> </w:t>
            </w:r>
            <w:r w:rsidR="00C42EF4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打工渡假簽證</w:t>
            </w:r>
            <w:r w:rsidR="00C42EF4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 xml:space="preserve">　　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8"/>
                  <w:lang w:val="en-US"/>
                </w:rPr>
                <w:id w:val="-75518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42EF4"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/>
                  </w:rPr>
                  <w:t>☐</w:t>
                </w:r>
              </w:sdtContent>
            </w:sdt>
            <w:r w:rsidR="008B2D59" w:rsidRPr="00EE3C95">
              <w:rPr>
                <w:rFonts w:ascii="Meiryo UI" w:eastAsia="Meiryo UI" w:hAnsi="Meiryo UI" w:cs="Meiryo UI"/>
                <w:sz w:val="16"/>
                <w:szCs w:val="18"/>
                <w:lang w:val="en-US"/>
              </w:rPr>
              <w:t xml:space="preserve"> </w:t>
            </w:r>
            <w:r w:rsidR="00C42EF4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 xml:space="preserve">就勞簽證　　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8"/>
                  <w:lang w:val="en-US"/>
                </w:rPr>
                <w:id w:val="250858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42EF4"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/>
                  </w:rPr>
                  <w:t>☐</w:t>
                </w:r>
              </w:sdtContent>
            </w:sdt>
            <w:r w:rsidR="008B2D59" w:rsidRPr="00EE3C95">
              <w:rPr>
                <w:rFonts w:ascii="Meiryo UI" w:eastAsia="Meiryo UI" w:hAnsi="Meiryo UI" w:cs="Meiryo UI"/>
                <w:sz w:val="16"/>
                <w:szCs w:val="18"/>
                <w:lang w:val="en-US"/>
              </w:rPr>
              <w:t xml:space="preserve"> </w:t>
            </w:r>
            <w:r w:rsidR="00C42EF4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 xml:space="preserve">家族滯在簽證　　　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8"/>
                  <w:lang w:val="en-US"/>
                </w:rPr>
                <w:id w:val="1020897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42EF4"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/>
                  </w:rPr>
                  <w:t>☐</w:t>
                </w:r>
              </w:sdtContent>
            </w:sdt>
            <w:r w:rsidR="008B2D59" w:rsidRPr="00EE3C95">
              <w:rPr>
                <w:rFonts w:ascii="Meiryo UI" w:eastAsia="Meiryo UI" w:hAnsi="Meiryo UI" w:cs="Meiryo UI"/>
                <w:sz w:val="16"/>
                <w:szCs w:val="18"/>
                <w:lang w:val="en-US"/>
              </w:rPr>
              <w:t xml:space="preserve"> </w:t>
            </w:r>
            <w:r w:rsidR="00C42EF4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其他（　　　　　　　　　　　　　　　　　　　　　　　　）</w:t>
            </w:r>
          </w:p>
        </w:tc>
      </w:tr>
      <w:tr w:rsidR="00EE3C95" w:rsidRPr="00EE3C95" w14:paraId="4CDA1698" w14:textId="77777777" w:rsidTr="00802555">
        <w:trPr>
          <w:trHeight w:val="57"/>
        </w:trPr>
        <w:tc>
          <w:tcPr>
            <w:tcW w:w="1622" w:type="dxa"/>
            <w:gridSpan w:val="4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8AB0AD" w14:textId="35190747" w:rsidR="004661BF" w:rsidRPr="00EE3C95" w:rsidRDefault="004661BF" w:rsidP="00EF5FB1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緊急聯絡人</w:t>
            </w:r>
            <w:r w:rsidR="002F2170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>:</w:t>
            </w:r>
          </w:p>
        </w:tc>
        <w:tc>
          <w:tcPr>
            <w:tcW w:w="2342" w:type="dxa"/>
            <w:gridSpan w:val="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4B7872" w14:textId="18E46BC9" w:rsidR="004661BF" w:rsidRPr="00EE3C95" w:rsidRDefault="004661BF" w:rsidP="00EF5FB1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姓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名</w:t>
            </w:r>
            <w:r w:rsidRPr="00EE3C95">
              <w:rPr>
                <w:rFonts w:ascii="Meiryo UI" w:eastAsia="Meiryo UI" w:hAnsi="Meiryo UI" w:cs="Meiryo UI"/>
                <w:sz w:val="16"/>
                <w:szCs w:val="18"/>
                <w:lang w:val="en-US"/>
              </w:rPr>
              <w:t>：</w:t>
            </w:r>
          </w:p>
        </w:tc>
        <w:tc>
          <w:tcPr>
            <w:tcW w:w="2343" w:type="dxa"/>
            <w:gridSpan w:val="8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586C34" w14:textId="42DDC0FB" w:rsidR="004661BF" w:rsidRPr="00EE3C95" w:rsidRDefault="004661BF" w:rsidP="00EF5FB1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電話</w:t>
            </w:r>
            <w:r w:rsidRPr="00EE3C95">
              <w:rPr>
                <w:rFonts w:ascii="Meiryo UI" w:eastAsia="Meiryo UI" w:hAnsi="Meiryo UI" w:cs="Meiryo UI"/>
                <w:sz w:val="16"/>
                <w:szCs w:val="18"/>
                <w:lang w:val="en-US"/>
              </w:rPr>
              <w:t>：</w:t>
            </w:r>
          </w:p>
        </w:tc>
        <w:tc>
          <w:tcPr>
            <w:tcW w:w="2342" w:type="dxa"/>
            <w:gridSpan w:val="6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53BE8F9" w14:textId="1C39227F" w:rsidR="004661BF" w:rsidRPr="00EE3C95" w:rsidRDefault="004661BF" w:rsidP="00EF5FB1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關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係</w:t>
            </w:r>
            <w:r w:rsidRPr="00EE3C95">
              <w:rPr>
                <w:rFonts w:ascii="Meiryo UI" w:eastAsia="Meiryo UI" w:hAnsi="Meiryo UI" w:cs="Meiryo UI"/>
                <w:sz w:val="16"/>
                <w:szCs w:val="18"/>
                <w:lang w:val="en-US"/>
              </w:rPr>
              <w:t>：</w:t>
            </w:r>
          </w:p>
        </w:tc>
        <w:tc>
          <w:tcPr>
            <w:tcW w:w="1951" w:type="dxa"/>
            <w:gridSpan w:val="7"/>
            <w:tcBorders>
              <w:top w:val="single" w:sz="2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A8B2A3" w14:textId="08FAABE4" w:rsidR="004661BF" w:rsidRPr="00EE3C95" w:rsidRDefault="004661BF" w:rsidP="00EF5FB1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國籍</w:t>
            </w:r>
            <w:r w:rsidRPr="00EE3C95">
              <w:rPr>
                <w:rFonts w:ascii="Meiryo UI" w:eastAsia="Meiryo UI" w:hAnsi="Meiryo UI" w:cs="Meiryo UI"/>
                <w:sz w:val="16"/>
                <w:szCs w:val="18"/>
                <w:lang w:val="en-US"/>
              </w:rPr>
              <w:t>：</w:t>
            </w:r>
          </w:p>
        </w:tc>
      </w:tr>
      <w:tr w:rsidR="00EE3C95" w:rsidRPr="00EE3C95" w14:paraId="3FB73EDB" w14:textId="77777777" w:rsidTr="00802555">
        <w:trPr>
          <w:trHeight w:val="335"/>
        </w:trPr>
        <w:tc>
          <w:tcPr>
            <w:tcW w:w="10600" w:type="dxa"/>
            <w:gridSpan w:val="3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F5D348" w14:textId="77777777" w:rsidR="00BC7D77" w:rsidRPr="00EE3C95" w:rsidRDefault="006F4729" w:rsidP="00E85E53">
            <w:pPr>
              <w:tabs>
                <w:tab w:val="left" w:pos="2432"/>
              </w:tabs>
              <w:adjustRightInd w:val="0"/>
              <w:snapToGrid w:val="0"/>
              <w:spacing w:line="360" w:lineRule="exact"/>
              <w:rPr>
                <w:rFonts w:ascii="Meiryo UI" w:eastAsia="Meiryo UI" w:hAnsi="Meiryo UI" w:cs="Meiryo UI"/>
                <w:b/>
                <w:sz w:val="22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b/>
                <w:sz w:val="22"/>
                <w:lang w:val="en-US"/>
              </w:rPr>
              <w:t>日語能力</w:t>
            </w:r>
          </w:p>
        </w:tc>
      </w:tr>
      <w:tr w:rsidR="00EE3C95" w:rsidRPr="00EE3C95" w14:paraId="1C540226" w14:textId="77777777" w:rsidTr="00802555">
        <w:trPr>
          <w:trHeight w:val="57"/>
        </w:trPr>
        <w:tc>
          <w:tcPr>
            <w:tcW w:w="3017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33F42" w14:textId="77777777" w:rsidR="00FE3EDD" w:rsidRPr="00EE3C95" w:rsidRDefault="006F4729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您曾學過日語嗎</w:t>
            </w:r>
            <w:r w:rsidR="00FE3EDD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？</w:t>
            </w:r>
          </w:p>
        </w:tc>
        <w:tc>
          <w:tcPr>
            <w:tcW w:w="43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sdt>
            <w:sdtPr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id w:val="16212613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5CEAFCD" w14:textId="77777777" w:rsidR="00BC7D77" w:rsidRPr="00EE3C95" w:rsidRDefault="00BC7D77" w:rsidP="00EA19CB">
                <w:pPr>
                  <w:tabs>
                    <w:tab w:val="left" w:pos="2432"/>
                  </w:tabs>
                  <w:rPr>
                    <w:rFonts w:ascii="Meiryo UI" w:eastAsia="Meiryo UI" w:hAnsi="Meiryo UI" w:cs="Meiryo UI"/>
                    <w:sz w:val="16"/>
                    <w:szCs w:val="18"/>
                    <w:lang w:val="en-US"/>
                  </w:rPr>
                </w:pPr>
                <w:r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/>
                  </w:rPr>
                  <w:t>☐</w:t>
                </w:r>
              </w:p>
            </w:sdtContent>
          </w:sdt>
        </w:tc>
        <w:tc>
          <w:tcPr>
            <w:tcW w:w="5812" w:type="dxa"/>
            <w:gridSpan w:val="21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53B29CE" w14:textId="77777777" w:rsidR="00BC7D77" w:rsidRPr="00EE3C95" w:rsidRDefault="00FE3EDD" w:rsidP="00CF58A6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有</w:t>
            </w:r>
            <w:r w:rsidR="00CF58A6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→</w:t>
            </w:r>
            <w:r w:rsidR="00BC7D77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(</w:t>
            </w:r>
            <w:r w:rsidR="006F4729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學了多久</w:t>
            </w:r>
            <w:r w:rsidR="00BC7D77" w:rsidRPr="00EE3C95">
              <w:rPr>
                <w:rFonts w:ascii="Meiryo UI" w:eastAsia="Meiryo UI" w:hAnsi="Meiryo UI" w:cs="Meiryo UI"/>
                <w:sz w:val="16"/>
                <w:szCs w:val="18"/>
                <w:lang w:val="en-US" w:eastAsia="zh-TW"/>
              </w:rPr>
              <w:t xml:space="preserve">？           年             </w:t>
            </w:r>
            <w:proofErr w:type="gramStart"/>
            <w:r w:rsidR="006F4729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個</w:t>
            </w:r>
            <w:proofErr w:type="gramEnd"/>
            <w:r w:rsidR="006F4729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月</w:t>
            </w:r>
            <w:r w:rsidR="00BC7D77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)</w:t>
            </w: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id w:val="5286059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BFB7F9" w14:textId="77777777" w:rsidR="00BC7D77" w:rsidRPr="00EE3C95" w:rsidRDefault="00BC7D77" w:rsidP="00EA19CB">
                <w:pPr>
                  <w:tabs>
                    <w:tab w:val="left" w:pos="2432"/>
                  </w:tabs>
                  <w:rPr>
                    <w:rFonts w:ascii="Meiryo UI" w:eastAsia="Meiryo UI" w:hAnsi="Meiryo UI" w:cs="Meiryo UI"/>
                    <w:sz w:val="16"/>
                    <w:szCs w:val="18"/>
                    <w:lang w:val="en-US"/>
                  </w:rPr>
                </w:pPr>
                <w:r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/>
                  </w:rPr>
                  <w:t>☐</w:t>
                </w:r>
              </w:p>
            </w:sdtContent>
          </w:sdt>
        </w:tc>
        <w:tc>
          <w:tcPr>
            <w:tcW w:w="85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01BA47" w14:textId="77777777" w:rsidR="00BC7D77" w:rsidRPr="00EE3C95" w:rsidRDefault="00FE3EDD" w:rsidP="00E34214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没有</w:t>
            </w:r>
          </w:p>
        </w:tc>
      </w:tr>
      <w:tr w:rsidR="00EE3C95" w:rsidRPr="00EE3C95" w14:paraId="38E5B544" w14:textId="77777777" w:rsidTr="00802555">
        <w:trPr>
          <w:trHeight w:val="77"/>
        </w:trPr>
        <w:tc>
          <w:tcPr>
            <w:tcW w:w="301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322CD" w14:textId="77777777" w:rsidR="00BC7D77" w:rsidRPr="00EE3C95" w:rsidRDefault="009012F8" w:rsidP="00FD3E17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是否通過JLPT日語能力測驗？</w:t>
            </w:r>
          </w:p>
        </w:tc>
        <w:tc>
          <w:tcPr>
            <w:tcW w:w="7583" w:type="dxa"/>
            <w:gridSpan w:val="2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BAF8BF" w14:textId="77777777" w:rsidR="00BC7D77" w:rsidRPr="00EE3C95" w:rsidRDefault="00000000" w:rsidP="009012F8">
            <w:pPr>
              <w:tabs>
                <w:tab w:val="left" w:pos="2432"/>
              </w:tabs>
              <w:spacing w:line="0" w:lineRule="atLeast"/>
              <w:rPr>
                <w:rFonts w:ascii="Meiryo UI" w:eastAsia="Meiryo UI" w:hAnsi="Meiryo UI" w:cs="Meiryo UI"/>
                <w:sz w:val="16"/>
                <w:szCs w:val="18"/>
                <w:lang w:val="en-US" w:eastAsia="zh-TW"/>
              </w:rPr>
            </w:pPr>
            <w:sdt>
              <w:sdtPr>
                <w:rPr>
                  <w:rFonts w:ascii="Meiryo UI" w:eastAsia="Meiryo UI" w:hAnsi="Meiryo UI" w:cs="Meiryo UI" w:hint="eastAsia"/>
                  <w:sz w:val="16"/>
                  <w:szCs w:val="18"/>
                  <w:lang w:val="en-US" w:eastAsia="ja-JP"/>
                </w:rPr>
                <w:id w:val="24908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7D77"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 w:eastAsia="ja-JP"/>
                  </w:rPr>
                  <w:t>☐</w:t>
                </w:r>
              </w:sdtContent>
            </w:sdt>
            <w:r w:rsidR="00BC7D77" w:rsidRPr="00EE3C95">
              <w:rPr>
                <w:rFonts w:ascii="Meiryo UI" w:eastAsia="Meiryo UI" w:hAnsi="Meiryo UI" w:cs="Meiryo UI"/>
                <w:sz w:val="16"/>
                <w:szCs w:val="18"/>
                <w:lang w:val="en-US" w:eastAsia="ja-JP"/>
              </w:rPr>
              <w:t xml:space="preserve"> </w:t>
            </w:r>
            <w:r w:rsidR="00995889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 xml:space="preserve"> </w:t>
            </w:r>
            <w:r w:rsidR="00B6791A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有</w:t>
            </w:r>
            <w:proofErr w:type="gramStart"/>
            <w:r w:rsidR="00FD3E17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>（</w:t>
            </w:r>
            <w:proofErr w:type="gramEnd"/>
            <w:r w:rsidR="00BC7D77" w:rsidRPr="00EE3C95">
              <w:rPr>
                <w:rFonts w:ascii="Meiryo UI" w:eastAsia="Meiryo UI" w:hAnsi="Meiryo UI" w:cs="Meiryo UI"/>
                <w:sz w:val="16"/>
                <w:szCs w:val="18"/>
                <w:lang w:val="en-US" w:eastAsia="ja-JP"/>
              </w:rPr>
              <w:t xml:space="preserve">     </w:t>
            </w:r>
            <w:r w:rsidR="00995889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 xml:space="preserve"> </w:t>
            </w:r>
            <w:r w:rsidR="003558BD" w:rsidRPr="00EE3C95">
              <w:rPr>
                <w:rFonts w:ascii="Meiryo UI" w:eastAsia="Meiryo UI" w:hAnsi="Meiryo UI" w:cs="Meiryo UI"/>
                <w:sz w:val="16"/>
                <w:szCs w:val="18"/>
                <w:lang w:val="en-US" w:eastAsia="ja-JP"/>
              </w:rPr>
              <w:t xml:space="preserve">     </w:t>
            </w:r>
            <w:r w:rsidR="00BC7D77" w:rsidRPr="00EE3C95">
              <w:rPr>
                <w:rFonts w:ascii="Meiryo UI" w:eastAsia="Meiryo UI" w:hAnsi="Meiryo UI" w:cs="Meiryo UI"/>
                <w:sz w:val="16"/>
                <w:szCs w:val="18"/>
                <w:lang w:val="en-US" w:eastAsia="ja-JP"/>
              </w:rPr>
              <w:t xml:space="preserve"> </w:t>
            </w:r>
            <w:r w:rsidR="009012F8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>級</w:t>
            </w:r>
            <w:r w:rsidR="00BC7D77" w:rsidRPr="00EE3C95">
              <w:rPr>
                <w:rFonts w:ascii="Meiryo UI" w:eastAsia="Meiryo UI" w:hAnsi="Meiryo UI" w:cs="Meiryo UI"/>
                <w:sz w:val="16"/>
                <w:szCs w:val="18"/>
                <w:lang w:val="en-US" w:eastAsia="ja-JP"/>
              </w:rPr>
              <w:t>)</w:t>
            </w:r>
            <w:r w:rsidR="00FD3E17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>合格</w:t>
            </w:r>
            <w:r w:rsidR="00BC7D77" w:rsidRPr="00EE3C95">
              <w:rPr>
                <w:rFonts w:ascii="Meiryo UI" w:eastAsia="Meiryo UI" w:hAnsi="Meiryo UI" w:cs="Meiryo UI"/>
                <w:sz w:val="16"/>
                <w:szCs w:val="18"/>
                <w:lang w:val="en-US" w:eastAsia="zh-TW"/>
              </w:rPr>
              <w:t xml:space="preserve"> </w:t>
            </w:r>
            <w:r w:rsidR="00995889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 xml:space="preserve"> </w:t>
            </w:r>
            <w:r w:rsidR="003558BD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 xml:space="preserve"> </w:t>
            </w:r>
            <w:r w:rsidR="00BC7D77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 xml:space="preserve">  </w:t>
            </w:r>
            <w:r w:rsidR="00BC7D77" w:rsidRPr="00EE3C95">
              <w:rPr>
                <w:rFonts w:ascii="Meiryo UI" w:eastAsia="Meiryo UI" w:hAnsi="Meiryo UI" w:cs="Meiryo UI"/>
                <w:sz w:val="16"/>
                <w:szCs w:val="18"/>
                <w:lang w:val="en-US" w:eastAsia="zh-TW"/>
              </w:rPr>
              <w:t xml:space="preserve">  </w:t>
            </w:r>
            <w:r w:rsidR="00995889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 xml:space="preserve"> </w:t>
            </w:r>
            <w:r w:rsidR="00BC7D77" w:rsidRPr="00EE3C95">
              <w:rPr>
                <w:rFonts w:ascii="Meiryo UI" w:eastAsia="Meiryo UI" w:hAnsi="Meiryo UI" w:cs="Meiryo UI"/>
                <w:sz w:val="16"/>
                <w:szCs w:val="18"/>
                <w:lang w:val="en-US" w:eastAsia="zh-TW"/>
              </w:rPr>
              <w:t xml:space="preserve">       </w:t>
            </w:r>
            <w:sdt>
              <w:sdtPr>
                <w:rPr>
                  <w:rFonts w:ascii="Meiryo UI" w:eastAsia="Meiryo UI" w:hAnsi="Meiryo UI" w:cs="Meiryo UI"/>
                  <w:sz w:val="16"/>
                  <w:szCs w:val="18"/>
                  <w:lang w:val="en-US" w:eastAsia="zh-TW"/>
                </w:rPr>
                <w:id w:val="-535125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C7D77"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 w:eastAsia="zh-TW"/>
                  </w:rPr>
                  <w:t>☐</w:t>
                </w:r>
              </w:sdtContent>
            </w:sdt>
            <w:r w:rsidR="00B6791A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没有</w:t>
            </w:r>
          </w:p>
        </w:tc>
      </w:tr>
      <w:tr w:rsidR="00EE3C95" w:rsidRPr="00EE3C95" w14:paraId="2CDE5AD3" w14:textId="77777777" w:rsidTr="00802555">
        <w:trPr>
          <w:trHeight w:val="57"/>
        </w:trPr>
        <w:tc>
          <w:tcPr>
            <w:tcW w:w="10600" w:type="dxa"/>
            <w:gridSpan w:val="3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F67D189" w14:textId="77777777" w:rsidR="00BC7D77" w:rsidRPr="00EE3C95" w:rsidRDefault="00960136" w:rsidP="00E85E53">
            <w:pPr>
              <w:tabs>
                <w:tab w:val="left" w:pos="2432"/>
              </w:tabs>
              <w:adjustRightInd w:val="0"/>
              <w:snapToGrid w:val="0"/>
              <w:spacing w:line="360" w:lineRule="exact"/>
              <w:rPr>
                <w:rFonts w:ascii="Meiryo UI" w:eastAsia="Meiryo UI" w:hAnsi="Meiryo UI" w:cs="Meiryo UI"/>
                <w:sz w:val="21"/>
                <w:szCs w:val="20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b/>
                <w:sz w:val="22"/>
                <w:lang w:val="en-US"/>
              </w:rPr>
              <w:t xml:space="preserve">報名 </w:t>
            </w:r>
            <w:r w:rsidR="006F4729" w:rsidRPr="00EE3C95">
              <w:rPr>
                <w:rFonts w:ascii="Meiryo UI" w:eastAsia="Meiryo UI" w:hAnsi="Meiryo UI" w:cs="Meiryo UI" w:hint="eastAsia"/>
                <w:b/>
                <w:sz w:val="22"/>
                <w:lang w:val="en-US"/>
              </w:rPr>
              <w:t>學校・課程</w:t>
            </w:r>
          </w:p>
        </w:tc>
      </w:tr>
      <w:tr w:rsidR="00EE3C95" w:rsidRPr="00EE3C95" w14:paraId="4C09E52D" w14:textId="77777777" w:rsidTr="00802555">
        <w:trPr>
          <w:trHeight w:val="498"/>
        </w:trPr>
        <w:tc>
          <w:tcPr>
            <w:tcW w:w="91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1343" w14:textId="3C3A2D01" w:rsidR="00AB7CB2" w:rsidRPr="00EE3C95" w:rsidRDefault="00AB7CB2" w:rsidP="00111DB5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學校名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>:（課程）</w:t>
            </w:r>
          </w:p>
        </w:tc>
        <w:tc>
          <w:tcPr>
            <w:tcW w:w="9690" w:type="dxa"/>
            <w:gridSpan w:val="30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84533F" w14:textId="77777777" w:rsidR="00AB7CB2" w:rsidRPr="00EE3C95" w:rsidRDefault="00000000" w:rsidP="003057A6">
            <w:pPr>
              <w:tabs>
                <w:tab w:val="left" w:pos="2432"/>
              </w:tabs>
              <w:spacing w:line="240" w:lineRule="atLeast"/>
              <w:rPr>
                <w:rFonts w:ascii="MS Gothic" w:hAnsi="MS Gothic" w:cs="Meiryo UI"/>
                <w:sz w:val="16"/>
                <w:szCs w:val="18"/>
                <w:lang w:val="en-US"/>
              </w:rPr>
            </w:pPr>
            <w:sdt>
              <w:sdtPr>
                <w:rPr>
                  <w:rFonts w:ascii="Meiryo UI" w:eastAsia="Meiryo UI" w:hAnsi="Meiryo UI" w:cs="Meiryo UI" w:hint="eastAsia"/>
                  <w:sz w:val="16"/>
                  <w:szCs w:val="18"/>
                  <w:lang w:val="en-US" w:eastAsia="zh-TW"/>
                </w:rPr>
                <w:id w:val="-590701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7CB2"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 w:eastAsia="zh-TW"/>
                  </w:rPr>
                  <w:t>☐</w:t>
                </w:r>
              </w:sdtContent>
            </w:sdt>
            <w:r w:rsidR="00AB7CB2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 xml:space="preserve"> </w:t>
            </w:r>
            <w:proofErr w:type="gramStart"/>
            <w:r w:rsidR="00AB7CB2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新宿校</w:t>
            </w:r>
            <w:proofErr w:type="gramEnd"/>
            <w:r w:rsidR="00AB7CB2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 xml:space="preserve">（綜合日語）　　　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8"/>
                  <w:lang w:val="en-US" w:eastAsia="zh-TW"/>
                </w:rPr>
                <w:id w:val="518894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7CB2"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 w:eastAsia="zh-TW"/>
                  </w:rPr>
                  <w:t>☐</w:t>
                </w:r>
              </w:sdtContent>
            </w:sdt>
            <w:r w:rsidR="00AB7CB2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 xml:space="preserve"> 池袋校（綜合日語）　　</w:t>
            </w:r>
          </w:p>
          <w:p w14:paraId="2D5C6134" w14:textId="738FD4B7" w:rsidR="00AB7CB2" w:rsidRPr="00EE3C95" w:rsidRDefault="00000000" w:rsidP="003057A6">
            <w:pPr>
              <w:tabs>
                <w:tab w:val="left" w:pos="2432"/>
              </w:tabs>
              <w:spacing w:line="240" w:lineRule="atLeast"/>
              <w:rPr>
                <w:rFonts w:ascii="Meiryo UI" w:eastAsia="Meiryo UI" w:hAnsi="Meiryo UI" w:cs="Meiryo UI"/>
                <w:sz w:val="16"/>
                <w:szCs w:val="18"/>
                <w:lang w:val="en-US" w:eastAsia="zh-TW"/>
              </w:rPr>
            </w:pPr>
            <w:sdt>
              <w:sdtPr>
                <w:rPr>
                  <w:rFonts w:ascii="Meiryo UI" w:eastAsia="Meiryo UI" w:hAnsi="Meiryo UI" w:cs="Meiryo UI" w:hint="eastAsia"/>
                  <w:sz w:val="16"/>
                  <w:szCs w:val="18"/>
                  <w:lang w:val="en-US" w:eastAsia="zh-TW"/>
                </w:rPr>
                <w:id w:val="-1809158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7CB2"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 w:eastAsia="zh-TW"/>
                  </w:rPr>
                  <w:t>☐</w:t>
                </w:r>
              </w:sdtContent>
            </w:sdt>
            <w:r w:rsidR="00AB7CB2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 xml:space="preserve"> 大阪校（綜合日語）　　</w:t>
            </w:r>
            <w:r w:rsidR="00AB7CB2" w:rsidRPr="00EE3C95">
              <w:rPr>
                <w:rFonts w:ascii="Meiryo UI" w:hAnsi="Meiryo UI" w:cs="Meiryo UI" w:hint="eastAsia"/>
                <w:sz w:val="16"/>
                <w:szCs w:val="18"/>
                <w:lang w:val="en-US"/>
              </w:rPr>
              <w:t xml:space="preserve">  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8"/>
                  <w:lang w:val="en-US" w:eastAsia="zh-TW"/>
                </w:rPr>
                <w:id w:val="1154339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7CB2"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 w:eastAsia="zh-TW"/>
                  </w:rPr>
                  <w:t>☐</w:t>
                </w:r>
              </w:sdtContent>
            </w:sdt>
            <w:r w:rsidR="00AB7CB2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 xml:space="preserve"> 京都校（綜合日語）　　　    　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8"/>
                  <w:lang w:val="en-US" w:eastAsia="ja-JP"/>
                </w:rPr>
                <w:id w:val="-520158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lang w:eastAsia="zh-TW"/>
                </w:rPr>
              </w:sdtEndPr>
              <w:sdtContent>
                <w:r w:rsidR="00AB7CB2"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 w:eastAsia="zh-TW"/>
                  </w:rPr>
                  <w:t>☐</w:t>
                </w:r>
              </w:sdtContent>
            </w:sdt>
            <w:r w:rsidR="00AB7CB2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 xml:space="preserve"> 長野校（綜合日語）   </w:t>
            </w:r>
          </w:p>
        </w:tc>
      </w:tr>
      <w:tr w:rsidR="00EE3C95" w:rsidRPr="00EE3C95" w14:paraId="3BEE9B83" w14:textId="77777777" w:rsidTr="00802555">
        <w:trPr>
          <w:trHeight w:val="384"/>
        </w:trPr>
        <w:tc>
          <w:tcPr>
            <w:tcW w:w="910" w:type="dxa"/>
            <w:gridSpan w:val="2"/>
            <w:vMerge/>
            <w:tcBorders>
              <w:top w:val="dotted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420E8" w14:textId="77777777" w:rsidR="00AB7CB2" w:rsidRPr="00EE3C95" w:rsidRDefault="00AB7CB2" w:rsidP="00111DB5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</w:p>
        </w:tc>
        <w:tc>
          <w:tcPr>
            <w:tcW w:w="9690" w:type="dxa"/>
            <w:gridSpan w:val="30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58C515" w14:textId="29C95916" w:rsidR="00AB7CB2" w:rsidRPr="00EE3C95" w:rsidRDefault="00000000" w:rsidP="003057A6">
            <w:pPr>
              <w:tabs>
                <w:tab w:val="left" w:pos="2432"/>
              </w:tabs>
              <w:spacing w:line="240" w:lineRule="atLeast"/>
              <w:rPr>
                <w:rFonts w:ascii="Meiryo UI" w:hAnsi="Meiryo UI" w:cs="Meiryo UI"/>
                <w:sz w:val="16"/>
                <w:szCs w:val="18"/>
                <w:lang w:val="en-US"/>
              </w:rPr>
            </w:pP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val="en-US" w:eastAsia="zh-TW"/>
                </w:rPr>
                <w:id w:val="-68425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2C48" w:rsidRPr="00EE3C95">
                  <w:rPr>
                    <w:rFonts w:ascii="MS Gothic" w:eastAsia="MS Gothic" w:hAnsi="MS Gothic" w:cs="Meiryo UI" w:hint="eastAsia"/>
                    <w:sz w:val="16"/>
                    <w:szCs w:val="16"/>
                    <w:lang w:val="en-US" w:eastAsia="zh-TW"/>
                  </w:rPr>
                  <w:t>☐</w:t>
                </w:r>
              </w:sdtContent>
            </w:sdt>
            <w:r w:rsidR="00AB7CB2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 xml:space="preserve"> </w:t>
            </w:r>
            <w:proofErr w:type="gramStart"/>
            <w:r w:rsidR="00AB7CB2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澀谷校</w:t>
            </w:r>
            <w:proofErr w:type="gramEnd"/>
            <w:r w:rsidR="00AB7CB2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 xml:space="preserve">（商務日語）/  打工度假簽證者支援方案*1 </w:t>
            </w:r>
            <w:proofErr w:type="gramStart"/>
            <w:r w:rsidR="00AB7CB2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（</w:t>
            </w:r>
            <w:proofErr w:type="gramEnd"/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val="en-US" w:eastAsia="zh-TW"/>
                </w:rPr>
                <w:id w:val="-1278401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7CB2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val="en-US" w:eastAsia="zh-TW"/>
                  </w:rPr>
                  <w:t>☐</w:t>
                </w:r>
              </w:sdtContent>
            </w:sdt>
            <w:r w:rsidR="00AB7CB2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 xml:space="preserve">　YES）</w:t>
            </w:r>
            <w:r w:rsidR="00AB7CB2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 xml:space="preserve">  </w:t>
            </w:r>
          </w:p>
          <w:p w14:paraId="380F3EF2" w14:textId="61238819" w:rsidR="00AB7CB2" w:rsidRPr="00EE3C95" w:rsidRDefault="00000000" w:rsidP="003057A6">
            <w:pPr>
              <w:tabs>
                <w:tab w:val="left" w:pos="2432"/>
              </w:tabs>
              <w:spacing w:line="240" w:lineRule="atLeast"/>
              <w:rPr>
                <w:rFonts w:ascii="Meiryo UI" w:hAnsi="Meiryo UI" w:cs="Meiryo UI"/>
                <w:sz w:val="16"/>
                <w:szCs w:val="18"/>
                <w:lang w:val="en-US"/>
              </w:rPr>
            </w:pPr>
            <w:sdt>
              <w:sdtPr>
                <w:rPr>
                  <w:rFonts w:ascii="Meiryo UI" w:eastAsia="Meiryo UI" w:hAnsi="Meiryo UI" w:cs="Meiryo UI" w:hint="eastAsia"/>
                  <w:sz w:val="16"/>
                  <w:szCs w:val="18"/>
                  <w:lang w:val="en-US" w:eastAsia="zh-TW"/>
                </w:rPr>
                <w:id w:val="-1080746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7CB2"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 w:eastAsia="zh-TW"/>
                  </w:rPr>
                  <w:t>☐</w:t>
                </w:r>
              </w:sdtContent>
            </w:sdt>
            <w:r w:rsidR="00AB7CB2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 xml:space="preserve"> 高田馬場校（商務日語）/  打工度假簽證者支援方案</w:t>
            </w:r>
            <w:r w:rsidR="00AB7CB2" w:rsidRPr="00EE3C95">
              <w:rPr>
                <w:rFonts w:ascii="Meiryo UI" w:eastAsia="Meiryo UI" w:hAnsi="Meiryo UI" w:cs="Meiryo UI"/>
                <w:sz w:val="16"/>
                <w:szCs w:val="18"/>
                <w:lang w:val="en-US" w:eastAsia="zh-TW"/>
              </w:rPr>
              <w:t xml:space="preserve">*1 </w:t>
            </w:r>
            <w:proofErr w:type="gramStart"/>
            <w:r w:rsidR="00AB7CB2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（</w:t>
            </w:r>
            <w:proofErr w:type="gramEnd"/>
            <w:sdt>
              <w:sdtPr>
                <w:rPr>
                  <w:rFonts w:ascii="Meiryo UI" w:eastAsia="Meiryo UI" w:hAnsi="Meiryo UI" w:cs="Meiryo UI" w:hint="eastAsia"/>
                  <w:sz w:val="16"/>
                  <w:szCs w:val="18"/>
                  <w:lang w:val="en-US" w:eastAsia="zh-TW"/>
                </w:rPr>
                <w:id w:val="-57097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7CB2"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 w:eastAsia="zh-TW"/>
                  </w:rPr>
                  <w:t>☐</w:t>
                </w:r>
              </w:sdtContent>
            </w:sdt>
            <w:r w:rsidR="00AB7CB2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 xml:space="preserve">　</w:t>
            </w:r>
            <w:r w:rsidR="00AB7CB2" w:rsidRPr="00EE3C95">
              <w:rPr>
                <w:rFonts w:ascii="Meiryo UI" w:eastAsia="Meiryo UI" w:hAnsi="Meiryo UI" w:cs="Meiryo UI"/>
                <w:sz w:val="16"/>
                <w:szCs w:val="18"/>
                <w:lang w:val="en-US" w:eastAsia="zh-TW"/>
              </w:rPr>
              <w:t>YES</w:t>
            </w:r>
            <w:r w:rsidR="00AB7CB2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）</w:t>
            </w:r>
          </w:p>
        </w:tc>
      </w:tr>
      <w:tr w:rsidR="00EE3C95" w:rsidRPr="00EE3C95" w14:paraId="0B0DC012" w14:textId="77777777" w:rsidTr="00802555">
        <w:trPr>
          <w:trHeight w:val="136"/>
        </w:trPr>
        <w:tc>
          <w:tcPr>
            <w:tcW w:w="91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0C303" w14:textId="77777777" w:rsidR="00AB7CB2" w:rsidRPr="00EE3C95" w:rsidRDefault="00AB7CB2" w:rsidP="00111DB5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</w:p>
        </w:tc>
        <w:tc>
          <w:tcPr>
            <w:tcW w:w="9690" w:type="dxa"/>
            <w:gridSpan w:val="30"/>
            <w:tcBorders>
              <w:top w:val="dotted" w:sz="4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22D61C70" w14:textId="259F8D78" w:rsidR="00AB7CB2" w:rsidRPr="00EE3C95" w:rsidRDefault="00000000" w:rsidP="003057A6">
            <w:pPr>
              <w:tabs>
                <w:tab w:val="left" w:pos="2432"/>
              </w:tabs>
              <w:spacing w:line="240" w:lineRule="atLeast"/>
              <w:rPr>
                <w:rFonts w:ascii="Meiryo UI" w:eastAsia="Meiryo UI" w:hAnsi="Meiryo UI" w:cs="Meiryo UI"/>
                <w:sz w:val="16"/>
                <w:szCs w:val="18"/>
                <w:lang w:val="en-US" w:eastAsia="zh-TW"/>
              </w:rPr>
            </w:pPr>
            <w:sdt>
              <w:sdtPr>
                <w:rPr>
                  <w:rFonts w:ascii="Meiryo UI" w:eastAsia="Meiryo UI" w:hAnsi="Meiryo UI" w:cs="Meiryo UI" w:hint="eastAsia"/>
                  <w:sz w:val="16"/>
                  <w:szCs w:val="18"/>
                  <w:lang w:val="en-US" w:eastAsia="zh-TW"/>
                </w:rPr>
                <w:id w:val="1667905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7CB2"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 w:eastAsia="zh-TW"/>
                  </w:rPr>
                  <w:t>☐</w:t>
                </w:r>
              </w:sdtContent>
            </w:sdt>
            <w:r w:rsidR="00AB7CB2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 xml:space="preserve"> </w:t>
            </w:r>
            <w:proofErr w:type="gramStart"/>
            <w:r w:rsidR="00AB7CB2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澀谷</w:t>
            </w:r>
            <w:r w:rsidR="00AB7CB2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校</w:t>
            </w:r>
            <w:proofErr w:type="gramEnd"/>
            <w:r w:rsidR="00AB7CB2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（夜間日語課程）/打工度假簽證者支援方案</w:t>
            </w:r>
            <w:r w:rsidR="00AB7CB2" w:rsidRPr="00EE3C95">
              <w:rPr>
                <w:rFonts w:ascii="Meiryo UI" w:eastAsia="Meiryo UI" w:hAnsi="Meiryo UI" w:cs="Meiryo UI"/>
                <w:sz w:val="16"/>
                <w:szCs w:val="18"/>
                <w:lang w:val="en-US" w:eastAsia="zh-TW"/>
              </w:rPr>
              <w:t xml:space="preserve"> </w:t>
            </w:r>
            <w:r w:rsidR="00AB7CB2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*2</w:t>
            </w:r>
            <w:proofErr w:type="gramStart"/>
            <w:r w:rsidR="00AB7CB2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（</w:t>
            </w:r>
            <w:proofErr w:type="gramEnd"/>
            <w:sdt>
              <w:sdtPr>
                <w:rPr>
                  <w:rFonts w:ascii="Meiryo UI" w:eastAsia="Meiryo UI" w:hAnsi="Meiryo UI" w:cs="Meiryo UI" w:hint="eastAsia"/>
                  <w:sz w:val="16"/>
                  <w:szCs w:val="18"/>
                  <w:lang w:val="en-US" w:eastAsia="zh-TW"/>
                </w:rPr>
                <w:id w:val="-62909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7CB2"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 w:eastAsia="zh-TW"/>
                  </w:rPr>
                  <w:t>☐</w:t>
                </w:r>
              </w:sdtContent>
            </w:sdt>
            <w:r w:rsidR="00AB7CB2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 xml:space="preserve">　</w:t>
            </w:r>
            <w:r w:rsidR="00AB7CB2" w:rsidRPr="00EE3C95">
              <w:rPr>
                <w:rFonts w:ascii="Meiryo UI" w:eastAsia="Meiryo UI" w:hAnsi="Meiryo UI" w:cs="Meiryo UI"/>
                <w:sz w:val="16"/>
                <w:szCs w:val="18"/>
                <w:lang w:val="en-US" w:eastAsia="zh-TW"/>
              </w:rPr>
              <w:t>YES</w:t>
            </w:r>
            <w:r w:rsidR="00AB7CB2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）</w:t>
            </w:r>
          </w:p>
        </w:tc>
      </w:tr>
      <w:tr w:rsidR="00EE3C95" w:rsidRPr="00EE3C95" w14:paraId="080167B3" w14:textId="77777777" w:rsidTr="00802555">
        <w:trPr>
          <w:trHeight w:val="254"/>
        </w:trPr>
        <w:tc>
          <w:tcPr>
            <w:tcW w:w="1613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9CEA8" w14:textId="6AC592BA" w:rsidR="003057A6" w:rsidRPr="00EE3C95" w:rsidRDefault="003057A6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 w:eastAsia="ja-JP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課程開始日</w:t>
            </w:r>
            <w:r w:rsidR="002F2170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>:</w:t>
            </w:r>
          </w:p>
        </w:tc>
        <w:sdt>
          <w:sdtPr>
            <w:rPr>
              <w:rFonts w:ascii="Meiryo UI" w:eastAsia="Meiryo UI" w:hAnsi="Meiryo UI" w:cs="Meiryo UI" w:hint="eastAsia"/>
              <w:sz w:val="16"/>
              <w:szCs w:val="18"/>
              <w:lang w:val="en-US"/>
            </w:rPr>
            <w:id w:val="-2129839252"/>
            <w:date>
              <w:dateFormat w:val="yyyy/MM/dd"/>
              <w:lid w:val="ja-JP"/>
              <w:storeMappedDataAs w:val="dateTime"/>
              <w:calendar w:val="japan"/>
            </w:date>
          </w:sdtPr>
          <w:sdtContent>
            <w:tc>
              <w:tcPr>
                <w:tcW w:w="2268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769DEAB" w14:textId="77777777" w:rsidR="003057A6" w:rsidRPr="00EE3C95" w:rsidRDefault="003057A6" w:rsidP="003057A6">
                <w:pPr>
                  <w:tabs>
                    <w:tab w:val="left" w:pos="2432"/>
                  </w:tabs>
                  <w:rPr>
                    <w:rFonts w:ascii="Meiryo UI" w:eastAsia="Meiryo UI" w:hAnsi="Meiryo UI" w:cs="Meiryo UI"/>
                    <w:sz w:val="16"/>
                    <w:szCs w:val="18"/>
                    <w:lang w:val="en-US"/>
                  </w:rPr>
                </w:pPr>
                <w:r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/>
                  </w:rPr>
                  <w:t xml:space="preserve">       /年　 　　/月  　　/日</w:t>
                </w:r>
              </w:p>
            </w:tc>
          </w:sdtContent>
        </w:sdt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902594" w14:textId="628EF1A3" w:rsidR="003057A6" w:rsidRPr="00EE3C95" w:rsidRDefault="003057A6" w:rsidP="008027A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 w:eastAsia="ja-JP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課程結束日</w:t>
            </w:r>
            <w:r w:rsidR="002F2170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>:</w:t>
            </w:r>
          </w:p>
        </w:tc>
        <w:sdt>
          <w:sdtPr>
            <w:rPr>
              <w:rFonts w:ascii="Meiryo UI" w:eastAsia="Meiryo UI" w:hAnsi="Meiryo UI" w:cs="Meiryo UI" w:hint="eastAsia"/>
              <w:sz w:val="16"/>
              <w:szCs w:val="18"/>
              <w:lang w:val="en-US"/>
            </w:rPr>
            <w:id w:val="-1219046212"/>
            <w:date>
              <w:dateFormat w:val="yyyy/MM/dd"/>
              <w:lid w:val="ja-JP"/>
              <w:storeMappedDataAs w:val="dateTime"/>
              <w:calendar w:val="japan"/>
            </w:date>
          </w:sdtPr>
          <w:sdtContent>
            <w:tc>
              <w:tcPr>
                <w:tcW w:w="2410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BFE8856" w14:textId="77777777" w:rsidR="003057A6" w:rsidRPr="00EE3C95" w:rsidRDefault="003057A6" w:rsidP="00661D0F">
                <w:pPr>
                  <w:tabs>
                    <w:tab w:val="left" w:pos="2432"/>
                  </w:tabs>
                  <w:rPr>
                    <w:rFonts w:ascii="Meiryo UI" w:eastAsia="Meiryo UI" w:hAnsi="Meiryo UI" w:cs="Meiryo UI"/>
                    <w:sz w:val="16"/>
                    <w:szCs w:val="18"/>
                    <w:lang w:val="en-US"/>
                  </w:rPr>
                </w:pPr>
                <w:r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/>
                  </w:rPr>
                  <w:t xml:space="preserve">       /年　 　　/月  　　/日</w:t>
                </w:r>
              </w:p>
            </w:tc>
          </w:sdtContent>
        </w:sdt>
        <w:tc>
          <w:tcPr>
            <w:tcW w:w="1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C148E5" w14:textId="460331FB" w:rsidR="003057A6" w:rsidRPr="00EE3C95" w:rsidRDefault="003057A6" w:rsidP="00367F9D">
            <w:pPr>
              <w:tabs>
                <w:tab w:val="left" w:pos="2432"/>
              </w:tabs>
              <w:ind w:right="860"/>
              <w:jc w:val="right"/>
              <w:rPr>
                <w:rFonts w:ascii="Meiryo UI" w:eastAsia="Meiryo UI" w:hAnsi="Meiryo UI" w:cs="Meiryo UI"/>
                <w:sz w:val="16"/>
                <w:szCs w:val="18"/>
                <w:lang w:val="en-US" w:eastAsia="ja-JP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課程期間</w:t>
            </w:r>
            <w:r w:rsidR="002F2170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>: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8166A90" w14:textId="77777777" w:rsidR="003057A6" w:rsidRPr="00EE3C95" w:rsidRDefault="003057A6" w:rsidP="003057A6">
            <w:pPr>
              <w:tabs>
                <w:tab w:val="left" w:pos="2432"/>
              </w:tabs>
              <w:spacing w:line="240" w:lineRule="atLeast"/>
              <w:jc w:val="right"/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02C30B" w14:textId="77777777" w:rsidR="003057A6" w:rsidRPr="00EE3C95" w:rsidRDefault="003057A6" w:rsidP="00E45F8C">
            <w:pPr>
              <w:tabs>
                <w:tab w:val="left" w:pos="2432"/>
              </w:tabs>
              <w:jc w:val="center"/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proofErr w:type="gramStart"/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週</w:t>
            </w:r>
            <w:proofErr w:type="gramEnd"/>
          </w:p>
        </w:tc>
      </w:tr>
      <w:tr w:rsidR="00EE3C95" w:rsidRPr="00EE3C95" w14:paraId="3A494797" w14:textId="77777777" w:rsidTr="00802555">
        <w:trPr>
          <w:trHeight w:val="274"/>
        </w:trPr>
        <w:tc>
          <w:tcPr>
            <w:tcW w:w="1613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ACA4B" w14:textId="389AC86E" w:rsidR="00291D2A" w:rsidRPr="00EE3C95" w:rsidRDefault="00590F8B" w:rsidP="00123217">
            <w:pPr>
              <w:tabs>
                <w:tab w:val="left" w:pos="2432"/>
              </w:tabs>
              <w:spacing w:line="200" w:lineRule="exact"/>
              <w:rPr>
                <w:rFonts w:ascii="Meiryo UI" w:eastAsia="Meiryo UI" w:hAnsi="Meiryo UI" w:cs="Meiryo UI"/>
                <w:sz w:val="16"/>
                <w:szCs w:val="18"/>
                <w:lang w:val="en-US" w:eastAsia="ja-JP"/>
              </w:rPr>
            </w:pPr>
            <w:r w:rsidRPr="00EE3C95">
              <w:rPr>
                <w:rFonts w:ascii="Meiryo UI" w:eastAsia="Meiryo UI" w:hAnsi="Meiryo UI" w:cs="Meiryo UI"/>
                <w:sz w:val="16"/>
                <w:szCs w:val="18"/>
                <w:lang w:val="en-US"/>
              </w:rPr>
              <w:t>選擇上課的方式</w:t>
            </w:r>
            <w:r w:rsidR="002F2170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ja-JP"/>
              </w:rPr>
              <w:t>:</w:t>
            </w:r>
          </w:p>
        </w:tc>
        <w:tc>
          <w:tcPr>
            <w:tcW w:w="864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09BC50B" w14:textId="68015A25" w:rsidR="00291D2A" w:rsidRPr="00EE3C95" w:rsidRDefault="00000000" w:rsidP="00291D2A">
            <w:pPr>
              <w:tabs>
                <w:tab w:val="left" w:pos="2432"/>
              </w:tabs>
              <w:spacing w:line="240" w:lineRule="atLeast"/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sdt>
              <w:sdtPr>
                <w:rPr>
                  <w:rFonts w:ascii="Meiryo UI" w:eastAsia="Meiryo UI" w:hAnsi="Meiryo UI" w:cs="Meiryo UI" w:hint="eastAsia"/>
                  <w:sz w:val="16"/>
                  <w:szCs w:val="18"/>
                  <w:lang w:val="en-US"/>
                </w:rPr>
                <w:id w:val="2095125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42EF4"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/>
                  </w:rPr>
                  <w:t>☐</w:t>
                </w:r>
              </w:sdtContent>
            </w:sdt>
            <w:r w:rsidR="006627BD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實體授課</w:t>
            </w:r>
            <w:r w:rsidR="00291D2A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 xml:space="preserve">　                        </w:t>
            </w:r>
            <w:r w:rsidR="00291D2A" w:rsidRPr="00EE3C95">
              <w:rPr>
                <w:rFonts w:ascii="Meiryo UI" w:eastAsia="Meiryo UI" w:hAnsi="Meiryo UI" w:cs="Meiryo UI"/>
                <w:sz w:val="16"/>
                <w:szCs w:val="18"/>
                <w:lang w:val="en-US"/>
              </w:rPr>
              <w:t xml:space="preserve"> </w:t>
            </w:r>
            <w:r w:rsidR="00291D2A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 xml:space="preserve">　</w:t>
            </w:r>
            <w:r w:rsidR="00291D2A" w:rsidRPr="00EE3C95">
              <w:rPr>
                <w:rFonts w:ascii="Meiryo UI" w:eastAsia="Meiryo UI" w:hAnsi="Meiryo UI" w:cs="Meiryo UI"/>
                <w:sz w:val="16"/>
                <w:szCs w:val="18"/>
                <w:lang w:val="en-US"/>
              </w:rPr>
              <w:t xml:space="preserve"> </w:t>
            </w:r>
            <w:r w:rsidR="00291D2A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 xml:space="preserve"> 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8"/>
                  <w:lang w:val="en-US"/>
                </w:rPr>
                <w:id w:val="586268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91D2A"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/>
                  </w:rPr>
                  <w:t>☐</w:t>
                </w:r>
              </w:sdtContent>
            </w:sdt>
            <w:r w:rsidR="00291D2A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 xml:space="preserve"> </w:t>
            </w:r>
            <w:r w:rsidR="00590F8B" w:rsidRPr="00EE3C95">
              <w:rPr>
                <w:rFonts w:ascii="Meiryo UI" w:eastAsia="Meiryo UI" w:hAnsi="Meiryo UI" w:cs="Meiryo UI"/>
                <w:sz w:val="16"/>
                <w:szCs w:val="18"/>
                <w:lang w:val="en-US"/>
              </w:rPr>
              <w:t>線上</w:t>
            </w:r>
            <w:r w:rsidR="006627BD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授</w:t>
            </w:r>
            <w:r w:rsidR="00590F8B" w:rsidRPr="00EE3C95">
              <w:rPr>
                <w:rFonts w:ascii="Meiryo UI" w:eastAsia="Meiryo UI" w:hAnsi="Meiryo UI" w:cs="Meiryo UI"/>
                <w:sz w:val="16"/>
                <w:szCs w:val="18"/>
                <w:lang w:val="en-US"/>
              </w:rPr>
              <w:t>課</w:t>
            </w:r>
            <w:r w:rsidR="004661BF"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（夜間日語課程限定）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E30525" w14:textId="55C81D1B" w:rsidR="00291D2A" w:rsidRPr="00EE3C95" w:rsidRDefault="00291D2A" w:rsidP="00590F8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 w:eastAsia="zh-TW"/>
              </w:rPr>
            </w:pPr>
          </w:p>
        </w:tc>
      </w:tr>
      <w:tr w:rsidR="00EE3C95" w:rsidRPr="00EE3C95" w14:paraId="0FA4E027" w14:textId="77777777" w:rsidTr="00802555">
        <w:trPr>
          <w:trHeight w:val="397"/>
        </w:trPr>
        <w:tc>
          <w:tcPr>
            <w:tcW w:w="10600" w:type="dxa"/>
            <w:gridSpan w:val="3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74F263A" w14:textId="452C42FC" w:rsidR="00D2354B" w:rsidRPr="00EE3C95" w:rsidRDefault="00401046" w:rsidP="00A2486E">
            <w:pPr>
              <w:tabs>
                <w:tab w:val="left" w:pos="2432"/>
              </w:tabs>
              <w:adjustRightInd w:val="0"/>
              <w:snapToGrid w:val="0"/>
              <w:rPr>
                <w:rFonts w:ascii="Meiryo UI" w:eastAsia="Meiryo UI" w:hAnsi="Meiryo UI" w:cs="Meiryo UI"/>
                <w:sz w:val="14"/>
                <w:szCs w:val="14"/>
                <w:lang w:val="en-US" w:eastAsia="zh-TW"/>
              </w:rPr>
            </w:pPr>
            <w:proofErr w:type="gramStart"/>
            <w:r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 w:eastAsia="zh-TW"/>
              </w:rPr>
              <w:t>僅限</w:t>
            </w:r>
            <w:r w:rsidR="001C51FB"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 w:eastAsia="zh-TW"/>
              </w:rPr>
              <w:t>持打工</w:t>
            </w:r>
            <w:proofErr w:type="gramEnd"/>
            <w:r w:rsidR="001C51FB"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 w:eastAsia="zh-TW"/>
              </w:rPr>
              <w:t>度假簽證來日本</w:t>
            </w:r>
            <w:r w:rsidR="00D2354B"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 w:eastAsia="zh-TW"/>
              </w:rPr>
              <w:t>或持中長期在留資格，</w:t>
            </w:r>
            <w:r w:rsidR="001C51FB"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 w:eastAsia="zh-TW"/>
              </w:rPr>
              <w:t>並報名6個月以上課程者，</w:t>
            </w:r>
          </w:p>
          <w:p w14:paraId="7DCCF488" w14:textId="74D29697" w:rsidR="00A0363A" w:rsidRPr="00EE3C95" w:rsidRDefault="00401046" w:rsidP="00401046">
            <w:pPr>
              <w:tabs>
                <w:tab w:val="left" w:pos="2432"/>
              </w:tabs>
              <w:adjustRightInd w:val="0"/>
              <w:snapToGrid w:val="0"/>
              <w:rPr>
                <w:rFonts w:ascii="Meiryo UI" w:eastAsia="Meiryo UI" w:hAnsi="Meiryo UI" w:cs="Meiryo UI"/>
                <w:sz w:val="14"/>
                <w:szCs w:val="14"/>
                <w:lang w:val="en-US" w:eastAsia="zh-TW"/>
              </w:rPr>
            </w:pPr>
            <w:r w:rsidRPr="00EE3C95">
              <w:rPr>
                <w:rFonts w:ascii="Meiryo UI" w:eastAsia="Meiryo UI" w:hAnsi="Meiryo UI" w:cs="Meiryo UI"/>
                <w:sz w:val="14"/>
                <w:szCs w:val="14"/>
                <w:lang w:val="en-US" w:eastAsia="zh-TW"/>
              </w:rPr>
              <w:t>*1</w:t>
            </w:r>
            <w:r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 w:eastAsia="zh-TW"/>
              </w:rPr>
              <w:t>如報名短期商務日語課程，</w:t>
            </w:r>
            <w:r w:rsidR="001C51FB"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 w:eastAsia="zh-TW"/>
              </w:rPr>
              <w:t>可免費享有</w:t>
            </w:r>
            <w:r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 w:eastAsia="zh-TW"/>
              </w:rPr>
              <w:t>專任</w:t>
            </w:r>
            <w:r w:rsidR="001C51FB"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 w:eastAsia="zh-TW"/>
              </w:rPr>
              <w:t>就職指導顧問提供的就職相關輔導</w:t>
            </w:r>
            <w:r w:rsidR="00A0363A"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 w:eastAsia="zh-TW"/>
              </w:rPr>
              <w:t>。</w:t>
            </w:r>
          </w:p>
          <w:p w14:paraId="3E94D49E" w14:textId="0C9A9735" w:rsidR="00A0363A" w:rsidRPr="00EE3C95" w:rsidRDefault="00A0363A" w:rsidP="00A2486E">
            <w:pPr>
              <w:tabs>
                <w:tab w:val="left" w:pos="2432"/>
              </w:tabs>
              <w:adjustRightInd w:val="0"/>
              <w:snapToGrid w:val="0"/>
              <w:rPr>
                <w:rFonts w:ascii="Meiryo UI" w:eastAsia="Meiryo UI" w:hAnsi="Meiryo UI" w:cs="Meiryo UI"/>
                <w:sz w:val="14"/>
                <w:szCs w:val="14"/>
                <w:lang w:val="en-US"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 w:eastAsia="zh-TW"/>
              </w:rPr>
              <w:t>*</w:t>
            </w:r>
            <w:r w:rsidRPr="00EE3C95">
              <w:rPr>
                <w:rFonts w:ascii="Meiryo UI" w:eastAsia="Meiryo UI" w:hAnsi="Meiryo UI" w:cs="Meiryo UI"/>
                <w:sz w:val="14"/>
                <w:szCs w:val="14"/>
                <w:lang w:val="en-US" w:eastAsia="zh-TW"/>
              </w:rPr>
              <w:t>2</w:t>
            </w:r>
            <w:r w:rsidR="00401046"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 w:eastAsia="zh-TW"/>
              </w:rPr>
              <w:t>如報名</w:t>
            </w:r>
            <w:r w:rsidR="00CD6124"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 w:eastAsia="zh-TW"/>
              </w:rPr>
              <w:t>夜間日語課程</w:t>
            </w:r>
            <w:r w:rsidR="00401046"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 w:eastAsia="zh-TW"/>
              </w:rPr>
              <w:t>，</w:t>
            </w:r>
            <w:r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 w:eastAsia="zh-TW"/>
              </w:rPr>
              <w:t>可享</w:t>
            </w:r>
            <w:r w:rsidR="00055B64"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 w:eastAsia="zh-TW"/>
              </w:rPr>
              <w:t>有打工</w:t>
            </w:r>
            <w:r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 w:eastAsia="zh-TW"/>
              </w:rPr>
              <w:t>介紹、課外特別</w:t>
            </w:r>
            <w:r w:rsidR="00055B64"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 w:eastAsia="zh-TW"/>
              </w:rPr>
              <w:t>講座</w:t>
            </w:r>
            <w:r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 w:eastAsia="zh-TW"/>
              </w:rPr>
              <w:t>、協助參加企業説明</w:t>
            </w:r>
            <w:r w:rsidR="00055B64"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 w:eastAsia="zh-TW"/>
              </w:rPr>
              <w:t>會</w:t>
            </w:r>
            <w:r w:rsidR="00401046"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 w:eastAsia="zh-TW"/>
              </w:rPr>
              <w:t>的服務</w:t>
            </w:r>
            <w:r w:rsidR="00055B64"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 w:eastAsia="zh-TW"/>
              </w:rPr>
              <w:t>。</w:t>
            </w:r>
          </w:p>
          <w:p w14:paraId="284C3BF5" w14:textId="600875EF" w:rsidR="00123217" w:rsidRPr="00EE3C95" w:rsidRDefault="00123217" w:rsidP="00E85E53">
            <w:pPr>
              <w:tabs>
                <w:tab w:val="left" w:pos="2432"/>
              </w:tabs>
              <w:adjustRightInd w:val="0"/>
              <w:snapToGrid w:val="0"/>
              <w:spacing w:line="360" w:lineRule="exact"/>
              <w:rPr>
                <w:rFonts w:ascii="Meiryo UI" w:eastAsia="Meiryo UI" w:hAnsi="Meiryo UI" w:cs="Meiryo UI"/>
                <w:b/>
                <w:sz w:val="22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b/>
                <w:sz w:val="22"/>
                <w:lang w:val="en-US"/>
              </w:rPr>
              <w:t>住宿及接機安排</w:t>
            </w:r>
          </w:p>
        </w:tc>
      </w:tr>
      <w:tr w:rsidR="00EE3C95" w:rsidRPr="00EE3C95" w14:paraId="6EBE0314" w14:textId="77777777" w:rsidTr="00EE3C95">
        <w:trPr>
          <w:trHeight w:val="249"/>
        </w:trPr>
        <w:tc>
          <w:tcPr>
            <w:tcW w:w="345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7E9D8" w14:textId="77777777" w:rsidR="00123217" w:rsidRPr="00EE3C95" w:rsidRDefault="00123217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6"/>
                <w:lang w:val="en-US"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你需要住宿的安排嗎</w:t>
            </w:r>
            <w:r w:rsidRPr="00EE3C95">
              <w:rPr>
                <w:rFonts w:ascii="Meiryo UI" w:eastAsia="Meiryo UI" w:hAnsi="Meiryo UI" w:cs="Meiryo UI"/>
                <w:sz w:val="16"/>
                <w:szCs w:val="16"/>
                <w:lang w:val="en-US" w:eastAsia="zh-TW"/>
              </w:rPr>
              <w:t>？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sdt>
            <w:sdtPr>
              <w:rPr>
                <w:rFonts w:ascii="Meiryo UI" w:eastAsia="Meiryo UI" w:hAnsi="Meiryo UI" w:cs="Meiryo UI" w:hint="eastAsia"/>
                <w:sz w:val="16"/>
                <w:szCs w:val="16"/>
                <w:lang w:val="en-US"/>
              </w:rPr>
              <w:id w:val="-10260936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312EDB7" w14:textId="77777777" w:rsidR="00123217" w:rsidRPr="00EE3C95" w:rsidRDefault="00123217" w:rsidP="00EA19CB">
                <w:pPr>
                  <w:tabs>
                    <w:tab w:val="left" w:pos="2432"/>
                  </w:tabs>
                  <w:rPr>
                    <w:rFonts w:ascii="Meiryo UI" w:eastAsia="Meiryo UI" w:hAnsi="Meiryo UI" w:cs="Meiryo UI"/>
                    <w:sz w:val="16"/>
                    <w:szCs w:val="16"/>
                    <w:lang w:val="en-US"/>
                  </w:rPr>
                </w:pPr>
                <w:r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val="en-US"/>
                  </w:rPr>
                  <w:t>☐</w:t>
                </w:r>
              </w:p>
            </w:sdtContent>
          </w:sdt>
        </w:tc>
        <w:tc>
          <w:tcPr>
            <w:tcW w:w="2654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836750D" w14:textId="77777777" w:rsidR="00123217" w:rsidRPr="00EE3C95" w:rsidRDefault="00123217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6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/>
              </w:rPr>
              <w:t>需要</w:t>
            </w: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Meiryo UI" w:eastAsia="Meiryo UI" w:hAnsi="Meiryo UI" w:cs="Meiryo UI" w:hint="eastAsia"/>
                <w:sz w:val="16"/>
                <w:szCs w:val="16"/>
                <w:lang w:val="en-US"/>
              </w:rPr>
              <w:id w:val="7331214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C3538F4" w14:textId="77777777" w:rsidR="00123217" w:rsidRPr="00EE3C95" w:rsidRDefault="00123217" w:rsidP="00EA19CB">
                <w:pPr>
                  <w:tabs>
                    <w:tab w:val="left" w:pos="2432"/>
                  </w:tabs>
                  <w:rPr>
                    <w:rFonts w:ascii="Meiryo UI" w:eastAsia="Meiryo UI" w:hAnsi="Meiryo UI" w:cs="Meiryo UI"/>
                    <w:sz w:val="16"/>
                    <w:szCs w:val="16"/>
                    <w:lang w:val="en-US"/>
                  </w:rPr>
                </w:pPr>
                <w:r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val="en-US"/>
                  </w:rPr>
                  <w:t>☐</w:t>
                </w:r>
              </w:p>
            </w:sdtContent>
          </w:sdt>
        </w:tc>
        <w:tc>
          <w:tcPr>
            <w:tcW w:w="3640" w:type="dxa"/>
            <w:gridSpan w:val="10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D6E28D" w14:textId="77777777" w:rsidR="00123217" w:rsidRPr="00EE3C95" w:rsidRDefault="00123217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6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/>
              </w:rPr>
              <w:t>不需要</w:t>
            </w:r>
          </w:p>
        </w:tc>
      </w:tr>
      <w:tr w:rsidR="00EE3C95" w:rsidRPr="00EE3C95" w14:paraId="53BFDBFB" w14:textId="77777777" w:rsidTr="00EE3C95">
        <w:trPr>
          <w:trHeight w:val="146"/>
        </w:trPr>
        <w:tc>
          <w:tcPr>
            <w:tcW w:w="3456" w:type="dxa"/>
            <w:gridSpan w:val="8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F787" w14:textId="77777777" w:rsidR="00AB7CB2" w:rsidRPr="00EE3C95" w:rsidRDefault="00AB7CB2" w:rsidP="00960136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6"/>
                <w:lang w:val="en-US"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/>
              </w:rPr>
              <w:t>希望安排的住宿種類?</w:t>
            </w:r>
            <w:r w:rsidRPr="00EE3C95">
              <w:rPr>
                <w:rFonts w:ascii="Meiryo UI" w:eastAsia="Meiryo UI" w:hAnsi="Meiryo UI" w:cs="Meiryo UI"/>
                <w:sz w:val="16"/>
                <w:szCs w:val="16"/>
                <w:lang w:val="en-US" w:eastAsia="zh-TW"/>
              </w:rPr>
              <w:br/>
            </w:r>
            <w:r w:rsidRPr="00EE3C95">
              <w:rPr>
                <w:rFonts w:ascii="Meiryo UI" w:eastAsia="Meiryo UI" w:hAnsi="Meiryo UI" w:cs="Meiryo UI" w:hint="eastAsia"/>
                <w:b/>
                <w:sz w:val="16"/>
                <w:szCs w:val="16"/>
                <w:lang w:val="en-US" w:eastAsia="zh-TW"/>
              </w:rPr>
              <w:t>(安排以房型為優先;無法指定宿舎)</w:t>
            </w:r>
          </w:p>
        </w:tc>
        <w:tc>
          <w:tcPr>
            <w:tcW w:w="7144" w:type="dxa"/>
            <w:gridSpan w:val="2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02B3FE" w14:textId="2D1AC7BF" w:rsidR="00AB7CB2" w:rsidRPr="00EE3C95" w:rsidRDefault="00AB7CB2" w:rsidP="005C2ECE">
            <w:pPr>
              <w:tabs>
                <w:tab w:val="left" w:pos="2432"/>
              </w:tabs>
              <w:rPr>
                <w:rFonts w:ascii="Meiryo UI" w:hAnsi="Meiryo UI" w:cs="Meiryo UI"/>
                <w:sz w:val="16"/>
                <w:szCs w:val="16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□</w:t>
            </w:r>
            <w:r w:rsidRPr="00EE3C95">
              <w:rPr>
                <w:rFonts w:ascii="Meiryo UI" w:hAnsi="Meiryo UI" w:cs="Meiryo UI" w:hint="eastAsia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週</w:t>
            </w:r>
            <w:proofErr w:type="gramEnd"/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 xml:space="preserve">租公寓（□單人套房 □雙人套房 / </w:t>
            </w:r>
            <w:r w:rsidR="00D3169D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□吸</w:t>
            </w:r>
            <w:r w:rsidR="008125CC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菸</w:t>
            </w:r>
            <w:r w:rsidR="00D3169D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、</w:t>
            </w:r>
            <w:r w:rsidR="008125CC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禁</w:t>
            </w:r>
            <w:proofErr w:type="gramStart"/>
            <w:r w:rsidR="008125CC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菸</w:t>
            </w:r>
            <w:proofErr w:type="gramEnd"/>
            <w:r w:rsidR="00D3169D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皆可 □</w:t>
            </w:r>
            <w:r w:rsidR="008125CC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吸菸</w:t>
            </w:r>
            <w:r w:rsidR="00D3169D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套房 □</w:t>
            </w:r>
            <w:r w:rsidR="008125CC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禁</w:t>
            </w:r>
            <w:proofErr w:type="gramStart"/>
            <w:r w:rsidR="008125CC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菸</w:t>
            </w:r>
            <w:proofErr w:type="gramEnd"/>
            <w:r w:rsidR="00D3169D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套房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 xml:space="preserve">）　</w:t>
            </w:r>
          </w:p>
        </w:tc>
      </w:tr>
      <w:tr w:rsidR="00EE3C95" w:rsidRPr="00EE3C95" w14:paraId="2A01194D" w14:textId="77777777" w:rsidTr="00EE3C95">
        <w:trPr>
          <w:trHeight w:val="146"/>
        </w:trPr>
        <w:tc>
          <w:tcPr>
            <w:tcW w:w="3456" w:type="dxa"/>
            <w:gridSpan w:val="8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56311" w14:textId="77777777" w:rsidR="00AB7CB2" w:rsidRPr="00EE3C95" w:rsidRDefault="00AB7CB2" w:rsidP="00960136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6"/>
                <w:lang w:val="en-US"/>
              </w:rPr>
            </w:pPr>
          </w:p>
        </w:tc>
        <w:tc>
          <w:tcPr>
            <w:tcW w:w="7144" w:type="dxa"/>
            <w:gridSpan w:val="2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866C99" w14:textId="26C98964" w:rsidR="00AB7CB2" w:rsidRPr="00EE3C95" w:rsidRDefault="00AB7CB2" w:rsidP="002A407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6"/>
                <w:lang w:val="en-US"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□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/>
              </w:rPr>
              <w:t xml:space="preserve"> 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學生宿舎（□單人套房 □雙人套房</w:t>
            </w:r>
            <w:r w:rsidR="00D3169D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/>
              </w:rPr>
              <w:t xml:space="preserve"> </w:t>
            </w:r>
            <w:r w:rsidR="00D3169D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□三人套房</w:t>
            </w:r>
            <w:r w:rsidR="00D3169D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/>
              </w:rPr>
              <w:t xml:space="preserve"> </w:t>
            </w:r>
            <w:r w:rsidR="00D3169D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□</w:t>
            </w:r>
            <w:r w:rsidR="00D3169D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/>
              </w:rPr>
              <w:t>四人套房</w:t>
            </w:r>
            <w:r w:rsidR="00D3169D"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/>
              </w:rPr>
              <w:t xml:space="preserve"> </w:t>
            </w:r>
            <w:r w:rsidR="00D3169D"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 w:eastAsia="zh-TW"/>
              </w:rPr>
              <w:t>*</w:t>
            </w:r>
            <w:r w:rsidR="00617C2D"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 w:eastAsia="zh-TW"/>
              </w:rPr>
              <w:t>三人、</w:t>
            </w:r>
            <w:r w:rsidR="00D3169D" w:rsidRPr="00EE3C95">
              <w:rPr>
                <w:rFonts w:ascii="Meiryo UI" w:eastAsia="Meiryo UI" w:hAnsi="Meiryo UI" w:cs="Meiryo UI" w:hint="eastAsia"/>
                <w:sz w:val="14"/>
                <w:szCs w:val="14"/>
                <w:lang w:val="en-US"/>
              </w:rPr>
              <w:t>四人套房僅限長野校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）</w:t>
            </w:r>
          </w:p>
        </w:tc>
      </w:tr>
      <w:tr w:rsidR="00EE3C95" w:rsidRPr="00EE3C95" w14:paraId="063491D0" w14:textId="77777777" w:rsidTr="00EE3C95">
        <w:trPr>
          <w:trHeight w:val="146"/>
        </w:trPr>
        <w:tc>
          <w:tcPr>
            <w:tcW w:w="3456" w:type="dxa"/>
            <w:gridSpan w:val="8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47239" w14:textId="77777777" w:rsidR="00AB7CB2" w:rsidRPr="00EE3C95" w:rsidRDefault="00AB7CB2" w:rsidP="00960136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6"/>
                <w:lang w:val="en-US"/>
              </w:rPr>
            </w:pPr>
          </w:p>
        </w:tc>
        <w:tc>
          <w:tcPr>
            <w:tcW w:w="7144" w:type="dxa"/>
            <w:gridSpan w:val="2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0EA09E" w14:textId="02C24207" w:rsidR="00AB7CB2" w:rsidRPr="00EE3C95" w:rsidRDefault="00AB7CB2" w:rsidP="002A407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6"/>
                <w:lang w:val="en-US"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 xml:space="preserve">□ 合租公寓（□單人套房 □雙人套房） </w:t>
            </w:r>
            <w:r w:rsidR="00D3169D" w:rsidRPr="00EE3C95">
              <w:rPr>
                <w:rFonts w:ascii="Meiryo UI" w:hAnsi="Meiryo UI" w:cs="Meiryo UI" w:hint="eastAsia"/>
                <w:sz w:val="16"/>
                <w:szCs w:val="16"/>
                <w:lang w:val="en-US"/>
              </w:rPr>
              <w:t xml:space="preserve"> 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 xml:space="preserve">  </w:t>
            </w:r>
            <w:r w:rsidR="00D3169D" w:rsidRPr="00EE3C95">
              <w:rPr>
                <w:rFonts w:ascii="Meiryo UI" w:hAnsi="Meiryo UI" w:cs="Meiryo UI" w:hint="eastAsia"/>
                <w:sz w:val="16"/>
                <w:szCs w:val="16"/>
                <w:lang w:val="en-US"/>
              </w:rPr>
              <w:t xml:space="preserve"> 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□</w:t>
            </w:r>
            <w:r w:rsidR="00D3169D" w:rsidRPr="00EE3C95">
              <w:rPr>
                <w:rFonts w:ascii="Meiryo UI" w:hAnsi="Meiryo UI" w:cs="Meiryo UI" w:hint="eastAsia"/>
                <w:sz w:val="16"/>
                <w:szCs w:val="16"/>
                <w:lang w:val="en-US"/>
              </w:rPr>
              <w:t xml:space="preserve"> 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寄宿家庭</w:t>
            </w:r>
          </w:p>
        </w:tc>
      </w:tr>
      <w:tr w:rsidR="00EE3C95" w:rsidRPr="00EE3C95" w14:paraId="62223FFD" w14:textId="77777777" w:rsidTr="00EE3C95">
        <w:trPr>
          <w:trHeight w:val="291"/>
        </w:trPr>
        <w:tc>
          <w:tcPr>
            <w:tcW w:w="3456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71BAE" w14:textId="6FD7D714" w:rsidR="00123217" w:rsidRPr="00EE3C95" w:rsidRDefault="00123217" w:rsidP="00960136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6"/>
                <w:lang w:val="en-US"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/>
              </w:rPr>
              <w:t>若填寫「不需要」</w:t>
            </w:r>
            <w:r w:rsidR="00166281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/>
              </w:rPr>
              <w:t>者，請填寫預定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/>
              </w:rPr>
              <w:t>住宿</w:t>
            </w:r>
            <w:r w:rsidR="00166281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/>
              </w:rPr>
              <w:t>資訊</w:t>
            </w:r>
            <w:r w:rsidR="002F2170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:</w:t>
            </w:r>
          </w:p>
        </w:tc>
        <w:tc>
          <w:tcPr>
            <w:tcW w:w="7144" w:type="dxa"/>
            <w:gridSpan w:val="2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9DA07A" w14:textId="450A8CCB" w:rsidR="00123217" w:rsidRPr="00EE3C95" w:rsidRDefault="00123217" w:rsidP="009012F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6"/>
                <w:lang w:val="en-US" w:eastAsia="ja-JP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ja-JP"/>
              </w:rPr>
              <w:t>□</w:t>
            </w:r>
            <w:r w:rsidR="00D3169D" w:rsidRPr="00EE3C95">
              <w:rPr>
                <w:rFonts w:ascii="Meiryo UI" w:hAnsi="Meiryo UI" w:cs="Meiryo UI" w:hint="eastAsia"/>
                <w:sz w:val="16"/>
                <w:szCs w:val="16"/>
                <w:lang w:val="en-US" w:eastAsia="ja-JP"/>
              </w:rPr>
              <w:t xml:space="preserve"> 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ja-JP"/>
              </w:rPr>
              <w:t>飯店　　　　　□</w:t>
            </w:r>
            <w:r w:rsidR="00D3169D" w:rsidRPr="00EE3C95">
              <w:rPr>
                <w:rFonts w:ascii="Meiryo UI" w:hAnsi="Meiryo UI" w:cs="Meiryo UI" w:hint="eastAsia"/>
                <w:sz w:val="16"/>
                <w:szCs w:val="16"/>
                <w:lang w:val="en-US" w:eastAsia="ja-JP"/>
              </w:rPr>
              <w:t xml:space="preserve"> 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ja-JP"/>
              </w:rPr>
              <w:t xml:space="preserve">朋友・熟人的住所　　</w:t>
            </w:r>
            <w:r w:rsidR="00166281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ja-JP"/>
              </w:rPr>
              <w:t xml:space="preserve">　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ja-JP"/>
              </w:rPr>
              <w:t>□</w:t>
            </w:r>
            <w:r w:rsidR="00D3169D" w:rsidRPr="00EE3C95">
              <w:rPr>
                <w:rFonts w:ascii="Meiryo UI" w:hAnsi="Meiryo UI" w:cs="Meiryo UI" w:hint="eastAsia"/>
                <w:sz w:val="16"/>
                <w:szCs w:val="16"/>
                <w:lang w:val="en-US" w:eastAsia="ja-JP"/>
              </w:rPr>
              <w:t xml:space="preserve"> 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>其他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ja-JP"/>
              </w:rPr>
              <w:t>（　　　　　　　　　　　　　　　　）</w:t>
            </w:r>
          </w:p>
        </w:tc>
      </w:tr>
      <w:tr w:rsidR="00EE3C95" w:rsidRPr="00EE3C95" w14:paraId="571F74F4" w14:textId="77777777" w:rsidTr="00802555">
        <w:trPr>
          <w:trHeight w:val="291"/>
        </w:trPr>
        <w:tc>
          <w:tcPr>
            <w:tcW w:w="6425" w:type="dxa"/>
            <w:gridSpan w:val="20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DAB52" w14:textId="77777777" w:rsidR="00123217" w:rsidRPr="00EE3C95" w:rsidRDefault="00123217" w:rsidP="00981165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6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/>
              </w:rPr>
              <w:t>入住日期</w:t>
            </w:r>
            <w:r w:rsidRPr="00EE3C95">
              <w:rPr>
                <w:rFonts w:ascii="Meiryo UI" w:eastAsia="Meiryo UI" w:hAnsi="Meiryo UI" w:cs="Meiryo UI"/>
                <w:sz w:val="16"/>
                <w:szCs w:val="16"/>
                <w:lang w:val="en-US"/>
              </w:rPr>
              <w:t xml:space="preserve">: </w:t>
            </w: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val="en-US"/>
                </w:rPr>
                <w:id w:val="1695805761"/>
                <w:date>
                  <w:dateFormat w:val="yyyy/MM/dd"/>
                  <w:lid w:val="ja-JP"/>
                  <w:storeMappedDataAs w:val="dateTime"/>
                  <w:calendar w:val="japan"/>
                </w:date>
              </w:sdtPr>
              <w:sdtContent>
                <w:r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val="en-US"/>
                  </w:rPr>
                  <w:t xml:space="preserve">  　　　　　　 /年　 　　　　/月 　 　　　/日</w:t>
                </w:r>
              </w:sdtContent>
            </w:sdt>
            <w:r w:rsidRPr="00EE3C95">
              <w:rPr>
                <w:rFonts w:ascii="Meiryo UI" w:eastAsia="Meiryo UI" w:hAnsi="Meiryo UI" w:cs="Meiryo UI"/>
                <w:sz w:val="16"/>
                <w:szCs w:val="16"/>
                <w:lang w:val="en-US"/>
              </w:rPr>
              <w:t xml:space="preserve">          </w:t>
            </w:r>
          </w:p>
        </w:tc>
        <w:tc>
          <w:tcPr>
            <w:tcW w:w="4175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A23D88" w14:textId="77777777" w:rsidR="00123217" w:rsidRPr="00EE3C95" w:rsidRDefault="00123217" w:rsidP="00F256F4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6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/>
              </w:rPr>
              <w:t>退房日期</w:t>
            </w:r>
            <w:r w:rsidRPr="00EE3C95">
              <w:rPr>
                <w:rFonts w:ascii="Meiryo UI" w:eastAsia="Meiryo UI" w:hAnsi="Meiryo UI" w:cs="Meiryo UI"/>
                <w:sz w:val="16"/>
                <w:szCs w:val="16"/>
                <w:lang w:val="en-US"/>
              </w:rPr>
              <w:t xml:space="preserve">: </w:t>
            </w: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val="en-US"/>
                </w:rPr>
                <w:id w:val="-1538957866"/>
                <w:date>
                  <w:dateFormat w:val="yyyy/MM/dd"/>
                  <w:lid w:val="ja-JP"/>
                  <w:storeMappedDataAs w:val="dateTime"/>
                  <w:calendar w:val="japan"/>
                </w:date>
              </w:sdtPr>
              <w:sdtContent/>
            </w:sdt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/>
              </w:rPr>
              <w:t xml:space="preserve">  　　　　　　/年　 　　　　/月  　　　　/日</w:t>
            </w:r>
            <w:r w:rsidRPr="00EE3C95">
              <w:rPr>
                <w:rFonts w:ascii="Meiryo UI" w:eastAsia="Meiryo UI" w:hAnsi="Meiryo UI" w:cs="Meiryo UI"/>
                <w:sz w:val="16"/>
                <w:szCs w:val="16"/>
                <w:lang w:val="en-US"/>
              </w:rPr>
              <w:t xml:space="preserve">      </w:t>
            </w:r>
          </w:p>
        </w:tc>
      </w:tr>
      <w:tr w:rsidR="00EE3C95" w:rsidRPr="00EE3C95" w14:paraId="0382460D" w14:textId="77777777" w:rsidTr="00802555">
        <w:trPr>
          <w:trHeight w:val="280"/>
        </w:trPr>
        <w:tc>
          <w:tcPr>
            <w:tcW w:w="902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D699B7" w14:textId="6247997A" w:rsidR="00123217" w:rsidRPr="00EE3C95" w:rsidRDefault="00123217" w:rsidP="0062137F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6"/>
                <w:lang w:val="en-US" w:eastAsia="ja-JP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/>
              </w:rPr>
              <w:t>抵達機場</w:t>
            </w:r>
            <w:r w:rsidR="002F2170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ja-JP"/>
              </w:rPr>
              <w:t>:</w:t>
            </w:r>
          </w:p>
        </w:tc>
        <w:tc>
          <w:tcPr>
            <w:tcW w:w="9698" w:type="dxa"/>
            <w:gridSpan w:val="31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D402F4" w14:textId="4139D219" w:rsidR="00123217" w:rsidRPr="00EE3C95" w:rsidRDefault="00123217" w:rsidP="00BE6B00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6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 xml:space="preserve">  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val="en-US" w:eastAsia="zh-TW"/>
                </w:rPr>
                <w:id w:val="-1057009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val="en-US" w:eastAsia="zh-TW"/>
                  </w:rPr>
                  <w:t>☐</w:t>
                </w:r>
              </w:sdtContent>
            </w:sdt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 xml:space="preserve">  成田機場(NRT)</w:t>
            </w:r>
            <w:r w:rsidR="00F66723" w:rsidRPr="00EE3C95">
              <w:rPr>
                <w:rFonts w:ascii="Meiryo UI" w:eastAsia="Meiryo UI" w:hAnsi="Meiryo UI" w:cs="Meiryo UI"/>
                <w:sz w:val="16"/>
                <w:szCs w:val="16"/>
                <w:lang w:val="en-US" w:eastAsia="zh-TW"/>
              </w:rPr>
              <w:t xml:space="preserve">               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 xml:space="preserve">　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val="en-US" w:eastAsia="zh-TW"/>
                </w:rPr>
                <w:id w:val="-1538890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val="en-US" w:eastAsia="zh-TW"/>
                  </w:rPr>
                  <w:t>☐</w:t>
                </w:r>
              </w:sdtContent>
            </w:sdt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 xml:space="preserve">  羽田機場(HND)</w:t>
            </w:r>
            <w:r w:rsidR="00F66723" w:rsidRPr="00EE3C95">
              <w:rPr>
                <w:rFonts w:ascii="Meiryo UI" w:eastAsia="Meiryo UI" w:hAnsi="Meiryo UI" w:cs="Meiryo UI"/>
                <w:sz w:val="16"/>
                <w:szCs w:val="16"/>
                <w:lang w:val="en-US" w:eastAsia="zh-TW"/>
              </w:rPr>
              <w:t xml:space="preserve">               </w:t>
            </w:r>
            <w:r w:rsidR="00F66723"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 xml:space="preserve">　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val="en-US" w:eastAsia="zh-TW"/>
                </w:rPr>
                <w:id w:val="2035689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val="en-US" w:eastAsia="zh-TW"/>
                  </w:rPr>
                  <w:t>☐</w:t>
                </w:r>
              </w:sdtContent>
            </w:sdt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 xml:space="preserve">  關西國際機場(</w:t>
            </w:r>
            <w:r w:rsidRPr="00EE3C95"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  <w:t>KIX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>)</w:t>
            </w:r>
          </w:p>
        </w:tc>
      </w:tr>
      <w:tr w:rsidR="00EE3C95" w:rsidRPr="00EE3C95" w14:paraId="4BE6C9A1" w14:textId="77777777" w:rsidTr="00802555">
        <w:trPr>
          <w:trHeight w:val="280"/>
        </w:trPr>
        <w:tc>
          <w:tcPr>
            <w:tcW w:w="4441" w:type="dxa"/>
            <w:gridSpan w:val="13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C61A7E" w14:textId="77777777" w:rsidR="00123217" w:rsidRPr="00EE3C95" w:rsidRDefault="00123217" w:rsidP="0062137F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6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/>
              </w:rPr>
              <w:t>預定飛機航班編號</w:t>
            </w:r>
            <w:r w:rsidRPr="00EE3C95">
              <w:rPr>
                <w:rFonts w:ascii="Meiryo UI" w:eastAsia="Meiryo UI" w:hAnsi="Meiryo UI" w:cs="Meiryo UI"/>
                <w:sz w:val="16"/>
                <w:szCs w:val="16"/>
                <w:lang w:val="en-US"/>
              </w:rPr>
              <w:t>:</w:t>
            </w:r>
          </w:p>
        </w:tc>
        <w:tc>
          <w:tcPr>
            <w:tcW w:w="3825" w:type="dxa"/>
            <w:gridSpan w:val="11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32F56" w14:textId="77777777" w:rsidR="00123217" w:rsidRPr="00EE3C95" w:rsidRDefault="00123217" w:rsidP="009F37AC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6"/>
                <w:lang w:val="en-US"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/>
              </w:rPr>
              <w:t>抵達日期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 w:eastAsia="zh-TW"/>
              </w:rPr>
              <w:t xml:space="preserve">          /年　 　　　　/月  　　　　/日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val="en-US"/>
                </w:rPr>
                <w:id w:val="775447232"/>
                <w:showingPlcHdr/>
                <w:date>
                  <w:dateFormat w:val="yyyy/MM/dd"/>
                  <w:lid w:val="ja-JP"/>
                  <w:storeMappedDataAs w:val="dateTime"/>
                  <w:calendar w:val="japan"/>
                </w:date>
              </w:sdtPr>
              <w:sdtEndPr>
                <w:rPr>
                  <w:rFonts w:hint="default"/>
                </w:rPr>
              </w:sdtEndPr>
              <w:sdtContent>
                <w:r w:rsidRPr="00EE3C95">
                  <w:rPr>
                    <w:rFonts w:ascii="Meiryo UI" w:eastAsia="Meiryo UI" w:hAnsi="Meiryo UI" w:cs="Meiryo UI"/>
                    <w:sz w:val="16"/>
                    <w:szCs w:val="16"/>
                    <w:lang w:val="en-US" w:eastAsia="zh-TW"/>
                  </w:rPr>
                  <w:t xml:space="preserve">     </w:t>
                </w:r>
              </w:sdtContent>
            </w:sdt>
          </w:p>
        </w:tc>
        <w:tc>
          <w:tcPr>
            <w:tcW w:w="2334" w:type="dxa"/>
            <w:gridSpan w:val="8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6BCEBC" w14:textId="77777777" w:rsidR="00123217" w:rsidRPr="00EE3C95" w:rsidRDefault="00123217" w:rsidP="00FA2062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6"/>
                <w:lang w:val="en-US"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val="en-US"/>
              </w:rPr>
              <w:t>抵達時間</w:t>
            </w:r>
            <w:r w:rsidRPr="00EE3C95">
              <w:rPr>
                <w:rFonts w:ascii="Meiryo UI" w:eastAsia="Meiryo UI" w:hAnsi="Meiryo UI" w:cs="Meiryo UI"/>
                <w:sz w:val="16"/>
                <w:szCs w:val="16"/>
                <w:lang w:val="en-US" w:eastAsia="zh-TW"/>
              </w:rPr>
              <w:t>:</w:t>
            </w:r>
          </w:p>
        </w:tc>
      </w:tr>
      <w:tr w:rsidR="00EE3C95" w:rsidRPr="00EE3C95" w14:paraId="537B9558" w14:textId="77777777" w:rsidTr="00802555">
        <w:trPr>
          <w:trHeight w:val="1934"/>
        </w:trPr>
        <w:tc>
          <w:tcPr>
            <w:tcW w:w="10600" w:type="dxa"/>
            <w:gridSpan w:val="3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D1FC54" w14:textId="77777777" w:rsidR="00123217" w:rsidRPr="00EE3C95" w:rsidRDefault="00123217" w:rsidP="005F04E3">
            <w:pPr>
              <w:tabs>
                <w:tab w:val="left" w:pos="2432"/>
              </w:tabs>
              <w:spacing w:line="300" w:lineRule="exact"/>
              <w:rPr>
                <w:rFonts w:ascii="Meiryo UI" w:eastAsia="Meiryo UI" w:hAnsi="Meiryo UI" w:cs="Meiryo UI"/>
                <w:sz w:val="18"/>
                <w:szCs w:val="20"/>
                <w:lang w:val="en-US"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8"/>
                <w:szCs w:val="20"/>
                <w:lang w:val="en-US" w:eastAsia="zh-TW"/>
              </w:rPr>
              <w:t>您需要安排接機嗎？</w:t>
            </w:r>
          </w:p>
          <w:tbl>
            <w:tblPr>
              <w:tblW w:w="9264" w:type="dxa"/>
              <w:tblInd w:w="150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709"/>
              <w:gridCol w:w="2888"/>
              <w:gridCol w:w="1559"/>
              <w:gridCol w:w="4108"/>
            </w:tblGrid>
            <w:tr w:rsidR="00EE3C95" w:rsidRPr="00EE3C95" w14:paraId="2FFD31FF" w14:textId="77777777" w:rsidTr="003522BA">
              <w:trPr>
                <w:trHeight w:val="42"/>
              </w:trPr>
              <w:tc>
                <w:tcPr>
                  <w:tcW w:w="70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5CA105C" w14:textId="77777777" w:rsidR="00123217" w:rsidRPr="00EE3C95" w:rsidRDefault="00123217" w:rsidP="00DE115B">
                  <w:pPr>
                    <w:tabs>
                      <w:tab w:val="left" w:pos="2432"/>
                    </w:tabs>
                    <w:spacing w:line="200" w:lineRule="exact"/>
                    <w:jc w:val="center"/>
                    <w:rPr>
                      <w:rFonts w:ascii="Meiryo UI" w:eastAsia="Meiryo UI" w:hAnsi="Meiryo UI" w:cs="Meiryo UI"/>
                      <w:sz w:val="15"/>
                      <w:szCs w:val="15"/>
                      <w:lang w:val="en-US" w:eastAsia="zh-TW"/>
                    </w:rPr>
                  </w:pPr>
                  <w:r w:rsidRPr="00EE3C95">
                    <w:rPr>
                      <w:rFonts w:ascii="Meiryo UI" w:eastAsia="Meiryo UI" w:hAnsi="Meiryo UI" w:cs="Meiryo UI"/>
                      <w:noProof/>
                      <w:sz w:val="15"/>
                      <w:szCs w:val="15"/>
                      <w:lang w:val="en-US" w:eastAsia="ja-JP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16E70A79" wp14:editId="38898B37">
                            <wp:simplePos x="0" y="0"/>
                            <wp:positionH relativeFrom="column">
                              <wp:posOffset>-1067291</wp:posOffset>
                            </wp:positionH>
                            <wp:positionV relativeFrom="paragraph">
                              <wp:posOffset>71168</wp:posOffset>
                            </wp:positionV>
                            <wp:extent cx="966159" cy="1276709"/>
                            <wp:effectExtent l="0" t="0" r="0" b="0"/>
                            <wp:wrapNone/>
                            <wp:docPr id="1" name="Text Box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66159" cy="12767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7530E7E2" w14:textId="77777777" w:rsidR="00123217" w:rsidRPr="00C04F19" w:rsidRDefault="00000000" w:rsidP="00C04F19">
                                        <w:pPr>
                                          <w:rPr>
                                            <w:rFonts w:ascii="Meiryo UI" w:eastAsia="新細明體" w:hAnsi="Meiryo UI" w:cs="Meiryo UI"/>
                                            <w:sz w:val="16"/>
                                            <w:szCs w:val="16"/>
                                            <w:lang w:val="en-US" w:eastAsia="zh-TW"/>
                                          </w:rPr>
                                        </w:pPr>
                                        <w:sdt>
                                          <w:sdtPr>
                                            <w:rPr>
                                              <w:rFonts w:ascii="Meiryo UI" w:eastAsia="Meiryo UI" w:hAnsi="Meiryo UI" w:cs="Meiryo UI" w:hint="eastAsia"/>
                                              <w:sz w:val="16"/>
                                              <w:szCs w:val="16"/>
                                              <w:lang w:eastAsia="zh-TW"/>
                                            </w:rPr>
                                            <w:id w:val="-433051302"/>
                                            <w14:checkbox>
                                              <w14:checked w14:val="0"/>
                                              <w14:checkedState w14:val="2612" w14:font="MS Gothic"/>
                                              <w14:uncheckedState w14:val="2610" w14:font="MS Gothic"/>
                                            </w14:checkbox>
                                          </w:sdtPr>
                                          <w:sdtContent>
                                            <w:r w:rsidR="00123217" w:rsidRPr="00C04F19">
                                              <w:rPr>
                                                <w:rFonts w:ascii="Meiryo UI" w:eastAsia="Meiryo UI" w:hAnsi="Meiryo UI" w:cs="Meiryo UI" w:hint="eastAsia"/>
                                                <w:sz w:val="16"/>
                                                <w:szCs w:val="16"/>
                                                <w:lang w:eastAsia="zh-TW"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  <w:r w:rsidR="00123217" w:rsidRPr="00C04F19">
                                          <w:rPr>
                                            <w:rFonts w:ascii="Meiryo UI" w:eastAsia="新細明體" w:hAnsi="Meiryo UI" w:cs="Meiryo UI" w:hint="eastAsia"/>
                                            <w:sz w:val="16"/>
                                            <w:szCs w:val="16"/>
                                            <w:lang w:eastAsia="zh-TW"/>
                                          </w:rPr>
                                          <w:t xml:space="preserve"> </w:t>
                                        </w:r>
                                        <w:r w:rsidR="00123217" w:rsidRPr="00C04F19">
                                          <w:rPr>
                                            <w:rFonts w:ascii="Meiryo UI" w:eastAsia="Meiryo UI" w:hAnsi="Meiryo UI" w:cs="Meiryo UI" w:hint="eastAsia"/>
                                            <w:sz w:val="16"/>
                                            <w:szCs w:val="16"/>
                                            <w:lang w:val="en-US" w:eastAsia="zh-TW"/>
                                          </w:rPr>
                                          <w:t>不需要</w:t>
                                        </w:r>
                                      </w:p>
                                      <w:p w14:paraId="600D49EE" w14:textId="4A0E7D93" w:rsidR="00123217" w:rsidRPr="00DA6E43" w:rsidRDefault="00000000" w:rsidP="00C04F19">
                                        <w:pPr>
                                          <w:rPr>
                                            <w:rFonts w:ascii="Meiryo UI" w:eastAsia="新細明體" w:hAnsi="Meiryo UI" w:cs="Meiryo UI"/>
                                            <w:sz w:val="16"/>
                                            <w:szCs w:val="16"/>
                                            <w:lang w:val="en-US" w:eastAsia="zh-TW"/>
                                          </w:rPr>
                                        </w:pPr>
                                        <w:sdt>
                                          <w:sdtPr>
                                            <w:rPr>
                                              <w:rFonts w:ascii="Meiryo UI" w:eastAsia="Meiryo UI" w:hAnsi="Meiryo UI" w:cs="Meiryo UI" w:hint="eastAsia"/>
                                              <w:sz w:val="16"/>
                                              <w:szCs w:val="16"/>
                                              <w:lang w:val="en-US" w:eastAsia="zh-TW"/>
                                            </w:rPr>
                                            <w:id w:val="-1326590159"/>
                                            <w14:checkbox>
                                              <w14:checked w14:val="0"/>
                                              <w14:checkedState w14:val="2612" w14:font="MS Gothic"/>
                                              <w14:uncheckedState w14:val="2610" w14:font="MS Gothic"/>
                                            </w14:checkbox>
                                          </w:sdtPr>
                                          <w:sdtContent>
                                            <w:r w:rsidR="00123217" w:rsidRPr="00C04F19">
                                              <w:rPr>
                                                <w:rFonts w:ascii="Meiryo UI" w:eastAsia="Meiryo UI" w:hAnsi="Meiryo UI" w:cs="Meiryo UI" w:hint="eastAsia"/>
                                                <w:sz w:val="16"/>
                                                <w:szCs w:val="16"/>
                                                <w:lang w:val="en-US" w:eastAsia="zh-TW"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  <w:r w:rsidR="00123217" w:rsidRPr="00C04F19">
                                          <w:rPr>
                                            <w:rFonts w:ascii="Meiryo UI" w:eastAsia="新細明體" w:hAnsi="Meiryo UI" w:cs="Meiryo UI" w:hint="eastAsia"/>
                                            <w:sz w:val="16"/>
                                            <w:szCs w:val="16"/>
                                            <w:lang w:val="en-US" w:eastAsia="zh-TW"/>
                                          </w:rPr>
                                          <w:t xml:space="preserve"> </w:t>
                                        </w:r>
                                        <w:r w:rsidR="00123217" w:rsidRPr="00C04F19">
                                          <w:rPr>
                                            <w:rFonts w:ascii="Meiryo UI" w:eastAsia="Meiryo UI" w:hAnsi="Meiryo UI" w:cs="Meiryo UI" w:hint="eastAsia"/>
                                            <w:sz w:val="16"/>
                                            <w:szCs w:val="16"/>
                                            <w:lang w:val="en-US" w:eastAsia="zh-TW"/>
                                          </w:rPr>
                                          <w:t>安排單程接機</w:t>
                                        </w:r>
                                      </w:p>
                                      <w:p w14:paraId="78DA143D" w14:textId="77777777" w:rsidR="00123217" w:rsidRPr="00C42EF4" w:rsidRDefault="00123217" w:rsidP="00C04F19">
                                        <w:pPr>
                                          <w:rPr>
                                            <w:rFonts w:ascii="Meiryo UI" w:eastAsia="Meiryo UI" w:hAnsi="Meiryo UI" w:cs="Meiryo UI"/>
                                            <w:b/>
                                            <w:sz w:val="16"/>
                                            <w:szCs w:val="16"/>
                                            <w:lang w:eastAsia="zh-TW"/>
                                          </w:rPr>
                                        </w:pPr>
                                        <w:r w:rsidRPr="00C42EF4">
                                          <w:rPr>
                                            <w:rFonts w:ascii="Meiryo UI" w:eastAsia="Meiryo UI" w:hAnsi="Meiryo UI" w:cs="Meiryo UI" w:hint="eastAsia"/>
                                            <w:b/>
                                            <w:sz w:val="16"/>
                                            <w:szCs w:val="16"/>
                                            <w:lang w:eastAsia="zh-TW"/>
                                          </w:rPr>
                                          <w:t xml:space="preserve"> </w:t>
                                        </w:r>
                                        <w:r w:rsidRPr="00C42EF4">
                                          <w:rPr>
                                            <w:rFonts w:ascii="Meiryo UI" w:eastAsia="Meiryo UI" w:hAnsi="Meiryo UI" w:cs="Meiryo UI"/>
                                            <w:b/>
                                            <w:sz w:val="16"/>
                                            <w:szCs w:val="16"/>
                                            <w:lang w:eastAsia="zh-TW"/>
                                          </w:rPr>
                                          <w:t>(</w:t>
                                        </w:r>
                                        <w:r w:rsidRPr="00C42EF4">
                                          <w:rPr>
                                            <w:rFonts w:ascii="Meiryo UI" w:eastAsia="Meiryo UI" w:hAnsi="Meiryo UI" w:cs="Meiryo UI" w:hint="eastAsia"/>
                                            <w:b/>
                                            <w:sz w:val="16"/>
                                            <w:szCs w:val="16"/>
                                            <w:lang w:eastAsia="zh-TW"/>
                                          </w:rPr>
                                          <w:t>請選一個</w:t>
                                        </w:r>
                                        <w:r w:rsidRPr="00C42EF4">
                                          <w:rPr>
                                            <w:rFonts w:ascii="Meiryo UI" w:eastAsia="Meiryo UI" w:hAnsi="Meiryo UI" w:cs="Meiryo UI"/>
                                            <w:b/>
                                            <w:sz w:val="16"/>
                                            <w:szCs w:val="16"/>
                                            <w:lang w:eastAsia="zh-TW"/>
                                          </w:rPr>
                                          <w:t>→</w:t>
                                        </w:r>
                                        <w:r w:rsidRPr="00C42EF4">
                                          <w:rPr>
                                            <w:rFonts w:ascii="Meiryo UI" w:eastAsia="Meiryo UI" w:hAnsi="Meiryo UI" w:cs="Meiryo UI" w:hint="eastAsia"/>
                                            <w:b/>
                                            <w:sz w:val="16"/>
                                            <w:szCs w:val="16"/>
                                            <w:lang w:eastAsia="zh-TW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6E70A79" id="Text Box 6" o:spid="_x0000_s1027" type="#_x0000_t202" style="position:absolute;left:0;text-align:left;margin-left:-84.05pt;margin-top:5.6pt;width:76.1pt;height:100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" filled="f" stroked="f">
                            <v:textbox inset="5.85pt,.7pt,5.85pt,.7pt">
                              <w:txbxContent>
                                <w:p w14:paraId="7530E7E2" w14:textId="77777777" w:rsidR="00123217" w:rsidRPr="00C04F19" w:rsidRDefault="00000000" w:rsidP="00C04F19">
                                  <w:pPr>
                                    <w:rPr>
                                      <w:rFonts w:ascii="Meiryo UI" w:eastAsia="新細明體" w:hAnsi="Meiryo UI" w:cs="Meiryo UI"/>
                                      <w:sz w:val="16"/>
                                      <w:szCs w:val="16"/>
                                      <w:lang w:val="en-US" w:eastAsia="zh-TW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Meiryo UI" w:eastAsia="Meiryo UI" w:hAnsi="Meiryo UI" w:cs="Meiryo UI" w:hint="eastAsia"/>
                                        <w:sz w:val="16"/>
                                        <w:szCs w:val="16"/>
                                        <w:lang w:eastAsia="zh-TW"/>
                                      </w:rPr>
                                      <w:id w:val="-433051302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 w:rsidR="00123217" w:rsidRPr="00C04F19">
                                        <w:rPr>
                                          <w:rFonts w:ascii="Meiryo UI" w:eastAsia="Meiryo UI" w:hAnsi="Meiryo UI" w:cs="Meiryo UI" w:hint="eastAsia"/>
                                          <w:sz w:val="16"/>
                                          <w:szCs w:val="16"/>
                                          <w:lang w:eastAsia="zh-TW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23217" w:rsidRPr="00C04F19">
                                    <w:rPr>
                                      <w:rFonts w:ascii="Meiryo UI" w:eastAsia="新細明體" w:hAnsi="Meiryo UI" w:cs="Meiryo UI" w:hint="eastAsia"/>
                                      <w:sz w:val="16"/>
                                      <w:szCs w:val="16"/>
                                      <w:lang w:eastAsia="zh-TW"/>
                                    </w:rPr>
                                    <w:t xml:space="preserve"> </w:t>
                                  </w:r>
                                  <w:r w:rsidR="00123217" w:rsidRPr="00C04F19">
                                    <w:rPr>
                                      <w:rFonts w:ascii="Meiryo UI" w:eastAsia="Meiryo UI" w:hAnsi="Meiryo UI" w:cs="Meiryo UI" w:hint="eastAsia"/>
                                      <w:sz w:val="16"/>
                                      <w:szCs w:val="16"/>
                                      <w:lang w:val="en-US" w:eastAsia="zh-TW"/>
                                    </w:rPr>
                                    <w:t>不需要</w:t>
                                  </w:r>
                                </w:p>
                                <w:p w14:paraId="600D49EE" w14:textId="4A0E7D93" w:rsidR="00123217" w:rsidRPr="00DA6E43" w:rsidRDefault="00000000" w:rsidP="00C04F19">
                                  <w:pPr>
                                    <w:rPr>
                                      <w:rFonts w:ascii="Meiryo UI" w:eastAsia="新細明體" w:hAnsi="Meiryo UI" w:cs="Meiryo UI"/>
                                      <w:sz w:val="16"/>
                                      <w:szCs w:val="16"/>
                                      <w:lang w:val="en-US" w:eastAsia="zh-TW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Meiryo UI" w:eastAsia="Meiryo UI" w:hAnsi="Meiryo UI" w:cs="Meiryo UI" w:hint="eastAsia"/>
                                        <w:sz w:val="16"/>
                                        <w:szCs w:val="16"/>
                                        <w:lang w:val="en-US" w:eastAsia="zh-TW"/>
                                      </w:rPr>
                                      <w:id w:val="-1326590159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 w:rsidR="00123217" w:rsidRPr="00C04F19">
                                        <w:rPr>
                                          <w:rFonts w:ascii="Meiryo UI" w:eastAsia="Meiryo UI" w:hAnsi="Meiryo UI" w:cs="Meiryo UI" w:hint="eastAsia"/>
                                          <w:sz w:val="16"/>
                                          <w:szCs w:val="16"/>
                                          <w:lang w:val="en-US" w:eastAsia="zh-TW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23217" w:rsidRPr="00C04F19">
                                    <w:rPr>
                                      <w:rFonts w:ascii="Meiryo UI" w:eastAsia="新細明體" w:hAnsi="Meiryo UI" w:cs="Meiryo UI" w:hint="eastAsia"/>
                                      <w:sz w:val="16"/>
                                      <w:szCs w:val="16"/>
                                      <w:lang w:val="en-US" w:eastAsia="zh-TW"/>
                                    </w:rPr>
                                    <w:t xml:space="preserve"> </w:t>
                                  </w:r>
                                  <w:r w:rsidR="00123217" w:rsidRPr="00C04F19">
                                    <w:rPr>
                                      <w:rFonts w:ascii="Meiryo UI" w:eastAsia="Meiryo UI" w:hAnsi="Meiryo UI" w:cs="Meiryo UI" w:hint="eastAsia"/>
                                      <w:sz w:val="16"/>
                                      <w:szCs w:val="16"/>
                                      <w:lang w:val="en-US" w:eastAsia="zh-TW"/>
                                    </w:rPr>
                                    <w:t>安排單程接機</w:t>
                                  </w:r>
                                </w:p>
                                <w:p w14:paraId="78DA143D" w14:textId="77777777" w:rsidR="00123217" w:rsidRPr="00C42EF4" w:rsidRDefault="00123217" w:rsidP="00C04F19">
                                  <w:pPr>
                                    <w:rPr>
                                      <w:rFonts w:ascii="Meiryo UI" w:eastAsia="Meiryo UI" w:hAnsi="Meiryo UI" w:cs="Meiryo UI"/>
                                      <w:b/>
                                      <w:sz w:val="16"/>
                                      <w:szCs w:val="16"/>
                                      <w:lang w:eastAsia="zh-TW"/>
                                    </w:rPr>
                                  </w:pPr>
                                  <w:r w:rsidRPr="00C42EF4">
                                    <w:rPr>
                                      <w:rFonts w:ascii="Meiryo UI" w:eastAsia="Meiryo UI" w:hAnsi="Meiryo UI" w:cs="Meiryo UI" w:hint="eastAsia"/>
                                      <w:b/>
                                      <w:sz w:val="16"/>
                                      <w:szCs w:val="16"/>
                                      <w:lang w:eastAsia="zh-TW"/>
                                    </w:rPr>
                                    <w:t xml:space="preserve"> </w:t>
                                  </w:r>
                                  <w:r w:rsidRPr="00C42EF4">
                                    <w:rPr>
                                      <w:rFonts w:ascii="Meiryo UI" w:eastAsia="Meiryo UI" w:hAnsi="Meiryo UI" w:cs="Meiryo UI"/>
                                      <w:b/>
                                      <w:sz w:val="16"/>
                                      <w:szCs w:val="16"/>
                                      <w:lang w:eastAsia="zh-TW"/>
                                    </w:rPr>
                                    <w:t>(</w:t>
                                  </w:r>
                                  <w:r w:rsidRPr="00C42EF4">
                                    <w:rPr>
                                      <w:rFonts w:ascii="Meiryo UI" w:eastAsia="Meiryo UI" w:hAnsi="Meiryo UI" w:cs="Meiryo UI" w:hint="eastAsia"/>
                                      <w:b/>
                                      <w:sz w:val="16"/>
                                      <w:szCs w:val="16"/>
                                      <w:lang w:eastAsia="zh-TW"/>
                                    </w:rPr>
                                    <w:t>請選一個</w:t>
                                  </w:r>
                                  <w:r w:rsidRPr="00C42EF4">
                                    <w:rPr>
                                      <w:rFonts w:ascii="Meiryo UI" w:eastAsia="Meiryo UI" w:hAnsi="Meiryo UI" w:cs="Meiryo UI"/>
                                      <w:b/>
                                      <w:sz w:val="16"/>
                                      <w:szCs w:val="16"/>
                                      <w:lang w:eastAsia="zh-TW"/>
                                    </w:rPr>
                                    <w:t>→</w:t>
                                  </w:r>
                                  <w:r w:rsidRPr="00C42EF4">
                                    <w:rPr>
                                      <w:rFonts w:ascii="Meiryo UI" w:eastAsia="Meiryo UI" w:hAnsi="Meiryo UI" w:cs="Meiryo UI" w:hint="eastAsia"/>
                                      <w:b/>
                                      <w:sz w:val="16"/>
                                      <w:szCs w:val="16"/>
                                      <w:lang w:eastAsia="zh-TW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EE3C95">
                    <w:rPr>
                      <w:rFonts w:ascii="Meiryo UI" w:eastAsia="Meiryo UI" w:hAnsi="Meiryo UI" w:cs="Meiryo UI" w:hint="eastAsia"/>
                      <w:noProof/>
                      <w:sz w:val="15"/>
                      <w:szCs w:val="15"/>
                      <w:lang w:val="en-US" w:eastAsia="zh-TW"/>
                    </w:rPr>
                    <w:t>選項</w:t>
                  </w:r>
                </w:p>
              </w:tc>
              <w:tc>
                <w:tcPr>
                  <w:tcW w:w="2888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 w:themeFill="accent1" w:themeFillTint="66"/>
                </w:tcPr>
                <w:p w14:paraId="13E27E5A" w14:textId="77777777" w:rsidR="00123217" w:rsidRPr="00EE3C95" w:rsidRDefault="00123217" w:rsidP="00DE115B">
                  <w:pPr>
                    <w:tabs>
                      <w:tab w:val="left" w:pos="2432"/>
                    </w:tabs>
                    <w:spacing w:line="200" w:lineRule="exact"/>
                    <w:jc w:val="center"/>
                    <w:rPr>
                      <w:rFonts w:ascii="Meiryo UI" w:eastAsia="Meiryo UI" w:hAnsi="Meiryo UI" w:cs="Meiryo UI"/>
                      <w:sz w:val="15"/>
                      <w:szCs w:val="15"/>
                      <w:lang w:val="en-US" w:eastAsia="zh-TW"/>
                    </w:rPr>
                  </w:pP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送達地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 w:themeFill="accent1" w:themeFillTint="66"/>
                </w:tcPr>
                <w:p w14:paraId="73160FDE" w14:textId="77777777" w:rsidR="00123217" w:rsidRPr="00EE3C95" w:rsidRDefault="00123217" w:rsidP="00DE115B">
                  <w:pPr>
                    <w:tabs>
                      <w:tab w:val="left" w:pos="2432"/>
                    </w:tabs>
                    <w:spacing w:line="200" w:lineRule="exact"/>
                    <w:jc w:val="center"/>
                    <w:rPr>
                      <w:rFonts w:ascii="Meiryo UI" w:eastAsia="Meiryo UI" w:hAnsi="Meiryo UI" w:cs="Meiryo UI"/>
                      <w:sz w:val="15"/>
                      <w:szCs w:val="15"/>
                      <w:lang w:val="en-US" w:eastAsia="zh-TW"/>
                    </w:rPr>
                  </w:pP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接機方式</w:t>
                  </w:r>
                </w:p>
              </w:tc>
              <w:tc>
                <w:tcPr>
                  <w:tcW w:w="4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 w:themeFill="accent1" w:themeFillTint="66"/>
                </w:tcPr>
                <w:p w14:paraId="306BBB4C" w14:textId="4E9D5C03" w:rsidR="00123217" w:rsidRPr="00EE3C95" w:rsidRDefault="00123217" w:rsidP="00DE115B">
                  <w:pPr>
                    <w:tabs>
                      <w:tab w:val="left" w:pos="2432"/>
                    </w:tabs>
                    <w:spacing w:line="200" w:lineRule="exact"/>
                    <w:jc w:val="center"/>
                    <w:rPr>
                      <w:rFonts w:ascii="Meiryo UI" w:hAnsi="Meiryo UI" w:cs="Meiryo UI"/>
                      <w:sz w:val="15"/>
                      <w:szCs w:val="15"/>
                      <w:lang w:val="en-US"/>
                    </w:rPr>
                  </w:pP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單程費用</w:t>
                  </w:r>
                </w:p>
              </w:tc>
            </w:tr>
            <w:tr w:rsidR="00EE3C95" w:rsidRPr="00EE3C95" w14:paraId="5F685AE7" w14:textId="77777777" w:rsidTr="003522BA">
              <w:trPr>
                <w:trHeight w:val="42"/>
              </w:trPr>
              <w:sdt>
                <w:sdtPr>
                  <w:rPr>
                    <w:rFonts w:ascii="Meiryo UI" w:eastAsia="Meiryo UI" w:hAnsi="Meiryo UI" w:cs="Meiryo UI"/>
                    <w:sz w:val="15"/>
                    <w:szCs w:val="15"/>
                    <w:lang w:val="en-US" w:eastAsia="zh-TW"/>
                  </w:rPr>
                  <w:id w:val="3870999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709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14:paraId="1F73BFE2" w14:textId="77777777" w:rsidR="00123217" w:rsidRPr="00EE3C95" w:rsidRDefault="00123217" w:rsidP="00DE115B">
                      <w:pPr>
                        <w:tabs>
                          <w:tab w:val="left" w:pos="2432"/>
                        </w:tabs>
                        <w:spacing w:line="200" w:lineRule="exact"/>
                        <w:jc w:val="center"/>
                        <w:rPr>
                          <w:rFonts w:ascii="Meiryo UI" w:eastAsia="Meiryo UI" w:hAnsi="Meiryo UI" w:cs="Meiryo UI"/>
                          <w:sz w:val="15"/>
                          <w:szCs w:val="15"/>
                          <w:lang w:val="en-US" w:eastAsia="zh-TW"/>
                        </w:rPr>
                      </w:pPr>
                      <w:r w:rsidRPr="00EE3C95">
                        <w:rPr>
                          <w:rFonts w:ascii="Meiryo UI" w:eastAsia="Meiryo UI" w:hAnsi="Meiryo UI" w:cs="Meiryo UI" w:hint="eastAsia"/>
                          <w:sz w:val="15"/>
                          <w:szCs w:val="15"/>
                          <w:lang w:val="en-US" w:eastAsia="zh-TW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88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94F614" w14:textId="77777777" w:rsidR="00123217" w:rsidRPr="00EE3C95" w:rsidRDefault="00123217" w:rsidP="00256FD5">
                  <w:pPr>
                    <w:tabs>
                      <w:tab w:val="left" w:pos="2432"/>
                    </w:tabs>
                    <w:spacing w:line="200" w:lineRule="exact"/>
                    <w:rPr>
                      <w:rFonts w:ascii="Meiryo UI" w:eastAsia="Meiryo UI" w:hAnsi="Meiryo UI" w:cs="Meiryo UI"/>
                      <w:sz w:val="15"/>
                      <w:szCs w:val="15"/>
                      <w:lang w:val="en-US" w:eastAsia="zh-TW"/>
                    </w:rPr>
                  </w:pP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（東京）學生宿舎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B120DB" w14:textId="1BBA8C15" w:rsidR="00123217" w:rsidRPr="00EE3C95" w:rsidRDefault="00DA6E43" w:rsidP="003522BA">
                  <w:pPr>
                    <w:tabs>
                      <w:tab w:val="left" w:pos="2432"/>
                    </w:tabs>
                    <w:spacing w:line="200" w:lineRule="exact"/>
                    <w:jc w:val="center"/>
                    <w:rPr>
                      <w:rFonts w:ascii="Meiryo UI" w:eastAsia="Meiryo UI" w:hAnsi="Meiryo UI" w:cs="Meiryo UI"/>
                      <w:sz w:val="15"/>
                      <w:szCs w:val="15"/>
                      <w:lang w:val="en-US" w:eastAsia="ja-JP"/>
                    </w:rPr>
                  </w:pP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/>
                    </w:rPr>
                    <w:t>共乘專車</w:t>
                  </w:r>
                </w:p>
              </w:tc>
              <w:tc>
                <w:tcPr>
                  <w:tcW w:w="4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1BE68D" w14:textId="016068FE" w:rsidR="00123217" w:rsidRPr="00EE3C95" w:rsidRDefault="00CD051F" w:rsidP="00256FD5">
                  <w:pPr>
                    <w:tabs>
                      <w:tab w:val="left" w:pos="2432"/>
                    </w:tabs>
                    <w:spacing w:line="200" w:lineRule="exact"/>
                    <w:rPr>
                      <w:rFonts w:ascii="Meiryo UI" w:eastAsia="Meiryo UI" w:hAnsi="Meiryo UI" w:cs="Meiryo UI"/>
                      <w:sz w:val="15"/>
                      <w:szCs w:val="15"/>
                      <w:lang w:val="en-US" w:eastAsia="zh-TW"/>
                    </w:rPr>
                  </w:pPr>
                  <w:r w:rsidRPr="00EE3C95">
                    <w:rPr>
                      <w:rFonts w:ascii="Meiryo UI" w:hAnsi="Meiryo UI" w:cs="Meiryo UI" w:hint="eastAsia"/>
                      <w:sz w:val="15"/>
                      <w:szCs w:val="15"/>
                      <w:lang w:val="en-US"/>
                    </w:rPr>
                    <w:t>41</w:t>
                  </w:r>
                  <w:r w:rsidR="00123217" w:rsidRPr="00EE3C95">
                    <w:rPr>
                      <w:rFonts w:ascii="Meiryo UI" w:eastAsia="Meiryo UI" w:hAnsi="Meiryo UI" w:cs="Meiryo UI"/>
                      <w:sz w:val="15"/>
                      <w:szCs w:val="15"/>
                      <w:lang w:val="en-US" w:eastAsia="zh-TW"/>
                    </w:rPr>
                    <w:t>,000</w:t>
                  </w: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日圓</w:t>
                  </w:r>
                  <w:r w:rsidRPr="00EE3C95">
                    <w:rPr>
                      <w:rFonts w:ascii="Meiryo UI" w:hAnsi="Meiryo UI" w:cs="Meiryo UI" w:hint="eastAsia"/>
                      <w:sz w:val="15"/>
                      <w:szCs w:val="15"/>
                      <w:lang w:val="en-US"/>
                    </w:rPr>
                    <w:t>~</w:t>
                  </w:r>
                  <w:r w:rsidR="003522BA"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 xml:space="preserve"> </w:t>
                  </w:r>
                  <w:r w:rsidR="00123217"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(</w:t>
                  </w:r>
                  <w:r w:rsidR="00DA6E43"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eastAsia="zh-TW"/>
                    </w:rPr>
                    <w:t>指定入</w:t>
                  </w:r>
                  <w:proofErr w:type="gramStart"/>
                  <w:r w:rsidR="00DA6E43"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eastAsia="zh-TW"/>
                    </w:rPr>
                    <w:t>寮</w:t>
                  </w:r>
                  <w:proofErr w:type="gramEnd"/>
                  <w:r w:rsidR="00DA6E43"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eastAsia="zh-TW"/>
                    </w:rPr>
                    <w:t>日時間内</w:t>
                  </w:r>
                  <w:r w:rsidR="00123217"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：</w:t>
                  </w:r>
                  <w:r w:rsidRPr="00EE3C95">
                    <w:rPr>
                      <w:rFonts w:ascii="Meiryo UI" w:hAnsi="Meiryo UI" w:cs="Meiryo UI" w:hint="eastAsia"/>
                      <w:sz w:val="15"/>
                      <w:szCs w:val="15"/>
                      <w:lang w:val="en-US"/>
                    </w:rPr>
                    <w:t>23</w:t>
                  </w:r>
                  <w:r w:rsidR="00123217"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,000</w:t>
                  </w: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日圓</w:t>
                  </w:r>
                  <w:r w:rsidRPr="00EE3C95">
                    <w:rPr>
                      <w:rFonts w:ascii="Meiryo UI" w:hAnsi="Meiryo UI" w:cs="Meiryo UI" w:hint="eastAsia"/>
                      <w:sz w:val="15"/>
                      <w:szCs w:val="15"/>
                      <w:lang w:val="en-US"/>
                    </w:rPr>
                    <w:t>~</w:t>
                  </w:r>
                  <w:r w:rsidR="00123217"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)</w:t>
                  </w:r>
                </w:p>
              </w:tc>
            </w:tr>
            <w:tr w:rsidR="00EE3C95" w:rsidRPr="00EE3C95" w14:paraId="78999A72" w14:textId="77777777" w:rsidTr="003522BA">
              <w:trPr>
                <w:trHeight w:val="57"/>
              </w:trPr>
              <w:sdt>
                <w:sdtPr>
                  <w:rPr>
                    <w:rFonts w:ascii="Meiryo UI" w:eastAsia="Meiryo UI" w:hAnsi="Meiryo UI" w:cs="Meiryo UI"/>
                    <w:sz w:val="15"/>
                    <w:szCs w:val="15"/>
                    <w:lang w:val="en-US"/>
                  </w:rPr>
                  <w:id w:val="-195801569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709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14:paraId="41744C26" w14:textId="77777777" w:rsidR="00123217" w:rsidRPr="00EE3C95" w:rsidRDefault="00123217" w:rsidP="00DE115B">
                      <w:pPr>
                        <w:tabs>
                          <w:tab w:val="left" w:pos="2432"/>
                        </w:tabs>
                        <w:spacing w:line="200" w:lineRule="exact"/>
                        <w:jc w:val="center"/>
                        <w:rPr>
                          <w:rFonts w:ascii="Meiryo UI" w:eastAsia="Meiryo UI" w:hAnsi="Meiryo UI" w:cs="Meiryo UI"/>
                          <w:sz w:val="15"/>
                          <w:szCs w:val="15"/>
                          <w:lang w:val="en-US"/>
                        </w:rPr>
                      </w:pPr>
                      <w:r w:rsidRPr="00EE3C95">
                        <w:rPr>
                          <w:rFonts w:ascii="Meiryo UI" w:eastAsia="Meiryo UI" w:hAnsi="Meiryo UI" w:cs="Meiryo UI" w:hint="eastAsia"/>
                          <w:sz w:val="15"/>
                          <w:szCs w:val="15"/>
                          <w:lang w:val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88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9A2DCA" w14:textId="21B17ECD" w:rsidR="00123217" w:rsidRPr="00EE3C95" w:rsidRDefault="00123217" w:rsidP="00256FD5">
                  <w:pPr>
                    <w:tabs>
                      <w:tab w:val="left" w:pos="2432"/>
                    </w:tabs>
                    <w:spacing w:line="200" w:lineRule="exact"/>
                    <w:rPr>
                      <w:rFonts w:ascii="Meiryo UI" w:eastAsia="Meiryo UI" w:hAnsi="Meiryo UI" w:cs="Meiryo UI"/>
                      <w:sz w:val="15"/>
                      <w:szCs w:val="15"/>
                      <w:lang w:val="en-US" w:eastAsia="zh-TW"/>
                    </w:rPr>
                  </w:pP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（東京</w:t>
                  </w:r>
                  <w:r w:rsidR="00CD051F" w:rsidRPr="00EE3C95">
                    <w:rPr>
                      <w:rFonts w:ascii="Meiryo UI" w:hAnsi="Meiryo UI" w:cs="Meiryo UI" w:hint="eastAsia"/>
                      <w:sz w:val="15"/>
                      <w:szCs w:val="15"/>
                      <w:lang w:val="en-US"/>
                    </w:rPr>
                    <w:t xml:space="preserve"> </w:t>
                  </w:r>
                  <w:r w:rsidR="00CD051F"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/</w:t>
                  </w:r>
                  <w:r w:rsidR="00CD051F" w:rsidRPr="00EE3C95">
                    <w:rPr>
                      <w:rFonts w:ascii="Meiryo UI" w:hAnsi="Meiryo UI" w:cs="Meiryo UI" w:hint="eastAsia"/>
                      <w:sz w:val="15"/>
                      <w:szCs w:val="15"/>
                      <w:lang w:val="en-US"/>
                    </w:rPr>
                    <w:t xml:space="preserve"> </w:t>
                  </w:r>
                  <w:r w:rsidR="00CD051F"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大阪</w:t>
                  </w: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）</w:t>
                  </w:r>
                  <w:proofErr w:type="gramStart"/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週</w:t>
                  </w:r>
                  <w:proofErr w:type="gramEnd"/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租公寓</w:t>
                  </w:r>
                  <w:r w:rsidR="00DA6E43"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 xml:space="preserve"> </w:t>
                  </w: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/ 合租公寓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B6C03" w14:textId="77777777" w:rsidR="00123217" w:rsidRPr="00EE3C95" w:rsidRDefault="00123217" w:rsidP="003522BA">
                  <w:pPr>
                    <w:tabs>
                      <w:tab w:val="left" w:pos="2432"/>
                    </w:tabs>
                    <w:spacing w:line="200" w:lineRule="exact"/>
                    <w:jc w:val="center"/>
                    <w:rPr>
                      <w:rFonts w:ascii="Meiryo UI" w:eastAsia="Meiryo UI" w:hAnsi="Meiryo UI" w:cs="Meiryo UI"/>
                      <w:sz w:val="15"/>
                      <w:szCs w:val="15"/>
                      <w:lang w:val="en-US"/>
                    </w:rPr>
                  </w:pP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/>
                    </w:rPr>
                    <w:t>計程車</w:t>
                  </w:r>
                </w:p>
              </w:tc>
              <w:tc>
                <w:tcPr>
                  <w:tcW w:w="4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CB6975" w14:textId="5067BC76" w:rsidR="00123217" w:rsidRPr="00EE3C95" w:rsidRDefault="00CD051F" w:rsidP="00256FD5">
                  <w:pPr>
                    <w:tabs>
                      <w:tab w:val="left" w:pos="2432"/>
                    </w:tabs>
                    <w:spacing w:line="200" w:lineRule="exact"/>
                    <w:rPr>
                      <w:rFonts w:ascii="Meiryo UI" w:hAnsi="Meiryo UI" w:cs="Meiryo UI"/>
                      <w:sz w:val="15"/>
                      <w:szCs w:val="15"/>
                      <w:lang w:val="en-US"/>
                    </w:rPr>
                  </w:pPr>
                  <w:r w:rsidRPr="00EE3C95">
                    <w:rPr>
                      <w:rFonts w:ascii="Meiryo UI" w:hAnsi="Meiryo UI" w:cs="Meiryo UI" w:hint="eastAsia"/>
                      <w:sz w:val="15"/>
                      <w:szCs w:val="15"/>
                      <w:lang w:val="en-US"/>
                    </w:rPr>
                    <w:t>41</w:t>
                  </w:r>
                  <w:r w:rsidRPr="00EE3C95">
                    <w:rPr>
                      <w:rFonts w:ascii="Meiryo UI" w:eastAsia="Meiryo UI" w:hAnsi="Meiryo UI" w:cs="Meiryo UI"/>
                      <w:sz w:val="15"/>
                      <w:szCs w:val="15"/>
                      <w:lang w:val="en-US" w:eastAsia="zh-TW"/>
                    </w:rPr>
                    <w:t>,000</w:t>
                  </w: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日圓</w:t>
                  </w:r>
                  <w:r w:rsidRPr="00EE3C95">
                    <w:rPr>
                      <w:rFonts w:ascii="Meiryo UI" w:hAnsi="Meiryo UI" w:cs="Meiryo UI" w:hint="eastAsia"/>
                      <w:sz w:val="15"/>
                      <w:szCs w:val="15"/>
                      <w:lang w:val="en-US"/>
                    </w:rPr>
                    <w:t>~</w:t>
                  </w:r>
                </w:p>
              </w:tc>
            </w:tr>
            <w:tr w:rsidR="00EE3C95" w:rsidRPr="00EE3C95" w14:paraId="39DBD6D2" w14:textId="77777777" w:rsidTr="003522BA">
              <w:trPr>
                <w:trHeight w:val="117"/>
              </w:trPr>
              <w:sdt>
                <w:sdtPr>
                  <w:rPr>
                    <w:rFonts w:ascii="Meiryo UI" w:eastAsia="Meiryo UI" w:hAnsi="Meiryo UI" w:cs="Meiryo UI"/>
                    <w:sz w:val="15"/>
                    <w:szCs w:val="15"/>
                    <w:lang w:val="en-US"/>
                  </w:rPr>
                  <w:id w:val="-87808639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709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14:paraId="37C70BAA" w14:textId="77777777" w:rsidR="00123217" w:rsidRPr="00EE3C95" w:rsidRDefault="00123217" w:rsidP="00DE115B">
                      <w:pPr>
                        <w:tabs>
                          <w:tab w:val="left" w:pos="2432"/>
                        </w:tabs>
                        <w:spacing w:line="200" w:lineRule="exact"/>
                        <w:jc w:val="center"/>
                        <w:rPr>
                          <w:rFonts w:ascii="Meiryo UI" w:eastAsia="Meiryo UI" w:hAnsi="Meiryo UI" w:cs="Meiryo UI"/>
                          <w:sz w:val="15"/>
                          <w:szCs w:val="15"/>
                          <w:lang w:val="en-US"/>
                        </w:rPr>
                      </w:pPr>
                      <w:r w:rsidRPr="00EE3C95">
                        <w:rPr>
                          <w:rFonts w:ascii="Meiryo UI" w:eastAsia="Meiryo UI" w:hAnsi="Meiryo UI" w:cs="Meiryo UI" w:hint="eastAsia"/>
                          <w:sz w:val="15"/>
                          <w:szCs w:val="15"/>
                          <w:lang w:val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88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174329" w14:textId="4C5538AD" w:rsidR="00123217" w:rsidRPr="00EE3C95" w:rsidRDefault="00DA6E43" w:rsidP="00256FD5">
                  <w:pPr>
                    <w:tabs>
                      <w:tab w:val="left" w:pos="2432"/>
                    </w:tabs>
                    <w:spacing w:line="200" w:lineRule="exact"/>
                    <w:rPr>
                      <w:rFonts w:ascii="Meiryo UI" w:eastAsia="Meiryo UI" w:hAnsi="Meiryo UI" w:cs="Meiryo UI"/>
                      <w:sz w:val="15"/>
                      <w:szCs w:val="15"/>
                      <w:lang w:val="en-US"/>
                    </w:rPr>
                  </w:pP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（</w:t>
                  </w:r>
                  <w:r w:rsidR="00123217"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/>
                    </w:rPr>
                    <w:t>東京</w:t>
                  </w:r>
                  <w:r w:rsidR="00CD051F" w:rsidRPr="00EE3C95">
                    <w:rPr>
                      <w:rFonts w:ascii="Meiryo UI" w:hAnsi="Meiryo UI" w:cs="Meiryo UI" w:hint="eastAsia"/>
                      <w:sz w:val="15"/>
                      <w:szCs w:val="15"/>
                      <w:lang w:val="en-US"/>
                    </w:rPr>
                    <w:t xml:space="preserve"> </w:t>
                  </w:r>
                  <w:r w:rsidR="00CD051F"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/</w:t>
                  </w:r>
                  <w:r w:rsidR="00CD051F" w:rsidRPr="00EE3C95">
                    <w:rPr>
                      <w:rFonts w:ascii="Meiryo UI" w:hAnsi="Meiryo UI" w:cs="Meiryo UI" w:hint="eastAsia"/>
                      <w:sz w:val="15"/>
                      <w:szCs w:val="15"/>
                      <w:lang w:val="en-US"/>
                    </w:rPr>
                    <w:t xml:space="preserve"> </w:t>
                  </w:r>
                  <w:r w:rsidR="00CD051F"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大阪</w:t>
                  </w:r>
                  <w:r w:rsidR="00CD051F" w:rsidRPr="00EE3C95">
                    <w:rPr>
                      <w:rFonts w:ascii="Meiryo UI" w:hAnsi="Meiryo UI" w:cs="Meiryo UI" w:hint="eastAsia"/>
                      <w:sz w:val="15"/>
                      <w:szCs w:val="15"/>
                      <w:lang w:val="en-US"/>
                    </w:rPr>
                    <w:t xml:space="preserve"> </w:t>
                  </w:r>
                  <w:r w:rsidR="00CD051F"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/</w:t>
                  </w:r>
                  <w:r w:rsidR="00CD051F" w:rsidRPr="00EE3C95">
                    <w:rPr>
                      <w:rFonts w:ascii="Meiryo UI" w:hAnsi="Meiryo UI" w:cs="Meiryo UI" w:hint="eastAsia"/>
                      <w:sz w:val="15"/>
                      <w:szCs w:val="15"/>
                      <w:lang w:val="en-US"/>
                    </w:rPr>
                    <w:t xml:space="preserve"> </w:t>
                  </w:r>
                  <w:r w:rsidR="00CD051F"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京都</w:t>
                  </w: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）</w:t>
                  </w:r>
                  <w:r w:rsidR="00123217"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/>
                    </w:rPr>
                    <w:t>寄宿家庭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863E6" w14:textId="1C303C8E" w:rsidR="00123217" w:rsidRPr="00EE3C95" w:rsidRDefault="00DA6E43" w:rsidP="003522BA">
                  <w:pPr>
                    <w:tabs>
                      <w:tab w:val="left" w:pos="2432"/>
                    </w:tabs>
                    <w:spacing w:line="200" w:lineRule="exact"/>
                    <w:jc w:val="center"/>
                    <w:rPr>
                      <w:rFonts w:ascii="Meiryo UI" w:eastAsia="Meiryo UI" w:hAnsi="Meiryo UI" w:cs="Meiryo UI"/>
                      <w:sz w:val="15"/>
                      <w:szCs w:val="15"/>
                      <w:lang w:val="en-US" w:eastAsia="zh-TW"/>
                    </w:rPr>
                  </w:pP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專車</w:t>
                  </w:r>
                </w:p>
              </w:tc>
              <w:tc>
                <w:tcPr>
                  <w:tcW w:w="4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9D2687" w14:textId="5B2A6871" w:rsidR="00123217" w:rsidRPr="00EE3C95" w:rsidRDefault="00CD051F" w:rsidP="00256FD5">
                  <w:pPr>
                    <w:tabs>
                      <w:tab w:val="left" w:pos="2432"/>
                    </w:tabs>
                    <w:spacing w:line="200" w:lineRule="exact"/>
                    <w:rPr>
                      <w:rFonts w:ascii="Meiryo UI" w:eastAsia="Meiryo UI" w:hAnsi="Meiryo UI" w:cs="Meiryo UI"/>
                      <w:sz w:val="15"/>
                      <w:szCs w:val="15"/>
                      <w:lang w:val="en-US" w:eastAsia="ja-JP"/>
                    </w:rPr>
                  </w:pPr>
                  <w:r w:rsidRPr="00EE3C95">
                    <w:rPr>
                      <w:rFonts w:ascii="Meiryo UI" w:hAnsi="Meiryo UI" w:cs="Meiryo UI" w:hint="eastAsia"/>
                      <w:sz w:val="15"/>
                      <w:szCs w:val="15"/>
                      <w:lang w:val="en-US"/>
                    </w:rPr>
                    <w:t>41</w:t>
                  </w:r>
                  <w:r w:rsidRPr="00EE3C95">
                    <w:rPr>
                      <w:rFonts w:ascii="Meiryo UI" w:eastAsia="Meiryo UI" w:hAnsi="Meiryo UI" w:cs="Meiryo UI"/>
                      <w:sz w:val="15"/>
                      <w:szCs w:val="15"/>
                      <w:lang w:val="en-US" w:eastAsia="zh-TW"/>
                    </w:rPr>
                    <w:t>,000</w:t>
                  </w: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日圓</w:t>
                  </w:r>
                  <w:r w:rsidRPr="00EE3C95">
                    <w:rPr>
                      <w:rFonts w:ascii="Meiryo UI" w:hAnsi="Meiryo UI" w:cs="Meiryo UI" w:hint="eastAsia"/>
                      <w:sz w:val="15"/>
                      <w:szCs w:val="15"/>
                      <w:lang w:val="en-US"/>
                    </w:rPr>
                    <w:t>~</w:t>
                  </w:r>
                </w:p>
              </w:tc>
            </w:tr>
            <w:tr w:rsidR="00EE3C95" w:rsidRPr="00EE3C95" w14:paraId="4B6397D9" w14:textId="77777777" w:rsidTr="00C96EB1">
              <w:trPr>
                <w:trHeight w:val="25"/>
              </w:trPr>
              <w:sdt>
                <w:sdtPr>
                  <w:rPr>
                    <w:rFonts w:ascii="Meiryo UI" w:eastAsia="Meiryo UI" w:hAnsi="Meiryo UI" w:cs="Meiryo UI"/>
                    <w:sz w:val="15"/>
                    <w:szCs w:val="15"/>
                    <w:lang w:val="en-US"/>
                  </w:rPr>
                  <w:id w:val="-7998570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709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14:paraId="7DDF6966" w14:textId="61DBAB1A" w:rsidR="00CD051F" w:rsidRPr="00EE3C95" w:rsidRDefault="00CD051F" w:rsidP="003522BA">
                      <w:pPr>
                        <w:tabs>
                          <w:tab w:val="left" w:pos="2432"/>
                        </w:tabs>
                        <w:spacing w:line="200" w:lineRule="exact"/>
                        <w:jc w:val="center"/>
                        <w:rPr>
                          <w:rFonts w:ascii="Meiryo UI" w:eastAsia="Meiryo UI" w:hAnsi="Meiryo UI" w:cs="Meiryo UI"/>
                          <w:sz w:val="15"/>
                          <w:szCs w:val="15"/>
                          <w:lang w:val="en-US" w:eastAsia="ja-JP"/>
                        </w:rPr>
                      </w:pPr>
                      <w:r w:rsidRPr="00EE3C95">
                        <w:rPr>
                          <w:rFonts w:ascii="Meiryo UI" w:eastAsia="Meiryo UI" w:hAnsi="Meiryo UI" w:cs="Meiryo UI" w:hint="eastAsia"/>
                          <w:sz w:val="15"/>
                          <w:szCs w:val="15"/>
                          <w:lang w:val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88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DB67E3" w14:textId="3E0C69B3" w:rsidR="00CD051F" w:rsidRPr="00EE3C95" w:rsidRDefault="00CD051F" w:rsidP="003522BA">
                  <w:pPr>
                    <w:tabs>
                      <w:tab w:val="left" w:pos="2432"/>
                    </w:tabs>
                    <w:spacing w:line="200" w:lineRule="exact"/>
                    <w:rPr>
                      <w:rFonts w:ascii="Meiryo UI" w:eastAsia="Meiryo UI" w:hAnsi="Meiryo UI" w:cs="Meiryo UI"/>
                      <w:sz w:val="15"/>
                      <w:szCs w:val="15"/>
                      <w:lang w:val="en-US" w:eastAsia="zh-TW"/>
                    </w:rPr>
                  </w:pP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（京都）學生宿舎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2D6DB8" w14:textId="682E9EED" w:rsidR="00CD051F" w:rsidRPr="00EE3C95" w:rsidRDefault="00CD051F" w:rsidP="003522BA">
                  <w:pPr>
                    <w:tabs>
                      <w:tab w:val="left" w:pos="2432"/>
                    </w:tabs>
                    <w:spacing w:line="200" w:lineRule="exact"/>
                    <w:jc w:val="center"/>
                    <w:rPr>
                      <w:rFonts w:ascii="Meiryo UI" w:hAnsi="Meiryo UI" w:cs="Meiryo UI"/>
                      <w:sz w:val="15"/>
                      <w:szCs w:val="15"/>
                      <w:lang w:val="en-US"/>
                    </w:rPr>
                  </w:pP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專車</w:t>
                  </w:r>
                </w:p>
              </w:tc>
              <w:tc>
                <w:tcPr>
                  <w:tcW w:w="4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D7083A" w14:textId="5BB9B9D8" w:rsidR="00CD051F" w:rsidRPr="00EE3C95" w:rsidRDefault="00CD051F" w:rsidP="003522BA">
                  <w:pPr>
                    <w:tabs>
                      <w:tab w:val="left" w:pos="2432"/>
                    </w:tabs>
                    <w:spacing w:line="200" w:lineRule="exact"/>
                    <w:rPr>
                      <w:rFonts w:ascii="Meiryo UI" w:eastAsia="Meiryo UI" w:hAnsi="Meiryo UI" w:cs="Meiryo UI"/>
                      <w:sz w:val="15"/>
                      <w:szCs w:val="15"/>
                      <w:lang w:val="en-US" w:eastAsia="zh-TW"/>
                    </w:rPr>
                  </w:pPr>
                  <w:r w:rsidRPr="00EE3C95">
                    <w:rPr>
                      <w:rFonts w:ascii="Meiryo UI" w:hAnsi="Meiryo UI" w:cs="Meiryo UI" w:hint="eastAsia"/>
                      <w:sz w:val="15"/>
                      <w:szCs w:val="15"/>
                      <w:lang w:val="en-US"/>
                    </w:rPr>
                    <w:t>40</w:t>
                  </w:r>
                  <w:r w:rsidRPr="00EE3C95">
                    <w:rPr>
                      <w:rFonts w:ascii="Meiryo UI" w:eastAsia="Meiryo UI" w:hAnsi="Meiryo UI" w:cs="Meiryo UI"/>
                      <w:sz w:val="15"/>
                      <w:szCs w:val="15"/>
                      <w:lang w:val="en-US" w:eastAsia="zh-TW"/>
                    </w:rPr>
                    <w:t>,000</w:t>
                  </w: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日圓</w:t>
                  </w:r>
                  <w:r w:rsidRPr="00EE3C95">
                    <w:rPr>
                      <w:rFonts w:ascii="Meiryo UI" w:hAnsi="Meiryo UI" w:cs="Meiryo UI" w:hint="eastAsia"/>
                      <w:sz w:val="15"/>
                      <w:szCs w:val="15"/>
                      <w:lang w:val="en-US"/>
                    </w:rPr>
                    <w:t>~</w:t>
                  </w: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 xml:space="preserve">  </w:t>
                  </w:r>
                </w:p>
              </w:tc>
            </w:tr>
            <w:tr w:rsidR="00EE3C95" w:rsidRPr="00EE3C95" w14:paraId="39645D08" w14:textId="77777777" w:rsidTr="007F29A5">
              <w:trPr>
                <w:trHeight w:val="25"/>
              </w:trPr>
              <w:sdt>
                <w:sdtPr>
                  <w:rPr>
                    <w:rFonts w:ascii="Meiryo UI" w:eastAsia="Meiryo UI" w:hAnsi="Meiryo UI" w:cs="Meiryo UI"/>
                    <w:sz w:val="15"/>
                    <w:szCs w:val="15"/>
                    <w:lang w:val="en-US"/>
                  </w:rPr>
                  <w:id w:val="127714100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709" w:type="dxa"/>
                      <w:tc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tcBorders>
                      <w:vAlign w:val="center"/>
                    </w:tcPr>
                    <w:p w14:paraId="58D35D07" w14:textId="6128A571" w:rsidR="00CD051F" w:rsidRPr="00EE3C95" w:rsidRDefault="00CD051F" w:rsidP="003522BA">
                      <w:pPr>
                        <w:tabs>
                          <w:tab w:val="left" w:pos="2432"/>
                        </w:tabs>
                        <w:spacing w:line="200" w:lineRule="exact"/>
                        <w:jc w:val="center"/>
                        <w:rPr>
                          <w:rFonts w:ascii="Meiryo UI" w:eastAsia="Meiryo UI" w:hAnsi="Meiryo UI" w:cs="Meiryo UI"/>
                          <w:sz w:val="15"/>
                          <w:szCs w:val="15"/>
                          <w:lang w:val="en-US" w:eastAsia="ja-JP"/>
                        </w:rPr>
                      </w:pPr>
                      <w:r w:rsidRPr="00EE3C95">
                        <w:rPr>
                          <w:rFonts w:ascii="Meiryo UI" w:eastAsia="Meiryo UI" w:hAnsi="Meiryo UI" w:cs="Meiryo UI" w:hint="eastAsia"/>
                          <w:sz w:val="15"/>
                          <w:szCs w:val="15"/>
                          <w:lang w:val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88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A4C2CA" w14:textId="7B880C0B" w:rsidR="00CD051F" w:rsidRPr="00EE3C95" w:rsidRDefault="00CD051F" w:rsidP="003522BA">
                  <w:pPr>
                    <w:tabs>
                      <w:tab w:val="left" w:pos="2432"/>
                    </w:tabs>
                    <w:spacing w:line="200" w:lineRule="exact"/>
                    <w:rPr>
                      <w:rFonts w:ascii="Meiryo UI" w:eastAsia="Meiryo UI" w:hAnsi="Meiryo UI" w:cs="Meiryo UI"/>
                      <w:sz w:val="15"/>
                      <w:szCs w:val="15"/>
                      <w:lang w:val="en-US" w:eastAsia="zh-TW"/>
                    </w:rPr>
                  </w:pP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 xml:space="preserve">（長野）學校 / 學生宿舎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D192C8" w14:textId="2E7FB89C" w:rsidR="00CD051F" w:rsidRPr="00EE3C95" w:rsidRDefault="00CD051F" w:rsidP="003522BA">
                  <w:pPr>
                    <w:tabs>
                      <w:tab w:val="left" w:pos="2432"/>
                    </w:tabs>
                    <w:spacing w:line="200" w:lineRule="exact"/>
                    <w:jc w:val="center"/>
                    <w:rPr>
                      <w:rFonts w:ascii="Meiryo UI" w:eastAsia="Meiryo UI" w:hAnsi="Meiryo UI" w:cs="Meiryo UI"/>
                      <w:sz w:val="15"/>
                      <w:szCs w:val="15"/>
                      <w:lang w:val="en-US" w:eastAsia="zh-TW"/>
                    </w:rPr>
                  </w:pP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專車</w:t>
                  </w:r>
                  <w:r w:rsidRPr="00EE3C95">
                    <w:rPr>
                      <w:rFonts w:ascii="Meiryo UI" w:hAnsi="Meiryo UI" w:cs="Meiryo UI" w:hint="eastAsia"/>
                      <w:sz w:val="15"/>
                      <w:szCs w:val="15"/>
                      <w:lang w:val="en-US"/>
                    </w:rPr>
                    <w:t xml:space="preserve"> </w:t>
                  </w: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ja-JP"/>
                    </w:rPr>
                    <w:t>/</w:t>
                  </w:r>
                  <w:r w:rsidRPr="00EE3C95">
                    <w:rPr>
                      <w:rFonts w:ascii="Meiryo UI" w:hAnsi="Meiryo UI" w:cs="Meiryo UI" w:hint="eastAsia"/>
                      <w:sz w:val="15"/>
                      <w:szCs w:val="15"/>
                      <w:lang w:val="en-US"/>
                    </w:rPr>
                    <w:t xml:space="preserve"> </w:t>
                  </w: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共</w:t>
                  </w: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ja-JP"/>
                    </w:rPr>
                    <w:t>乘計程車</w:t>
                  </w:r>
                </w:p>
              </w:tc>
              <w:tc>
                <w:tcPr>
                  <w:tcW w:w="4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F8BC80" w14:textId="057A695A" w:rsidR="00CD051F" w:rsidRPr="00EE3C95" w:rsidRDefault="00CD051F" w:rsidP="003522BA">
                  <w:pPr>
                    <w:tabs>
                      <w:tab w:val="left" w:pos="2432"/>
                    </w:tabs>
                    <w:spacing w:line="200" w:lineRule="exact"/>
                    <w:rPr>
                      <w:rFonts w:ascii="Meiryo UI" w:eastAsia="Meiryo UI" w:hAnsi="Meiryo UI" w:cs="Meiryo UI"/>
                      <w:sz w:val="15"/>
                      <w:szCs w:val="15"/>
                      <w:lang w:val="en-US" w:eastAsia="zh-TW"/>
                    </w:rPr>
                  </w:pPr>
                  <w:r w:rsidRPr="00EE3C95">
                    <w:rPr>
                      <w:rFonts w:ascii="Meiryo UI" w:hAnsi="Meiryo UI" w:cs="Meiryo UI" w:hint="eastAsia"/>
                      <w:sz w:val="15"/>
                      <w:szCs w:val="15"/>
                      <w:lang w:val="en-US"/>
                    </w:rPr>
                    <w:t>33</w:t>
                  </w:r>
                  <w:r w:rsidRPr="00EE3C95">
                    <w:rPr>
                      <w:rFonts w:ascii="Meiryo UI" w:eastAsia="Meiryo UI" w:hAnsi="Meiryo UI" w:cs="Meiryo UI"/>
                      <w:sz w:val="15"/>
                      <w:szCs w:val="15"/>
                      <w:lang w:val="en-US" w:eastAsia="zh-TW"/>
                    </w:rPr>
                    <w:t>,000</w:t>
                  </w:r>
                  <w:r w:rsidRPr="00EE3C95">
                    <w:rPr>
                      <w:rFonts w:ascii="Meiryo UI" w:eastAsia="Meiryo UI" w:hAnsi="Meiryo UI" w:cs="Meiryo UI" w:hint="eastAsia"/>
                      <w:sz w:val="15"/>
                      <w:szCs w:val="15"/>
                      <w:lang w:val="en-US" w:eastAsia="zh-TW"/>
                    </w:rPr>
                    <w:t>日圓</w:t>
                  </w:r>
                  <w:r w:rsidRPr="00EE3C95">
                    <w:rPr>
                      <w:rFonts w:ascii="Meiryo UI" w:hAnsi="Meiryo UI" w:cs="Meiryo UI" w:hint="eastAsia"/>
                      <w:sz w:val="15"/>
                      <w:szCs w:val="15"/>
                      <w:lang w:val="en-US"/>
                    </w:rPr>
                    <w:t>~</w:t>
                  </w:r>
                </w:p>
              </w:tc>
            </w:tr>
          </w:tbl>
          <w:p w14:paraId="459A820A" w14:textId="77777777" w:rsidR="00123217" w:rsidRPr="00EE3C95" w:rsidRDefault="00123217" w:rsidP="00111DB5">
            <w:pPr>
              <w:tabs>
                <w:tab w:val="left" w:pos="2432"/>
              </w:tabs>
              <w:rPr>
                <w:rFonts w:ascii="Meiryo UI" w:hAnsi="Meiryo UI" w:cs="Meiryo UI"/>
                <w:sz w:val="18"/>
                <w:szCs w:val="20"/>
                <w:lang w:val="en-US"/>
              </w:rPr>
            </w:pPr>
          </w:p>
        </w:tc>
      </w:tr>
      <w:tr w:rsidR="00EE3C95" w:rsidRPr="00EE3C95" w14:paraId="46E30325" w14:textId="77777777" w:rsidTr="00EE3C95">
        <w:trPr>
          <w:trHeight w:val="130"/>
        </w:trPr>
        <w:tc>
          <w:tcPr>
            <w:tcW w:w="10600" w:type="dxa"/>
            <w:gridSpan w:val="3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71D3765" w14:textId="77777777" w:rsidR="00123217" w:rsidRPr="00EE3C95" w:rsidRDefault="00123217" w:rsidP="00E85E53">
            <w:pPr>
              <w:tabs>
                <w:tab w:val="left" w:pos="2432"/>
              </w:tabs>
              <w:spacing w:line="360" w:lineRule="exact"/>
              <w:rPr>
                <w:rFonts w:ascii="Meiryo UI" w:eastAsia="Meiryo UI" w:hAnsi="Meiryo UI" w:cs="Meiryo UI"/>
                <w:b/>
                <w:sz w:val="22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b/>
                <w:sz w:val="22"/>
                <w:lang w:val="en-US"/>
              </w:rPr>
              <w:t>訪日記錄</w:t>
            </w:r>
          </w:p>
        </w:tc>
      </w:tr>
      <w:tr w:rsidR="00EE3C95" w:rsidRPr="00EE3C95" w14:paraId="0059CC37" w14:textId="77777777" w:rsidTr="00EE3C95">
        <w:trPr>
          <w:trHeight w:val="44"/>
        </w:trPr>
        <w:tc>
          <w:tcPr>
            <w:tcW w:w="316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FC7A09" w14:textId="77777777" w:rsidR="00123217" w:rsidRPr="00EE3C95" w:rsidRDefault="00123217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 w:eastAsia="zh-TW"/>
              </w:rPr>
              <w:t>您過去是否有被日本拒絕簽證的經驗</w:t>
            </w:r>
            <w:r w:rsidRPr="00EE3C95">
              <w:rPr>
                <w:rFonts w:ascii="Meiryo UI" w:eastAsia="Meiryo UI" w:hAnsi="Meiryo UI" w:cs="Meiryo UI"/>
                <w:sz w:val="16"/>
                <w:szCs w:val="18"/>
                <w:lang w:val="en-US" w:eastAsia="zh-TW"/>
              </w:rPr>
              <w:t>?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sdt>
            <w:sdtPr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id w:val="14340207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E26BB6" w14:textId="77777777" w:rsidR="00123217" w:rsidRPr="00EE3C95" w:rsidRDefault="00123217" w:rsidP="00EA19CB">
                <w:pPr>
                  <w:tabs>
                    <w:tab w:val="left" w:pos="2432"/>
                  </w:tabs>
                  <w:rPr>
                    <w:rFonts w:ascii="Meiryo UI" w:eastAsia="Meiryo UI" w:hAnsi="Meiryo UI" w:cs="Meiryo UI"/>
                    <w:sz w:val="16"/>
                    <w:szCs w:val="18"/>
                    <w:lang w:val="en-US"/>
                  </w:rPr>
                </w:pPr>
                <w:r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/>
                  </w:rPr>
                  <w:t>☐</w:t>
                </w:r>
              </w:p>
            </w:sdtContent>
          </w:sdt>
        </w:tc>
        <w:tc>
          <w:tcPr>
            <w:tcW w:w="5526" w:type="dxa"/>
            <w:gridSpan w:val="20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4AE0AF" w14:textId="77777777" w:rsidR="00123217" w:rsidRPr="00EE3C95" w:rsidRDefault="00123217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有 →(</w:t>
            </w:r>
            <w:r w:rsidRPr="00EE3C95">
              <w:rPr>
                <w:rFonts w:ascii="Meiryo UI" w:eastAsia="Meiryo UI" w:hAnsi="Meiryo UI" w:cs="Meiryo UI"/>
                <w:sz w:val="16"/>
                <w:szCs w:val="18"/>
                <w:lang w:val="en-US"/>
              </w:rPr>
              <w:t>理由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:                                                           )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sdt>
            <w:sdtPr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id w:val="620809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99A82EC" w14:textId="77777777" w:rsidR="00123217" w:rsidRPr="00EE3C95" w:rsidRDefault="00123217" w:rsidP="00EA19CB">
                <w:pPr>
                  <w:tabs>
                    <w:tab w:val="left" w:pos="2432"/>
                  </w:tabs>
                  <w:rPr>
                    <w:rFonts w:ascii="Meiryo UI" w:eastAsia="Meiryo UI" w:hAnsi="Meiryo UI" w:cs="Meiryo UI"/>
                    <w:sz w:val="16"/>
                    <w:szCs w:val="18"/>
                    <w:lang w:val="en-US"/>
                  </w:rPr>
                </w:pPr>
                <w:r w:rsidRPr="00EE3C95">
                  <w:rPr>
                    <w:rFonts w:ascii="Meiryo UI" w:eastAsia="Meiryo UI" w:hAnsi="Meiryo UI" w:cs="Meiryo UI" w:hint="eastAsia"/>
                    <w:sz w:val="16"/>
                    <w:szCs w:val="18"/>
                    <w:lang w:val="en-US"/>
                  </w:rPr>
                  <w:t>☐</w:t>
                </w:r>
              </w:p>
            </w:sdtContent>
          </w:sdt>
        </w:tc>
        <w:tc>
          <w:tcPr>
            <w:tcW w:w="134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9D808F" w14:textId="77777777" w:rsidR="00123217" w:rsidRPr="00EE3C95" w:rsidRDefault="00123217" w:rsidP="00EA19C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6"/>
                <w:szCs w:val="18"/>
                <w:lang w:val="en-US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8"/>
                <w:lang w:val="en-US"/>
              </w:rPr>
              <w:t>没有</w:t>
            </w:r>
          </w:p>
        </w:tc>
      </w:tr>
    </w:tbl>
    <w:p w14:paraId="69BB5445" w14:textId="1E350B02" w:rsidR="00145536" w:rsidRPr="00EE3C95" w:rsidRDefault="00145536" w:rsidP="0040045E">
      <w:pPr>
        <w:ind w:rightChars="-187" w:right="-449"/>
        <w:rPr>
          <w:rFonts w:ascii="Meiryo UI" w:hAnsi="Meiryo UI" w:cs="Meiryo UI"/>
          <w:b/>
          <w:sz w:val="17"/>
          <w:szCs w:val="17"/>
          <w:lang w:eastAsia="zh-TW"/>
        </w:rPr>
      </w:pPr>
      <w:r w:rsidRPr="00EE3C95">
        <w:rPr>
          <w:rFonts w:ascii="Meiryo UI" w:eastAsia="Meiryo UI" w:hAnsi="Meiryo UI" w:cs="Meiryo UI" w:hint="eastAsia"/>
          <w:b/>
          <w:sz w:val="17"/>
          <w:szCs w:val="17"/>
          <w:lang w:eastAsia="zh-TW"/>
        </w:rPr>
        <w:t>我完全理解報名內容‚並且所載報名資訊全部屬實。我已理解並願意遵守相關的退款規定</w:t>
      </w:r>
      <w:r w:rsidRPr="00EE3C95">
        <w:rPr>
          <w:rFonts w:ascii="Meiryo UI" w:eastAsia="Meiryo UI" w:hAnsi="Meiryo UI" w:cs="Meiryo UI"/>
          <w:b/>
          <w:sz w:val="17"/>
          <w:szCs w:val="17"/>
          <w:lang w:eastAsia="zh-TW"/>
        </w:rPr>
        <w:t>(</w:t>
      </w:r>
      <w:r w:rsidRPr="00EE3C95">
        <w:rPr>
          <w:rFonts w:ascii="Meiryo UI" w:eastAsia="Meiryo UI" w:hAnsi="Meiryo UI" w:cs="Meiryo UI" w:hint="eastAsia"/>
          <w:b/>
          <w:sz w:val="17"/>
          <w:szCs w:val="17"/>
          <w:lang w:eastAsia="zh-TW"/>
        </w:rPr>
        <w:t>含課程</w:t>
      </w:r>
      <w:r w:rsidRPr="00EE3C95">
        <w:rPr>
          <w:rFonts w:ascii="Meiryo UI" w:eastAsia="Meiryo UI" w:hAnsi="Meiryo UI" w:cs="Meiryo UI"/>
          <w:b/>
          <w:sz w:val="17"/>
          <w:szCs w:val="17"/>
          <w:lang w:eastAsia="zh-TW"/>
        </w:rPr>
        <w:t>/</w:t>
      </w:r>
      <w:r w:rsidRPr="00EE3C95">
        <w:rPr>
          <w:rFonts w:ascii="Meiryo UI" w:eastAsia="Meiryo UI" w:hAnsi="Meiryo UI" w:cs="Meiryo UI" w:hint="eastAsia"/>
          <w:b/>
          <w:sz w:val="17"/>
          <w:szCs w:val="17"/>
          <w:lang w:eastAsia="zh-TW"/>
        </w:rPr>
        <w:t>住宿</w:t>
      </w:r>
      <w:r w:rsidRPr="00EE3C95">
        <w:rPr>
          <w:rFonts w:ascii="Meiryo UI" w:eastAsia="Meiryo UI" w:hAnsi="Meiryo UI" w:cs="Meiryo UI"/>
          <w:b/>
          <w:sz w:val="17"/>
          <w:szCs w:val="17"/>
          <w:lang w:eastAsia="zh-TW"/>
        </w:rPr>
        <w:t>/</w:t>
      </w:r>
      <w:r w:rsidRPr="00EE3C95">
        <w:rPr>
          <w:rFonts w:ascii="Meiryo UI" w:eastAsia="Meiryo UI" w:hAnsi="Meiryo UI" w:cs="Meiryo UI" w:hint="eastAsia"/>
          <w:b/>
          <w:sz w:val="17"/>
          <w:szCs w:val="17"/>
          <w:lang w:eastAsia="zh-TW"/>
        </w:rPr>
        <w:t>接機</w:t>
      </w:r>
      <w:r w:rsidRPr="00EE3C95">
        <w:rPr>
          <w:rFonts w:ascii="Meiryo UI" w:eastAsia="Meiryo UI" w:hAnsi="Meiryo UI" w:cs="Meiryo UI"/>
          <w:b/>
          <w:sz w:val="17"/>
          <w:szCs w:val="17"/>
          <w:lang w:eastAsia="zh-TW"/>
        </w:rPr>
        <w:t>)</w:t>
      </w:r>
      <w:r w:rsidRPr="00EE3C95">
        <w:rPr>
          <w:rFonts w:ascii="Meiryo UI" w:eastAsia="Meiryo UI" w:hAnsi="Meiryo UI" w:cs="Meiryo UI" w:hint="eastAsia"/>
          <w:b/>
          <w:sz w:val="17"/>
          <w:szCs w:val="17"/>
          <w:lang w:eastAsia="zh-TW"/>
        </w:rPr>
        <w:t>。</w:t>
      </w:r>
    </w:p>
    <w:tbl>
      <w:tblPr>
        <w:tblW w:w="9781" w:type="dxa"/>
        <w:tblInd w:w="-142" w:type="dxa"/>
        <w:tblLook w:val="01E0" w:firstRow="1" w:lastRow="1" w:firstColumn="1" w:lastColumn="1" w:noHBand="0" w:noVBand="0"/>
      </w:tblPr>
      <w:tblGrid>
        <w:gridCol w:w="1418"/>
        <w:gridCol w:w="3119"/>
        <w:gridCol w:w="425"/>
        <w:gridCol w:w="1134"/>
        <w:gridCol w:w="3685"/>
      </w:tblGrid>
      <w:tr w:rsidR="00EE3C95" w:rsidRPr="00EE3C95" w14:paraId="01372C19" w14:textId="77777777" w:rsidTr="009734AE">
        <w:trPr>
          <w:trHeight w:val="246"/>
        </w:trPr>
        <w:tc>
          <w:tcPr>
            <w:tcW w:w="1418" w:type="dxa"/>
            <w:shd w:val="clear" w:color="auto" w:fill="auto"/>
            <w:vAlign w:val="bottom"/>
          </w:tcPr>
          <w:p w14:paraId="529CCB15" w14:textId="77777777" w:rsidR="00145536" w:rsidRPr="00EE3C95" w:rsidRDefault="00145536" w:rsidP="00A9246B">
            <w:pPr>
              <w:tabs>
                <w:tab w:val="left" w:pos="2432"/>
              </w:tabs>
              <w:rPr>
                <w:rFonts w:ascii="Meiryo UI" w:eastAsia="Meiryo UI" w:hAnsi="Meiryo UI" w:cs="Meiryo UI"/>
                <w:b/>
                <w:bCs/>
                <w:sz w:val="17"/>
                <w:szCs w:val="17"/>
              </w:rPr>
            </w:pPr>
            <w:r w:rsidRPr="00EE3C95">
              <w:rPr>
                <w:rFonts w:ascii="Meiryo UI" w:eastAsia="Meiryo UI" w:hAnsi="Meiryo UI" w:cs="Meiryo UI" w:hint="eastAsia"/>
                <w:b/>
                <w:bCs/>
                <w:sz w:val="17"/>
                <w:szCs w:val="17"/>
              </w:rPr>
              <w:t>申請人簽名</w:t>
            </w:r>
            <w:r w:rsidRPr="00EE3C95">
              <w:rPr>
                <w:rFonts w:ascii="Meiryo UI" w:eastAsia="Meiryo UI" w:hAnsi="Meiryo UI" w:cs="Meiryo UI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3119" w:type="dxa"/>
            <w:tcBorders>
              <w:bottom w:val="single" w:sz="12" w:space="0" w:color="auto"/>
            </w:tcBorders>
            <w:shd w:val="clear" w:color="auto" w:fill="auto"/>
          </w:tcPr>
          <w:p w14:paraId="6427D3AC" w14:textId="77777777" w:rsidR="00145536" w:rsidRPr="00EE3C95" w:rsidRDefault="00145536" w:rsidP="00A9246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7"/>
                <w:szCs w:val="17"/>
              </w:rPr>
            </w:pPr>
          </w:p>
        </w:tc>
        <w:tc>
          <w:tcPr>
            <w:tcW w:w="425" w:type="dxa"/>
            <w:shd w:val="clear" w:color="auto" w:fill="auto"/>
          </w:tcPr>
          <w:p w14:paraId="66F04EAA" w14:textId="77777777" w:rsidR="00145536" w:rsidRPr="00EE3C95" w:rsidRDefault="00145536" w:rsidP="00A9246B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17"/>
                <w:szCs w:val="17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C06C027" w14:textId="77777777" w:rsidR="00145536" w:rsidRPr="00EE3C95" w:rsidRDefault="00145536" w:rsidP="00A9246B">
            <w:pPr>
              <w:tabs>
                <w:tab w:val="left" w:pos="2432"/>
              </w:tabs>
              <w:jc w:val="center"/>
              <w:rPr>
                <w:rFonts w:ascii="Meiryo UI" w:eastAsia="Meiryo UI" w:hAnsi="Meiryo UI" w:cs="Meiryo UI"/>
                <w:b/>
                <w:bCs/>
                <w:sz w:val="17"/>
                <w:szCs w:val="17"/>
              </w:rPr>
            </w:pPr>
            <w:r w:rsidRPr="00EE3C95">
              <w:rPr>
                <w:rFonts w:ascii="Meiryo UI" w:eastAsia="Meiryo UI" w:hAnsi="Meiryo UI" w:cs="Meiryo UI" w:hint="eastAsia"/>
                <w:b/>
                <w:bCs/>
                <w:sz w:val="17"/>
                <w:szCs w:val="17"/>
                <w:lang w:val="en-US" w:eastAsia="ja-JP"/>
              </w:rPr>
              <w:t>日期</w:t>
            </w:r>
            <w:r w:rsidRPr="00EE3C95">
              <w:rPr>
                <w:rFonts w:ascii="Meiryo UI" w:eastAsia="Meiryo UI" w:hAnsi="Meiryo UI" w:cs="Meiryo UI"/>
                <w:b/>
                <w:bCs/>
                <w:sz w:val="17"/>
                <w:szCs w:val="17"/>
                <w:lang w:val="en-US"/>
              </w:rPr>
              <w:t>:</w:t>
            </w:r>
          </w:p>
        </w:tc>
        <w:tc>
          <w:tcPr>
            <w:tcW w:w="3685" w:type="dxa"/>
            <w:tcBorders>
              <w:bottom w:val="single" w:sz="12" w:space="0" w:color="auto"/>
            </w:tcBorders>
            <w:shd w:val="clear" w:color="auto" w:fill="auto"/>
          </w:tcPr>
          <w:p w14:paraId="1A065D54" w14:textId="76628678" w:rsidR="00145536" w:rsidRPr="00EE3C95" w:rsidRDefault="00145536" w:rsidP="00A9246B">
            <w:pPr>
              <w:tabs>
                <w:tab w:val="left" w:pos="2432"/>
              </w:tabs>
              <w:rPr>
                <w:rFonts w:ascii="Meiryo UI" w:hAnsi="Meiryo UI" w:cs="Meiryo UI"/>
                <w:sz w:val="17"/>
                <w:szCs w:val="17"/>
              </w:rPr>
            </w:pPr>
            <w:r w:rsidRPr="00EE3C95">
              <w:rPr>
                <w:rFonts w:ascii="Meiryo UI" w:eastAsia="Meiryo UI" w:hAnsi="Meiryo UI" w:cs="Meiryo UI" w:hint="eastAsia"/>
                <w:sz w:val="17"/>
                <w:szCs w:val="17"/>
                <w:lang w:val="en-US" w:eastAsia="ja-JP"/>
              </w:rPr>
              <w:t xml:space="preserve">　　　　 /年　 　　　　/月  　　　　/日</w:t>
            </w:r>
            <w:r w:rsidRPr="00EE3C95">
              <w:rPr>
                <w:rFonts w:ascii="Meiryo UI" w:eastAsia="Meiryo UI" w:hAnsi="Meiryo UI" w:cs="Meiryo UI"/>
                <w:sz w:val="17"/>
                <w:szCs w:val="17"/>
                <w:lang w:val="en-US" w:eastAsia="ja-JP"/>
              </w:rPr>
              <w:t xml:space="preserve">        </w:t>
            </w:r>
          </w:p>
        </w:tc>
      </w:tr>
    </w:tbl>
    <w:p w14:paraId="0FFBFA6D" w14:textId="66CB0E38" w:rsidR="003057A6" w:rsidRPr="00EE3C95" w:rsidRDefault="00B6791A" w:rsidP="00802555">
      <w:pPr>
        <w:ind w:firstLineChars="1000" w:firstLine="1600"/>
        <w:jc w:val="right"/>
        <w:rPr>
          <w:rFonts w:ascii="Meiryo UI" w:eastAsia="Meiryo UI" w:hAnsi="Meiryo UI" w:cs="Meiryo UI"/>
          <w:sz w:val="20"/>
          <w:szCs w:val="20"/>
          <w:lang w:eastAsia="zh-TW"/>
        </w:rPr>
      </w:pPr>
      <w:r w:rsidRPr="00EE3C95">
        <w:rPr>
          <w:rFonts w:ascii="Meiryo UI" w:eastAsia="Meiryo UI" w:hAnsi="Meiryo UI" w:cs="Meiryo UI" w:hint="eastAsia"/>
          <w:sz w:val="16"/>
          <w:szCs w:val="16"/>
          <w:lang w:eastAsia="zh-TW"/>
        </w:rPr>
        <w:t>※</w:t>
      </w:r>
      <w:r w:rsidR="009F0A6C" w:rsidRPr="00EE3C95">
        <w:rPr>
          <w:rFonts w:ascii="Meiryo UI" w:eastAsia="Meiryo UI" w:hAnsi="Meiryo UI" w:cs="Meiryo UI" w:hint="eastAsia"/>
          <w:sz w:val="16"/>
          <w:szCs w:val="16"/>
          <w:lang w:eastAsia="zh-TW"/>
        </w:rPr>
        <w:t>請連同下頁的</w:t>
      </w:r>
      <w:r w:rsidRPr="00EE3C95">
        <w:rPr>
          <w:rFonts w:ascii="Meiryo UI" w:eastAsia="Meiryo UI" w:hAnsi="Meiryo UI" w:cs="Meiryo UI" w:hint="eastAsia"/>
          <w:sz w:val="16"/>
          <w:szCs w:val="16"/>
          <w:lang w:eastAsia="zh-TW"/>
        </w:rPr>
        <w:t>「健康狀況申報書」</w:t>
      </w:r>
      <w:r w:rsidR="009F0A6C" w:rsidRPr="00EE3C95">
        <w:rPr>
          <w:rFonts w:ascii="Meiryo UI" w:eastAsia="Meiryo UI" w:hAnsi="Meiryo UI" w:cs="Meiryo UI" w:hint="eastAsia"/>
          <w:sz w:val="16"/>
          <w:szCs w:val="16"/>
          <w:lang w:eastAsia="zh-TW"/>
        </w:rPr>
        <w:t>一同提出</w:t>
      </w:r>
      <w:r w:rsidRPr="00EE3C95">
        <w:rPr>
          <w:rFonts w:ascii="Meiryo UI" w:eastAsia="Meiryo UI" w:hAnsi="Meiryo UI" w:cs="Meiryo UI" w:hint="eastAsia"/>
          <w:sz w:val="16"/>
          <w:szCs w:val="16"/>
          <w:lang w:eastAsia="zh-TW"/>
        </w:rPr>
        <w:t>。</w:t>
      </w:r>
    </w:p>
    <w:tbl>
      <w:tblPr>
        <w:tblW w:w="10372" w:type="dxa"/>
        <w:jc w:val="center"/>
        <w:tblLook w:val="01E0" w:firstRow="1" w:lastRow="1" w:firstColumn="1" w:lastColumn="1" w:noHBand="0" w:noVBand="0"/>
      </w:tblPr>
      <w:tblGrid>
        <w:gridCol w:w="1716"/>
        <w:gridCol w:w="8656"/>
      </w:tblGrid>
      <w:tr w:rsidR="00EE3C95" w:rsidRPr="00EE3C95" w14:paraId="607B829A" w14:textId="77777777" w:rsidTr="0069100C">
        <w:trPr>
          <w:trHeight w:val="291"/>
          <w:jc w:val="center"/>
        </w:trPr>
        <w:tc>
          <w:tcPr>
            <w:tcW w:w="1716" w:type="dxa"/>
            <w:vMerge w:val="restart"/>
            <w:shd w:val="clear" w:color="auto" w:fill="auto"/>
          </w:tcPr>
          <w:p w14:paraId="50C2F406" w14:textId="77777777" w:rsidR="00B6791A" w:rsidRPr="00EE3C95" w:rsidRDefault="00C37DCD" w:rsidP="00630B48">
            <w:pPr>
              <w:pStyle w:val="a3"/>
              <w:rPr>
                <w:rFonts w:ascii="Meiryo UI" w:eastAsia="Meiryo UI" w:hAnsi="Meiryo UI"/>
                <w:b/>
                <w:sz w:val="28"/>
                <w:szCs w:val="28"/>
                <w:lang w:val="en-US" w:eastAsia="zh-TW"/>
              </w:rPr>
            </w:pPr>
            <w:r w:rsidRPr="00EE3C95">
              <w:rPr>
                <w:rFonts w:ascii="Meiryo UI" w:eastAsia="Meiryo UI" w:hAnsi="Meiryo UI" w:cs="Meiryo UI"/>
                <w:noProof/>
                <w:lang w:val="en-US" w:eastAsia="ja-JP"/>
              </w:rPr>
              <w:lastRenderedPageBreak/>
              <w:drawing>
                <wp:anchor distT="0" distB="0" distL="114300" distR="114300" simplePos="0" relativeHeight="251668480" behindDoc="0" locked="0" layoutInCell="1" allowOverlap="1" wp14:anchorId="0FAE8CDB" wp14:editId="365E792A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71282</wp:posOffset>
                  </wp:positionV>
                  <wp:extent cx="944880" cy="797560"/>
                  <wp:effectExtent l="0" t="0" r="7620" b="2540"/>
                  <wp:wrapNone/>
                  <wp:docPr id="4" name="図 4" descr="isi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isi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79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656" w:type="dxa"/>
            <w:shd w:val="clear" w:color="auto" w:fill="auto"/>
            <w:vAlign w:val="center"/>
          </w:tcPr>
          <w:p w14:paraId="62187CE0" w14:textId="77777777" w:rsidR="00C37DCD" w:rsidRPr="00EE3C95" w:rsidRDefault="00C37DCD" w:rsidP="00630B48">
            <w:pPr>
              <w:jc w:val="both"/>
              <w:rPr>
                <w:rFonts w:ascii="Meiryo UI" w:eastAsia="Meiryo UI" w:hAnsi="Meiryo UI" w:cs="Meiryo UI"/>
                <w:b/>
                <w:sz w:val="48"/>
                <w:szCs w:val="48"/>
                <w:lang w:eastAsia="ja-JP"/>
              </w:rPr>
            </w:pPr>
            <w:r w:rsidRPr="00EE3C95">
              <w:rPr>
                <w:rFonts w:ascii="Meiryo UI" w:eastAsia="Meiryo UI" w:hAnsi="Meiryo UI" w:cs="Meiryo UI" w:hint="eastAsia"/>
                <w:b/>
                <w:sz w:val="40"/>
                <w:szCs w:val="48"/>
                <w:lang w:eastAsia="ja-JP"/>
              </w:rPr>
              <w:t>健康狀況申報書</w:t>
            </w:r>
          </w:p>
        </w:tc>
      </w:tr>
      <w:tr w:rsidR="00C37DCD" w:rsidRPr="00EE3C95" w14:paraId="22F4DA31" w14:textId="77777777" w:rsidTr="0069100C">
        <w:trPr>
          <w:trHeight w:val="200"/>
          <w:jc w:val="center"/>
        </w:trPr>
        <w:tc>
          <w:tcPr>
            <w:tcW w:w="1716" w:type="dxa"/>
            <w:vMerge/>
            <w:shd w:val="clear" w:color="auto" w:fill="auto"/>
          </w:tcPr>
          <w:p w14:paraId="2BFA838F" w14:textId="77777777" w:rsidR="00C37DCD" w:rsidRPr="00EE3C95" w:rsidRDefault="00C37DCD" w:rsidP="00630B48">
            <w:pPr>
              <w:pStyle w:val="a3"/>
              <w:rPr>
                <w:rFonts w:ascii="Meiryo UI" w:eastAsia="Meiryo UI" w:hAnsi="Meiryo UI"/>
                <w:lang w:eastAsia="ja-JP"/>
              </w:rPr>
            </w:pPr>
          </w:p>
        </w:tc>
        <w:tc>
          <w:tcPr>
            <w:tcW w:w="8656" w:type="dxa"/>
            <w:shd w:val="clear" w:color="auto" w:fill="auto"/>
          </w:tcPr>
          <w:p w14:paraId="1C849D45" w14:textId="77777777" w:rsidR="0091312D" w:rsidRPr="00EE3C95" w:rsidRDefault="0091312D" w:rsidP="0091312D">
            <w:pPr>
              <w:pStyle w:val="a3"/>
              <w:rPr>
                <w:rFonts w:ascii="Meiryo UI" w:eastAsia="Meiryo UI" w:hAnsi="Meiryo UI" w:cs="Meiryo UI"/>
                <w:b/>
                <w:sz w:val="22"/>
                <w:szCs w:val="22"/>
                <w:lang w:val="en-US" w:eastAsia="zh-TW"/>
              </w:rPr>
            </w:pPr>
            <w:r w:rsidRPr="00EE3C95">
              <w:rPr>
                <w:rFonts w:ascii="Meiryo UI" w:eastAsia="Meiryo UI" w:hAnsi="Meiryo UI" w:cs="Meiryo UI" w:hint="eastAsia"/>
                <w:b/>
                <w:sz w:val="22"/>
                <w:szCs w:val="22"/>
                <w:lang w:val="en-US" w:eastAsia="zh-TW"/>
              </w:rPr>
              <w:t>ISI日本語學校　入學諮詢中心</w:t>
            </w:r>
          </w:p>
          <w:p w14:paraId="26923004" w14:textId="77777777" w:rsidR="0091312D" w:rsidRPr="00EE3C95" w:rsidRDefault="0091312D" w:rsidP="0091312D">
            <w:pPr>
              <w:pStyle w:val="a3"/>
              <w:rPr>
                <w:rFonts w:ascii="Meiryo UI" w:eastAsia="Meiryo UI" w:hAnsi="Meiryo UI"/>
                <w:i/>
                <w:sz w:val="16"/>
                <w:szCs w:val="16"/>
                <w:lang w:val="en-US" w:eastAsia="ja-JP"/>
              </w:rPr>
            </w:pPr>
            <w:proofErr w:type="gramStart"/>
            <w:r w:rsidRPr="00EE3C95">
              <w:rPr>
                <w:rFonts w:ascii="Meiryo UI" w:eastAsia="Meiryo UI" w:hAnsi="Meiryo UI" w:hint="eastAsia"/>
                <w:sz w:val="16"/>
                <w:szCs w:val="16"/>
                <w:lang w:val="en-US" w:eastAsia="zh-TW"/>
              </w:rPr>
              <w:t>〒</w:t>
            </w:r>
            <w:proofErr w:type="gramEnd"/>
            <w:r w:rsidRPr="00EE3C95">
              <w:rPr>
                <w:rFonts w:ascii="Meiryo UI" w:eastAsia="Meiryo UI" w:hAnsi="Meiryo UI"/>
                <w:sz w:val="16"/>
                <w:szCs w:val="16"/>
                <w:lang w:val="en-US" w:eastAsia="zh-TW"/>
              </w:rPr>
              <w:t>170-6009</w:t>
            </w:r>
            <w:r w:rsidRPr="00EE3C95">
              <w:rPr>
                <w:rFonts w:ascii="Meiryo UI" w:eastAsia="Meiryo UI" w:hAnsi="Meiryo UI" w:hint="eastAsia"/>
                <w:sz w:val="16"/>
                <w:szCs w:val="16"/>
                <w:lang w:val="en-US" w:eastAsia="ja-JP"/>
              </w:rPr>
              <w:t xml:space="preserve">　</w:t>
            </w:r>
            <w:r w:rsidRPr="00EE3C95">
              <w:rPr>
                <w:rFonts w:ascii="Meiryo UI" w:eastAsia="Meiryo UI" w:hAnsi="Meiryo UI" w:hint="eastAsia"/>
                <w:sz w:val="16"/>
                <w:szCs w:val="16"/>
                <w:lang w:val="en-US" w:eastAsia="zh-TW"/>
              </w:rPr>
              <w:t>日</w:t>
            </w:r>
            <w:proofErr w:type="gramStart"/>
            <w:r w:rsidRPr="00EE3C95">
              <w:rPr>
                <w:rFonts w:ascii="Meiryo UI" w:eastAsia="Meiryo UI" w:hAnsi="Meiryo UI" w:hint="eastAsia"/>
                <w:sz w:val="16"/>
                <w:szCs w:val="16"/>
                <w:lang w:val="en-US" w:eastAsia="zh-TW"/>
              </w:rPr>
              <w:t>本國東京都豐島區</w:t>
            </w:r>
            <w:r w:rsidRPr="00EE3C95">
              <w:rPr>
                <w:rFonts w:ascii="Meiryo UI" w:eastAsia="Meiryo UI" w:hAnsi="Meiryo UI" w:hint="eastAsia"/>
                <w:sz w:val="16"/>
                <w:szCs w:val="16"/>
                <w:lang w:val="en-US" w:eastAsia="ja-JP"/>
              </w:rPr>
              <w:t>東</w:t>
            </w:r>
            <w:r w:rsidRPr="00EE3C95">
              <w:rPr>
                <w:rFonts w:ascii="Meiryo UI" w:eastAsia="Meiryo UI" w:hAnsi="Meiryo UI" w:hint="eastAsia"/>
                <w:sz w:val="16"/>
                <w:szCs w:val="16"/>
                <w:lang w:val="en-US" w:eastAsia="zh-TW"/>
              </w:rPr>
              <w:t>池</w:t>
            </w:r>
            <w:proofErr w:type="gramEnd"/>
            <w:r w:rsidRPr="00EE3C95">
              <w:rPr>
                <w:rFonts w:ascii="Meiryo UI" w:eastAsia="Meiryo UI" w:hAnsi="Meiryo UI" w:hint="eastAsia"/>
                <w:sz w:val="16"/>
                <w:szCs w:val="16"/>
                <w:lang w:val="en-US" w:eastAsia="zh-TW"/>
              </w:rPr>
              <w:t>袋</w:t>
            </w:r>
            <w:r w:rsidRPr="00EE3C95">
              <w:rPr>
                <w:rFonts w:ascii="Meiryo UI" w:eastAsia="Meiryo UI" w:hAnsi="Meiryo UI" w:hint="eastAsia"/>
                <w:sz w:val="16"/>
                <w:szCs w:val="16"/>
                <w:lang w:val="en-US" w:eastAsia="ja-JP"/>
              </w:rPr>
              <w:t>3</w:t>
            </w:r>
            <w:r w:rsidRPr="00EE3C95">
              <w:rPr>
                <w:rFonts w:ascii="Meiryo UI" w:eastAsia="Meiryo UI" w:hAnsi="Meiryo UI" w:hint="eastAsia"/>
                <w:sz w:val="16"/>
                <w:szCs w:val="16"/>
                <w:lang w:val="en-US" w:eastAsia="zh-TW"/>
              </w:rPr>
              <w:t>-</w:t>
            </w:r>
            <w:r w:rsidRPr="00EE3C95">
              <w:rPr>
                <w:rFonts w:ascii="Meiryo UI" w:eastAsia="Meiryo UI" w:hAnsi="Meiryo UI" w:hint="eastAsia"/>
                <w:sz w:val="16"/>
                <w:szCs w:val="16"/>
                <w:lang w:val="en-US" w:eastAsia="ja-JP"/>
              </w:rPr>
              <w:t>1</w:t>
            </w:r>
            <w:r w:rsidRPr="00EE3C95">
              <w:rPr>
                <w:rFonts w:ascii="Meiryo UI" w:eastAsia="Meiryo UI" w:hAnsi="Meiryo UI" w:hint="eastAsia"/>
                <w:sz w:val="16"/>
                <w:szCs w:val="16"/>
                <w:lang w:val="en-US" w:eastAsia="zh-TW"/>
              </w:rPr>
              <w:t>-1, 9F</w:t>
            </w:r>
            <w:r w:rsidRPr="00EE3C95">
              <w:rPr>
                <w:rFonts w:ascii="Meiryo UI" w:eastAsia="Meiryo UI" w:hAnsi="Meiryo UI" w:hint="eastAsia"/>
                <w:sz w:val="16"/>
                <w:szCs w:val="16"/>
                <w:lang w:val="en-US" w:eastAsia="ja-JP"/>
              </w:rPr>
              <w:t xml:space="preserve">　</w:t>
            </w:r>
            <w:r w:rsidRPr="00EE3C95">
              <w:rPr>
                <w:rFonts w:ascii="Meiryo UI" w:eastAsia="Meiryo UI" w:hAnsi="Meiryo UI"/>
                <w:i/>
                <w:sz w:val="16"/>
                <w:szCs w:val="16"/>
                <w:lang w:val="en-US"/>
              </w:rPr>
              <w:t>Telephone: +81 3</w:t>
            </w:r>
            <w:r w:rsidRPr="00EE3C95">
              <w:rPr>
                <w:rFonts w:ascii="Meiryo UI" w:eastAsia="Meiryo UI" w:hAnsi="Meiryo UI" w:hint="eastAsia"/>
                <w:i/>
                <w:sz w:val="16"/>
                <w:szCs w:val="16"/>
                <w:lang w:val="en-US" w:eastAsia="ja-JP"/>
              </w:rPr>
              <w:t xml:space="preserve"> </w:t>
            </w:r>
            <w:r w:rsidRPr="00EE3C95">
              <w:rPr>
                <w:rFonts w:ascii="Meiryo UI" w:eastAsia="Meiryo UI" w:hAnsi="Meiryo UI"/>
                <w:i/>
                <w:sz w:val="16"/>
                <w:szCs w:val="16"/>
                <w:lang w:val="en-US"/>
              </w:rPr>
              <w:t>5960</w:t>
            </w:r>
            <w:r w:rsidRPr="00EE3C95">
              <w:rPr>
                <w:rFonts w:ascii="Meiryo UI" w:eastAsia="Meiryo UI" w:hAnsi="Meiryo UI" w:hint="eastAsia"/>
                <w:i/>
                <w:sz w:val="16"/>
                <w:szCs w:val="16"/>
                <w:lang w:val="en-US" w:eastAsia="ja-JP"/>
              </w:rPr>
              <w:t xml:space="preserve"> </w:t>
            </w:r>
            <w:proofErr w:type="gramStart"/>
            <w:r w:rsidRPr="00EE3C95">
              <w:rPr>
                <w:rFonts w:ascii="Meiryo UI" w:eastAsia="Meiryo UI" w:hAnsi="Meiryo UI"/>
                <w:i/>
                <w:sz w:val="16"/>
                <w:szCs w:val="16"/>
                <w:lang w:val="en-US"/>
              </w:rPr>
              <w:t>1335</w:t>
            </w:r>
            <w:r w:rsidRPr="00EE3C95">
              <w:rPr>
                <w:rFonts w:ascii="Meiryo UI" w:eastAsia="Meiryo UI" w:hAnsi="Meiryo UI" w:hint="eastAsia"/>
                <w:i/>
                <w:sz w:val="16"/>
                <w:szCs w:val="16"/>
                <w:lang w:val="en-US" w:eastAsia="ja-JP"/>
              </w:rPr>
              <w:t xml:space="preserve"> </w:t>
            </w:r>
            <w:r w:rsidRPr="00EE3C95">
              <w:rPr>
                <w:rFonts w:ascii="Meiryo UI" w:eastAsia="Meiryo UI" w:hAnsi="Meiryo UI"/>
                <w:i/>
                <w:sz w:val="16"/>
                <w:szCs w:val="16"/>
                <w:lang w:val="en-US"/>
              </w:rPr>
              <w:t xml:space="preserve"> Fax</w:t>
            </w:r>
            <w:proofErr w:type="gramEnd"/>
            <w:r w:rsidRPr="00EE3C95">
              <w:rPr>
                <w:rFonts w:ascii="Meiryo UI" w:eastAsia="Meiryo UI" w:hAnsi="Meiryo UI"/>
                <w:i/>
                <w:sz w:val="16"/>
                <w:szCs w:val="16"/>
                <w:lang w:val="en-US"/>
              </w:rPr>
              <w:t xml:space="preserve">: +81 3 </w:t>
            </w:r>
            <w:r w:rsidRPr="00EE3C95">
              <w:rPr>
                <w:rFonts w:ascii="Meiryo UI" w:eastAsia="Meiryo UI" w:hAnsi="Meiryo UI"/>
                <w:i/>
                <w:sz w:val="16"/>
                <w:szCs w:val="16"/>
                <w:lang w:val="en-US" w:eastAsia="ja-JP"/>
              </w:rPr>
              <w:t>5960</w:t>
            </w:r>
            <w:r w:rsidRPr="00EE3C95">
              <w:rPr>
                <w:rFonts w:ascii="Meiryo UI" w:eastAsia="Meiryo UI" w:hAnsi="Meiryo UI" w:hint="eastAsia"/>
                <w:i/>
                <w:sz w:val="16"/>
                <w:szCs w:val="16"/>
                <w:lang w:val="en-US" w:eastAsia="ja-JP"/>
              </w:rPr>
              <w:t xml:space="preserve"> </w:t>
            </w:r>
            <w:r w:rsidRPr="00EE3C95">
              <w:rPr>
                <w:rFonts w:ascii="Meiryo UI" w:eastAsia="Meiryo UI" w:hAnsi="Meiryo UI"/>
                <w:i/>
                <w:sz w:val="16"/>
                <w:szCs w:val="16"/>
                <w:lang w:val="en-US" w:eastAsia="ja-JP"/>
              </w:rPr>
              <w:t>1336</w:t>
            </w:r>
            <w:r w:rsidRPr="00EE3C95">
              <w:rPr>
                <w:rFonts w:ascii="Meiryo UI" w:eastAsia="Meiryo UI" w:hAnsi="Meiryo UI"/>
                <w:i/>
                <w:sz w:val="16"/>
                <w:szCs w:val="16"/>
                <w:lang w:val="en-US"/>
              </w:rPr>
              <w:t xml:space="preserve"> </w:t>
            </w:r>
            <w:r w:rsidRPr="00EE3C95">
              <w:rPr>
                <w:rFonts w:ascii="Meiryo UI" w:eastAsia="Meiryo UI" w:hAnsi="Meiryo UI" w:hint="eastAsia"/>
                <w:i/>
                <w:sz w:val="16"/>
                <w:szCs w:val="16"/>
                <w:lang w:val="en-US" w:eastAsia="zh-TW"/>
              </w:rPr>
              <w:t xml:space="preserve">   </w:t>
            </w:r>
          </w:p>
          <w:p w14:paraId="604A7199" w14:textId="5148DC06" w:rsidR="00C37DCD" w:rsidRPr="00EE3C95" w:rsidRDefault="0091312D" w:rsidP="0091312D">
            <w:pPr>
              <w:pStyle w:val="a3"/>
              <w:spacing w:line="0" w:lineRule="atLeast"/>
              <w:rPr>
                <w:rFonts w:ascii="Meiryo UI" w:eastAsia="Meiryo UI" w:hAnsi="Meiryo UI" w:cs="Arial"/>
                <w:b/>
                <w:i/>
                <w:sz w:val="18"/>
                <w:szCs w:val="18"/>
                <w:lang w:val="en-US"/>
              </w:rPr>
            </w:pPr>
            <w:proofErr w:type="gramStart"/>
            <w:r w:rsidRPr="00EE3C95">
              <w:rPr>
                <w:rFonts w:ascii="Meiryo UI" w:eastAsia="Meiryo UI" w:hAnsi="Meiryo UI"/>
                <w:i/>
                <w:sz w:val="16"/>
                <w:szCs w:val="16"/>
                <w:lang w:val="en-US"/>
              </w:rPr>
              <w:t>E-mail:</w:t>
            </w:r>
            <w:r w:rsidRPr="00EE3C95">
              <w:rPr>
                <w:rFonts w:ascii="Meiryo UI" w:eastAsia="Meiryo UI" w:hAnsi="Meiryo UI" w:hint="eastAsia"/>
                <w:i/>
                <w:sz w:val="16"/>
                <w:szCs w:val="16"/>
                <w:lang w:val="en-US" w:eastAsia="ja-JP"/>
              </w:rPr>
              <w:t>info@isi-global.com</w:t>
            </w:r>
            <w:proofErr w:type="gramEnd"/>
            <w:r w:rsidRPr="00EE3C95">
              <w:rPr>
                <w:rFonts w:ascii="Meiryo UI" w:eastAsia="Meiryo UI" w:hAnsi="Meiryo UI" w:hint="eastAsia"/>
                <w:i/>
                <w:sz w:val="16"/>
                <w:szCs w:val="16"/>
                <w:lang w:val="en-US" w:eastAsia="ja-JP"/>
              </w:rPr>
              <w:t xml:space="preserve">  URL</w:t>
            </w:r>
            <w:r w:rsidRPr="00EE3C95">
              <w:rPr>
                <w:rFonts w:ascii="Meiryo UI" w:eastAsia="Meiryo UI" w:hAnsi="Meiryo UI"/>
                <w:i/>
                <w:sz w:val="16"/>
                <w:szCs w:val="16"/>
                <w:lang w:val="en-US"/>
              </w:rPr>
              <w:t>: www.isi-education.com/zh-tw/</w:t>
            </w:r>
          </w:p>
        </w:tc>
      </w:tr>
    </w:tbl>
    <w:p w14:paraId="785E8B80" w14:textId="77777777" w:rsidR="001352DB" w:rsidRPr="00EE3C95" w:rsidRDefault="001352DB" w:rsidP="00C37DCD">
      <w:pPr>
        <w:spacing w:line="0" w:lineRule="atLeast"/>
        <w:ind w:right="-13"/>
        <w:rPr>
          <w:rFonts w:ascii="Meiryo UI" w:eastAsia="新細明體" w:hAnsi="Meiryo UI" w:cs="Meiryo UI"/>
          <w:sz w:val="16"/>
          <w:szCs w:val="16"/>
          <w:lang w:eastAsia="zh-TW"/>
        </w:rPr>
      </w:pPr>
    </w:p>
    <w:p w14:paraId="26635AF3" w14:textId="6D232565" w:rsidR="00C37DCD" w:rsidRPr="00EE3C95" w:rsidRDefault="00C37DCD" w:rsidP="00C37DCD">
      <w:pPr>
        <w:spacing w:line="0" w:lineRule="atLeast"/>
        <w:ind w:right="-13"/>
        <w:rPr>
          <w:rFonts w:ascii="Meiryo UI" w:eastAsia="Meiryo UI" w:hAnsi="Meiryo UI" w:cs="Meiryo UI"/>
          <w:sz w:val="16"/>
          <w:szCs w:val="16"/>
          <w:lang w:eastAsia="zh-TW"/>
        </w:rPr>
      </w:pPr>
      <w:r w:rsidRPr="00EE3C95">
        <w:rPr>
          <w:rFonts w:ascii="Meiryo UI" w:eastAsia="Meiryo UI" w:hAnsi="Meiryo UI" w:cs="Meiryo UI" w:hint="eastAsia"/>
          <w:sz w:val="16"/>
          <w:szCs w:val="16"/>
          <w:lang w:eastAsia="zh-TW"/>
        </w:rPr>
        <w:t>此申報書的目的是為掌握入學學生的身體狀況。</w:t>
      </w:r>
    </w:p>
    <w:p w14:paraId="4CA4EB40" w14:textId="77777777" w:rsidR="00C37DCD" w:rsidRPr="00EE3C95" w:rsidRDefault="00C37DCD" w:rsidP="00C37DCD">
      <w:pPr>
        <w:spacing w:line="0" w:lineRule="atLeast"/>
        <w:ind w:right="-13"/>
        <w:rPr>
          <w:rFonts w:ascii="Meiryo UI" w:eastAsia="Meiryo UI" w:hAnsi="Meiryo UI" w:cs="Meiryo UI"/>
          <w:sz w:val="16"/>
          <w:szCs w:val="16"/>
          <w:lang w:eastAsia="zh-TW"/>
        </w:rPr>
      </w:pPr>
      <w:r w:rsidRPr="00EE3C95">
        <w:rPr>
          <w:rFonts w:ascii="Meiryo UI" w:eastAsia="Meiryo UI" w:hAnsi="Meiryo UI" w:cs="Meiryo UI" w:hint="eastAsia"/>
          <w:sz w:val="16"/>
          <w:szCs w:val="16"/>
          <w:lang w:eastAsia="zh-TW"/>
        </w:rPr>
        <w:t>為了使學生們安心學習和生活，教職人員有必要事先了解學生們的身體狀況。請詳細填寫以下項目。</w:t>
      </w:r>
    </w:p>
    <w:p w14:paraId="0B43D03E" w14:textId="5E18B0C8" w:rsidR="00E81EC8" w:rsidRPr="00EE3C95" w:rsidRDefault="00C37DCD" w:rsidP="00C37DCD">
      <w:pPr>
        <w:spacing w:line="0" w:lineRule="atLeast"/>
        <w:ind w:right="-13"/>
        <w:rPr>
          <w:rFonts w:ascii="Meiryo UI" w:eastAsia="新細明體" w:hAnsi="Meiryo UI" w:cs="Meiryo UI"/>
          <w:sz w:val="16"/>
          <w:szCs w:val="16"/>
          <w:lang w:eastAsia="zh-TW"/>
        </w:rPr>
      </w:pPr>
      <w:r w:rsidRPr="00EE3C95">
        <w:rPr>
          <w:rFonts w:ascii="Meiryo UI" w:eastAsia="Meiryo UI" w:hAnsi="Meiryo UI" w:cs="Meiryo UI" w:hint="eastAsia"/>
          <w:sz w:val="16"/>
          <w:szCs w:val="16"/>
          <w:lang w:eastAsia="zh-TW"/>
        </w:rPr>
        <w:t>提交申報書，並不代表學校可提供醫療服務或醫藥品，請各位理解。本校會確保以下個人資料保護之安全。</w:t>
      </w:r>
    </w:p>
    <w:p w14:paraId="2AC1F00E" w14:textId="77777777" w:rsidR="001352DB" w:rsidRPr="00EE3C95" w:rsidRDefault="001352DB" w:rsidP="00C37DCD">
      <w:pPr>
        <w:spacing w:line="0" w:lineRule="atLeast"/>
        <w:ind w:right="-13"/>
        <w:rPr>
          <w:rFonts w:ascii="Meiryo UI" w:eastAsia="新細明體" w:hAnsi="Meiryo UI" w:cs="Meiryo UI"/>
          <w:sz w:val="16"/>
          <w:szCs w:val="16"/>
          <w:lang w:eastAsia="zh-TW"/>
        </w:rPr>
      </w:pPr>
    </w:p>
    <w:tbl>
      <w:tblPr>
        <w:tblStyle w:val="a6"/>
        <w:tblW w:w="10201" w:type="dxa"/>
        <w:tblLayout w:type="fixed"/>
        <w:tblCellMar>
          <w:top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60"/>
        <w:gridCol w:w="1276"/>
        <w:gridCol w:w="567"/>
        <w:gridCol w:w="1559"/>
        <w:gridCol w:w="283"/>
        <w:gridCol w:w="3856"/>
      </w:tblGrid>
      <w:tr w:rsidR="00EE3C95" w:rsidRPr="00EE3C95" w14:paraId="17976131" w14:textId="77777777" w:rsidTr="005A678C">
        <w:tc>
          <w:tcPr>
            <w:tcW w:w="4503" w:type="dxa"/>
            <w:gridSpan w:val="3"/>
            <w:shd w:val="clear" w:color="auto" w:fill="auto"/>
            <w:vAlign w:val="center"/>
          </w:tcPr>
          <w:p w14:paraId="74700ACE" w14:textId="77777777" w:rsidR="00E81EC8" w:rsidRPr="00EE3C95" w:rsidRDefault="00E81EC8" w:rsidP="00E81EC8">
            <w:pPr>
              <w:pStyle w:val="aa"/>
              <w:numPr>
                <w:ilvl w:val="0"/>
                <w:numId w:val="12"/>
              </w:numPr>
              <w:spacing w:line="0" w:lineRule="atLeast"/>
              <w:ind w:leftChars="0"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現在的身體狀況為何？</w:t>
            </w:r>
          </w:p>
        </w:tc>
        <w:tc>
          <w:tcPr>
            <w:tcW w:w="5698" w:type="dxa"/>
            <w:gridSpan w:val="3"/>
            <w:vAlign w:val="center"/>
          </w:tcPr>
          <w:p w14:paraId="095B88AF" w14:textId="77777777" w:rsidR="00E81EC8" w:rsidRPr="00EE3C95" w:rsidRDefault="00000000" w:rsidP="00C21BE4">
            <w:pPr>
              <w:tabs>
                <w:tab w:val="left" w:pos="4830"/>
              </w:tabs>
              <w:spacing w:line="0" w:lineRule="atLeast"/>
              <w:ind w:right="403"/>
              <w:jc w:val="center"/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ja-JP"/>
                </w:rPr>
                <w:id w:val="817848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ja-JP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非常好</w:t>
            </w:r>
            <w:r w:rsidR="00E81EC8" w:rsidRPr="00EE3C95"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  <w:t xml:space="preserve">  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      </w:t>
            </w:r>
            <w:r w:rsidR="00E81EC8" w:rsidRPr="00EE3C95"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  <w:t xml:space="preserve">  </w:t>
            </w: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ja-JP"/>
                </w:rPr>
                <w:id w:val="1593352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ja-JP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一般</w:t>
            </w:r>
            <w:r w:rsidR="00E81EC8" w:rsidRPr="00EE3C95"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  <w:t xml:space="preserve"> 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     </w:t>
            </w:r>
            <w:r w:rsidR="00E81EC8" w:rsidRPr="00EE3C95"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  <w:t xml:space="preserve">   </w:t>
            </w: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ja-JP"/>
                </w:rPr>
                <w:id w:val="264276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ja-JP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  <w:t xml:space="preserve"> 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不太好　　     </w:t>
            </w: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ja-JP"/>
                </w:rPr>
                <w:id w:val="1625043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ja-JP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  <w:t xml:space="preserve"> 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>不好</w:t>
            </w:r>
          </w:p>
        </w:tc>
      </w:tr>
      <w:tr w:rsidR="00EE3C95" w:rsidRPr="00EE3C95" w14:paraId="5D977F89" w14:textId="77777777" w:rsidTr="005A678C">
        <w:tc>
          <w:tcPr>
            <w:tcW w:w="4503" w:type="dxa"/>
            <w:gridSpan w:val="3"/>
            <w:shd w:val="clear" w:color="auto" w:fill="auto"/>
            <w:vAlign w:val="center"/>
          </w:tcPr>
          <w:p w14:paraId="25785072" w14:textId="77777777" w:rsidR="00E81EC8" w:rsidRPr="00EE3C95" w:rsidRDefault="00E81EC8" w:rsidP="00E81EC8">
            <w:pPr>
              <w:pStyle w:val="aa"/>
              <w:numPr>
                <w:ilvl w:val="0"/>
                <w:numId w:val="12"/>
              </w:numPr>
              <w:spacing w:line="0" w:lineRule="atLeast"/>
              <w:ind w:leftChars="0"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目前是否在醫院進行治療？</w:t>
            </w:r>
          </w:p>
        </w:tc>
        <w:tc>
          <w:tcPr>
            <w:tcW w:w="1559" w:type="dxa"/>
            <w:vAlign w:val="center"/>
          </w:tcPr>
          <w:p w14:paraId="13B2EF5F" w14:textId="77777777" w:rsidR="00E81EC8" w:rsidRPr="00EE3C95" w:rsidRDefault="00000000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-1139034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>沒有</w:t>
            </w:r>
          </w:p>
          <w:p w14:paraId="5295CDB4" w14:textId="77777777" w:rsidR="00E81EC8" w:rsidRPr="00EE3C95" w:rsidRDefault="00000000" w:rsidP="00C21BE4">
            <w:pPr>
              <w:tabs>
                <w:tab w:val="left" w:pos="960"/>
              </w:tabs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611171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>有</w:t>
            </w:r>
            <w:r w:rsidR="00E81EC8" w:rsidRPr="00EE3C95">
              <w:rPr>
                <w:rFonts w:ascii="Meiryo UI" w:eastAsia="Meiryo UI" w:hAnsi="Meiryo UI" w:cs="Meiryo UI"/>
                <w:sz w:val="16"/>
                <w:szCs w:val="16"/>
              </w:rPr>
              <w:tab/>
            </w:r>
          </w:p>
        </w:tc>
        <w:tc>
          <w:tcPr>
            <w:tcW w:w="4139" w:type="dxa"/>
            <w:gridSpan w:val="2"/>
          </w:tcPr>
          <w:p w14:paraId="58014316" w14:textId="77777777" w:rsidR="00E81EC8" w:rsidRPr="00EE3C95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發病時期 　　　　年　　　　月</w:t>
            </w:r>
          </w:p>
          <w:p w14:paraId="437794E2" w14:textId="77777777" w:rsidR="00E81EC8" w:rsidRPr="00EE3C95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病名（　　　　　　　　　　　　　　　　　　　）</w:t>
            </w:r>
          </w:p>
        </w:tc>
      </w:tr>
      <w:tr w:rsidR="00EE3C95" w:rsidRPr="00EE3C95" w14:paraId="669B539C" w14:textId="77777777" w:rsidTr="005A678C">
        <w:tc>
          <w:tcPr>
            <w:tcW w:w="4503" w:type="dxa"/>
            <w:gridSpan w:val="3"/>
            <w:shd w:val="clear" w:color="auto" w:fill="auto"/>
            <w:vAlign w:val="center"/>
          </w:tcPr>
          <w:p w14:paraId="18049805" w14:textId="77777777" w:rsidR="00E81EC8" w:rsidRPr="00EE3C95" w:rsidRDefault="00E81EC8" w:rsidP="00E81EC8">
            <w:pPr>
              <w:pStyle w:val="aa"/>
              <w:numPr>
                <w:ilvl w:val="0"/>
                <w:numId w:val="12"/>
              </w:numPr>
              <w:spacing w:line="0" w:lineRule="atLeast"/>
              <w:ind w:leftChars="0"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現在是否有在服用任何藥物？※</w:t>
            </w:r>
            <w:proofErr w:type="gramStart"/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包含非處方藥</w:t>
            </w:r>
            <w:proofErr w:type="gramEnd"/>
          </w:p>
        </w:tc>
        <w:tc>
          <w:tcPr>
            <w:tcW w:w="1559" w:type="dxa"/>
            <w:vAlign w:val="center"/>
          </w:tcPr>
          <w:p w14:paraId="0348A4DA" w14:textId="77777777" w:rsidR="00E81EC8" w:rsidRPr="00EE3C95" w:rsidRDefault="00000000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165587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>沒有</w:t>
            </w:r>
          </w:p>
          <w:p w14:paraId="14E8F90B" w14:textId="77777777" w:rsidR="00E81EC8" w:rsidRPr="00EE3C95" w:rsidRDefault="00000000" w:rsidP="00C21BE4">
            <w:pPr>
              <w:tabs>
                <w:tab w:val="left" w:pos="960"/>
              </w:tabs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-1167315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>有</w:t>
            </w:r>
          </w:p>
        </w:tc>
        <w:tc>
          <w:tcPr>
            <w:tcW w:w="4139" w:type="dxa"/>
            <w:gridSpan w:val="2"/>
          </w:tcPr>
          <w:p w14:paraId="48A6D72A" w14:textId="77777777" w:rsidR="00E81EC8" w:rsidRPr="00EE3C95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發病時期 　　　　 年　　　　月　</w:t>
            </w:r>
          </w:p>
          <w:p w14:paraId="439951A1" w14:textId="77777777" w:rsidR="00E81EC8" w:rsidRPr="00EE3C95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藥：</w:t>
            </w: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zh-TW"/>
                </w:rPr>
                <w:id w:val="1270506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Pr="00EE3C95"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  <w:t xml:space="preserve">  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鎮靜劑　　　 　</w:t>
            </w: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zh-TW"/>
                </w:rPr>
                <w:id w:val="1297566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助眠藥</w:t>
            </w:r>
          </w:p>
          <w:p w14:paraId="6BDD727D" w14:textId="4E010142" w:rsidR="00E81EC8" w:rsidRPr="00EE3C95" w:rsidRDefault="00000000" w:rsidP="00C21BE4">
            <w:pPr>
              <w:spacing w:line="0" w:lineRule="atLeast"/>
              <w:ind w:right="403" w:firstLineChars="200" w:firstLine="320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zh-TW"/>
                </w:rPr>
                <w:id w:val="387307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  <w:t xml:space="preserve">  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抗癲癇藥　 </w:t>
            </w:r>
            <w:r w:rsidR="00E81EC8" w:rsidRPr="00EE3C95"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  <w:t xml:space="preserve"> 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zh-TW"/>
                </w:rPr>
                <w:id w:val="292258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  <w:t xml:space="preserve">  </w:t>
            </w:r>
            <w:r w:rsidR="006627BD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氣喘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藥</w:t>
            </w:r>
          </w:p>
          <w:p w14:paraId="297E1FEB" w14:textId="1E1745F0" w:rsidR="00E81EC8" w:rsidRPr="00EE3C95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其他（　　　　　　　　　　　　　　　　　　　　　　　　　　）</w:t>
            </w:r>
          </w:p>
        </w:tc>
      </w:tr>
      <w:tr w:rsidR="00EE3C95" w:rsidRPr="00EE3C95" w14:paraId="5B908CC5" w14:textId="77777777" w:rsidTr="005A678C">
        <w:trPr>
          <w:trHeight w:val="294"/>
        </w:trPr>
        <w:tc>
          <w:tcPr>
            <w:tcW w:w="4503" w:type="dxa"/>
            <w:gridSpan w:val="3"/>
            <w:shd w:val="clear" w:color="auto" w:fill="auto"/>
            <w:vAlign w:val="center"/>
          </w:tcPr>
          <w:p w14:paraId="6FE36E52" w14:textId="77777777" w:rsidR="00E81EC8" w:rsidRPr="00EE3C95" w:rsidRDefault="00E81EC8" w:rsidP="00E81EC8">
            <w:pPr>
              <w:pStyle w:val="aa"/>
              <w:numPr>
                <w:ilvl w:val="0"/>
                <w:numId w:val="12"/>
              </w:numPr>
              <w:spacing w:line="0" w:lineRule="atLeast"/>
              <w:ind w:leftChars="0"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過去5年內是否因疾病手術或住院？</w:t>
            </w:r>
          </w:p>
        </w:tc>
        <w:tc>
          <w:tcPr>
            <w:tcW w:w="1559" w:type="dxa"/>
            <w:vAlign w:val="center"/>
          </w:tcPr>
          <w:p w14:paraId="030C3A27" w14:textId="77777777" w:rsidR="00E81EC8" w:rsidRPr="00EE3C95" w:rsidRDefault="00000000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696976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>沒有</w:t>
            </w:r>
          </w:p>
          <w:p w14:paraId="071F8F1D" w14:textId="77777777" w:rsidR="00E81EC8" w:rsidRPr="00EE3C95" w:rsidRDefault="00000000" w:rsidP="00C21BE4">
            <w:pPr>
              <w:tabs>
                <w:tab w:val="left" w:pos="960"/>
              </w:tabs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84578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>有</w:t>
            </w:r>
          </w:p>
        </w:tc>
        <w:tc>
          <w:tcPr>
            <w:tcW w:w="4139" w:type="dxa"/>
            <w:gridSpan w:val="2"/>
          </w:tcPr>
          <w:p w14:paraId="60C1EDB4" w14:textId="77777777" w:rsidR="00E81EC8" w:rsidRPr="00EE3C95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住院日期　　　　　 年　     月　　</w:t>
            </w:r>
          </w:p>
          <w:p w14:paraId="0AC8FCA2" w14:textId="7D31447C" w:rsidR="00E81EC8" w:rsidRPr="00EE3C95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住院理由（　　　　　　　　　　　　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　　　　　　　　　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 ）</w:t>
            </w:r>
          </w:p>
        </w:tc>
      </w:tr>
      <w:tr w:rsidR="00EE3C95" w:rsidRPr="00EE3C95" w14:paraId="4BD06CAE" w14:textId="77777777" w:rsidTr="005A678C">
        <w:trPr>
          <w:trHeight w:val="617"/>
        </w:trPr>
        <w:tc>
          <w:tcPr>
            <w:tcW w:w="10201" w:type="dxa"/>
            <w:gridSpan w:val="6"/>
            <w:shd w:val="clear" w:color="auto" w:fill="auto"/>
            <w:vAlign w:val="center"/>
          </w:tcPr>
          <w:p w14:paraId="53754B11" w14:textId="77777777" w:rsidR="00E81EC8" w:rsidRPr="00EE3C95" w:rsidRDefault="00E81EC8" w:rsidP="00E81EC8">
            <w:pPr>
              <w:pStyle w:val="aa"/>
              <w:numPr>
                <w:ilvl w:val="0"/>
                <w:numId w:val="12"/>
              </w:numPr>
              <w:spacing w:line="0" w:lineRule="atLeast"/>
              <w:ind w:leftChars="0"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過去是否曾患有以下疾病，或有</w:t>
            </w:r>
            <w:proofErr w:type="gramStart"/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既往病史</w:t>
            </w:r>
            <w:proofErr w:type="gramEnd"/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？</w:t>
            </w:r>
          </w:p>
          <w:p w14:paraId="55CD9B6C" w14:textId="77777777" w:rsidR="00E81EC8" w:rsidRPr="00EE3C95" w:rsidRDefault="00E81EC8" w:rsidP="00C21BE4">
            <w:pPr>
              <w:pStyle w:val="aa"/>
              <w:spacing w:line="0" w:lineRule="atLeast"/>
              <w:ind w:leftChars="0" w:left="420"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※如果曾患以下疾病、請詳細填寫下列內容。</w:t>
            </w:r>
          </w:p>
        </w:tc>
      </w:tr>
      <w:tr w:rsidR="00EE3C95" w:rsidRPr="00EE3C95" w14:paraId="7E55248F" w14:textId="77777777" w:rsidTr="005A678C">
        <w:tc>
          <w:tcPr>
            <w:tcW w:w="2660" w:type="dxa"/>
            <w:shd w:val="clear" w:color="auto" w:fill="auto"/>
            <w:tcMar>
              <w:right w:w="28" w:type="dxa"/>
            </w:tcMar>
            <w:vAlign w:val="center"/>
          </w:tcPr>
          <w:p w14:paraId="15E61F03" w14:textId="77777777" w:rsidR="00E81EC8" w:rsidRPr="00EE3C95" w:rsidRDefault="00E81EC8" w:rsidP="00E81EC8">
            <w:pPr>
              <w:pStyle w:val="aa"/>
              <w:numPr>
                <w:ilvl w:val="0"/>
                <w:numId w:val="13"/>
              </w:numPr>
              <w:spacing w:line="0" w:lineRule="atLeast"/>
              <w:ind w:leftChars="0" w:right="170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結核病史</w:t>
            </w:r>
          </w:p>
        </w:tc>
        <w:tc>
          <w:tcPr>
            <w:tcW w:w="1276" w:type="dxa"/>
            <w:vAlign w:val="center"/>
          </w:tcPr>
          <w:p w14:paraId="38407ABA" w14:textId="77777777" w:rsidR="00E81EC8" w:rsidRPr="00EE3C95" w:rsidRDefault="00000000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2021968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沒有</w:t>
            </w:r>
          </w:p>
          <w:p w14:paraId="1CB0F3BC" w14:textId="77777777" w:rsidR="00E81EC8" w:rsidRPr="00EE3C95" w:rsidRDefault="00000000" w:rsidP="00C21BE4">
            <w:pPr>
              <w:tabs>
                <w:tab w:val="left" w:pos="960"/>
              </w:tabs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-1309631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有</w:t>
            </w:r>
          </w:p>
        </w:tc>
        <w:tc>
          <w:tcPr>
            <w:tcW w:w="2409" w:type="dxa"/>
            <w:gridSpan w:val="3"/>
            <w:vAlign w:val="center"/>
          </w:tcPr>
          <w:p w14:paraId="4B8335AF" w14:textId="77777777" w:rsidR="00E81EC8" w:rsidRPr="00EE3C95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發病時期</w:t>
            </w:r>
          </w:p>
          <w:p w14:paraId="03AF51DF" w14:textId="77777777" w:rsidR="00E81EC8" w:rsidRPr="00EE3C95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</w:p>
          <w:p w14:paraId="77E47C93" w14:textId="77777777" w:rsidR="00E81EC8" w:rsidRPr="00EE3C95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　　　年　　　　　月</w:t>
            </w:r>
          </w:p>
        </w:tc>
        <w:tc>
          <w:tcPr>
            <w:tcW w:w="3856" w:type="dxa"/>
            <w:vAlign w:val="center"/>
          </w:tcPr>
          <w:p w14:paraId="138C05D2" w14:textId="77777777" w:rsidR="00E81EC8" w:rsidRPr="00EE3C95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現在狀況</w:t>
            </w:r>
          </w:p>
          <w:p w14:paraId="7DC80AD9" w14:textId="77777777" w:rsidR="00E81EC8" w:rsidRPr="00EE3C95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□　已完全治癒　　　　　□　服藥治療中</w:t>
            </w:r>
          </w:p>
        </w:tc>
      </w:tr>
      <w:tr w:rsidR="00EE3C95" w:rsidRPr="00EE3C95" w14:paraId="66955E61" w14:textId="77777777" w:rsidTr="005A678C">
        <w:tc>
          <w:tcPr>
            <w:tcW w:w="2660" w:type="dxa"/>
            <w:shd w:val="clear" w:color="auto" w:fill="auto"/>
            <w:tcMar>
              <w:right w:w="28" w:type="dxa"/>
            </w:tcMar>
            <w:vAlign w:val="center"/>
          </w:tcPr>
          <w:p w14:paraId="23687A5C" w14:textId="77777777" w:rsidR="00E81EC8" w:rsidRPr="00EE3C95" w:rsidRDefault="00E81EC8" w:rsidP="00E81EC8">
            <w:pPr>
              <w:pStyle w:val="aa"/>
              <w:numPr>
                <w:ilvl w:val="0"/>
                <w:numId w:val="13"/>
              </w:numPr>
              <w:spacing w:line="0" w:lineRule="atLeast"/>
              <w:ind w:leftChars="0" w:right="170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精神病</w:t>
            </w:r>
          </w:p>
        </w:tc>
        <w:tc>
          <w:tcPr>
            <w:tcW w:w="1276" w:type="dxa"/>
            <w:vAlign w:val="center"/>
          </w:tcPr>
          <w:p w14:paraId="7A2AF15D" w14:textId="77777777" w:rsidR="00E81EC8" w:rsidRPr="00EE3C95" w:rsidRDefault="00000000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-1046837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沒有</w:t>
            </w:r>
          </w:p>
          <w:p w14:paraId="5C7A63BC" w14:textId="77777777" w:rsidR="00E81EC8" w:rsidRPr="00EE3C95" w:rsidRDefault="00000000" w:rsidP="00C21BE4">
            <w:pPr>
              <w:tabs>
                <w:tab w:val="left" w:pos="960"/>
              </w:tabs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456301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有</w:t>
            </w:r>
          </w:p>
        </w:tc>
        <w:tc>
          <w:tcPr>
            <w:tcW w:w="2409" w:type="dxa"/>
            <w:gridSpan w:val="3"/>
            <w:vAlign w:val="center"/>
          </w:tcPr>
          <w:p w14:paraId="5E511350" w14:textId="77777777" w:rsidR="00E81EC8" w:rsidRPr="00EE3C95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發病時期</w:t>
            </w:r>
          </w:p>
          <w:p w14:paraId="675ED31B" w14:textId="77777777" w:rsidR="00E81EC8" w:rsidRPr="00EE3C95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</w:p>
          <w:p w14:paraId="3BD593FE" w14:textId="77777777" w:rsidR="00E81EC8" w:rsidRPr="00EE3C95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　　　年　　　　　月</w:t>
            </w:r>
          </w:p>
        </w:tc>
        <w:tc>
          <w:tcPr>
            <w:tcW w:w="3856" w:type="dxa"/>
            <w:vAlign w:val="center"/>
          </w:tcPr>
          <w:p w14:paraId="0B9B414E" w14:textId="77777777" w:rsidR="00E81EC8" w:rsidRPr="00EE3C95" w:rsidRDefault="00000000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zh-TW"/>
                </w:rPr>
                <w:id w:val="-1595084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憂鬱症</w:t>
            </w:r>
            <w:r w:rsidR="00E81EC8" w:rsidRPr="00EE3C95"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  <w:t xml:space="preserve"> 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zh-TW"/>
                </w:rPr>
                <w:id w:val="-43754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焦慮症</w:t>
            </w:r>
            <w:r w:rsidR="00E81EC8" w:rsidRPr="00EE3C95"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  <w:t xml:space="preserve"> 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  <w:t xml:space="preserve"> </w:t>
            </w: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zh-TW"/>
                </w:rPr>
                <w:id w:val="-605117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 　恐慌症</w:t>
            </w:r>
            <w:r w:rsidR="00E81EC8" w:rsidRPr="00EE3C95"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  <w:t xml:space="preserve">   </w:t>
            </w: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zh-TW"/>
                </w:rPr>
                <w:id w:val="1431777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 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失眠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</w:p>
          <w:p w14:paraId="5E25127E" w14:textId="77777777" w:rsidR="00E81EC8" w:rsidRPr="00EE3C95" w:rsidRDefault="00000000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zh-TW"/>
                </w:rPr>
                <w:id w:val="-388026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注意缺陷多動障礙</w:t>
            </w:r>
            <w:proofErr w:type="gramStart"/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（</w:t>
            </w:r>
            <w:proofErr w:type="gramEnd"/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ADHD)</w:t>
            </w:r>
          </w:p>
          <w:p w14:paraId="4F435EB6" w14:textId="699D7D91" w:rsidR="00E81EC8" w:rsidRPr="00EE3C95" w:rsidRDefault="00000000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-1056307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其他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>（　　　　　　　　　　  　　　   　            ）</w:t>
            </w:r>
          </w:p>
        </w:tc>
      </w:tr>
      <w:tr w:rsidR="00EE3C95" w:rsidRPr="00EE3C95" w14:paraId="2784DE1A" w14:textId="77777777" w:rsidTr="005A678C">
        <w:trPr>
          <w:trHeight w:val="621"/>
        </w:trPr>
        <w:tc>
          <w:tcPr>
            <w:tcW w:w="2660" w:type="dxa"/>
            <w:shd w:val="clear" w:color="auto" w:fill="auto"/>
            <w:tcMar>
              <w:right w:w="28" w:type="dxa"/>
            </w:tcMar>
            <w:vAlign w:val="center"/>
          </w:tcPr>
          <w:p w14:paraId="0B52AF85" w14:textId="50272778" w:rsidR="00E81EC8" w:rsidRPr="00EE3C95" w:rsidRDefault="00E81EC8" w:rsidP="00E81EC8">
            <w:pPr>
              <w:pStyle w:val="aa"/>
              <w:numPr>
                <w:ilvl w:val="0"/>
                <w:numId w:val="13"/>
              </w:numPr>
              <w:spacing w:line="0" w:lineRule="atLeast"/>
              <w:ind w:leftChars="0" w:right="170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包括</w:t>
            </w:r>
            <w:r w:rsidR="006627BD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氣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喘的過敏性疾病</w:t>
            </w:r>
          </w:p>
        </w:tc>
        <w:tc>
          <w:tcPr>
            <w:tcW w:w="1276" w:type="dxa"/>
            <w:vAlign w:val="center"/>
          </w:tcPr>
          <w:p w14:paraId="7E243397" w14:textId="77777777" w:rsidR="00E81EC8" w:rsidRPr="00EE3C95" w:rsidRDefault="00000000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-709959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沒有</w:t>
            </w:r>
          </w:p>
          <w:p w14:paraId="4DDC237D" w14:textId="77777777" w:rsidR="00E81EC8" w:rsidRPr="00EE3C95" w:rsidRDefault="00000000" w:rsidP="00C21BE4">
            <w:pPr>
              <w:tabs>
                <w:tab w:val="left" w:pos="960"/>
              </w:tabs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-1674949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有</w:t>
            </w:r>
          </w:p>
        </w:tc>
        <w:tc>
          <w:tcPr>
            <w:tcW w:w="2409" w:type="dxa"/>
            <w:gridSpan w:val="3"/>
            <w:vAlign w:val="center"/>
          </w:tcPr>
          <w:p w14:paraId="114A412A" w14:textId="77777777" w:rsidR="00E81EC8" w:rsidRPr="00EE3C95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發病時期</w:t>
            </w:r>
          </w:p>
          <w:p w14:paraId="68B2980F" w14:textId="77777777" w:rsidR="00E81EC8" w:rsidRPr="00EE3C95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</w:p>
          <w:p w14:paraId="2680734F" w14:textId="77777777" w:rsidR="00E81EC8" w:rsidRPr="00EE3C95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　　　　年　　　　　月</w:t>
            </w:r>
          </w:p>
        </w:tc>
        <w:tc>
          <w:tcPr>
            <w:tcW w:w="3856" w:type="dxa"/>
            <w:vAlign w:val="center"/>
          </w:tcPr>
          <w:p w14:paraId="28D45AD8" w14:textId="77777777" w:rsidR="00E81EC8" w:rsidRPr="00EE3C95" w:rsidRDefault="00000000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zh-TW"/>
                </w:rPr>
                <w:id w:val="-45194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食品　 　</w:t>
            </w: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zh-TW"/>
                </w:rPr>
                <w:id w:val="-2120757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醫藥　　 </w:t>
            </w:r>
            <w:r w:rsidR="00E81EC8" w:rsidRPr="00EE3C95"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  <w:t xml:space="preserve"> </w:t>
            </w: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zh-TW"/>
                </w:rPr>
                <w:id w:val="963463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化工產品</w:t>
            </w:r>
          </w:p>
          <w:p w14:paraId="75ADCC55" w14:textId="75802BBC" w:rsidR="00E81EC8" w:rsidRPr="00EE3C95" w:rsidRDefault="00000000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ja-JP"/>
                </w:rPr>
                <w:id w:val="-375397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ja-JP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其他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>（　　　　　　　　　　  　　　      　         ）</w:t>
            </w:r>
          </w:p>
        </w:tc>
      </w:tr>
      <w:tr w:rsidR="00EE3C95" w:rsidRPr="00EE3C95" w14:paraId="597D80EE" w14:textId="77777777" w:rsidTr="005A678C">
        <w:trPr>
          <w:trHeight w:val="653"/>
        </w:trPr>
        <w:tc>
          <w:tcPr>
            <w:tcW w:w="2660" w:type="dxa"/>
            <w:shd w:val="clear" w:color="auto" w:fill="auto"/>
            <w:tcMar>
              <w:right w:w="28" w:type="dxa"/>
            </w:tcMar>
            <w:vAlign w:val="center"/>
          </w:tcPr>
          <w:p w14:paraId="2F4963CA" w14:textId="77777777" w:rsidR="00E81EC8" w:rsidRPr="00EE3C95" w:rsidRDefault="00E81EC8" w:rsidP="00E81EC8">
            <w:pPr>
              <w:pStyle w:val="aa"/>
              <w:numPr>
                <w:ilvl w:val="0"/>
                <w:numId w:val="13"/>
              </w:numPr>
              <w:spacing w:line="0" w:lineRule="atLeast"/>
              <w:ind w:leftChars="0" w:right="170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瘧疾和其他傳染病</w:t>
            </w:r>
          </w:p>
        </w:tc>
        <w:tc>
          <w:tcPr>
            <w:tcW w:w="1276" w:type="dxa"/>
            <w:vAlign w:val="center"/>
          </w:tcPr>
          <w:p w14:paraId="2D85F5C8" w14:textId="77777777" w:rsidR="00E81EC8" w:rsidRPr="00EE3C95" w:rsidRDefault="00000000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-1187064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沒有</w:t>
            </w:r>
          </w:p>
          <w:p w14:paraId="0732B261" w14:textId="77777777" w:rsidR="00E81EC8" w:rsidRPr="00EE3C95" w:rsidRDefault="00000000" w:rsidP="00C21BE4">
            <w:pPr>
              <w:tabs>
                <w:tab w:val="left" w:pos="960"/>
              </w:tabs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359247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有</w:t>
            </w:r>
          </w:p>
        </w:tc>
        <w:tc>
          <w:tcPr>
            <w:tcW w:w="2409" w:type="dxa"/>
            <w:gridSpan w:val="3"/>
            <w:vAlign w:val="center"/>
          </w:tcPr>
          <w:p w14:paraId="3EF1F9F9" w14:textId="77777777" w:rsidR="00E81EC8" w:rsidRPr="00EE3C95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發病時期</w:t>
            </w:r>
          </w:p>
          <w:p w14:paraId="640F8AEA" w14:textId="77777777" w:rsidR="00E81EC8" w:rsidRPr="00EE3C95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</w:p>
          <w:p w14:paraId="43511B75" w14:textId="77777777" w:rsidR="00E81EC8" w:rsidRPr="00EE3C95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　　　年　　　　　月</w:t>
            </w:r>
          </w:p>
        </w:tc>
        <w:tc>
          <w:tcPr>
            <w:tcW w:w="3856" w:type="dxa"/>
          </w:tcPr>
          <w:p w14:paraId="1997394A" w14:textId="77777777" w:rsidR="00E81EC8" w:rsidRPr="00EE3C95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名稱：</w:t>
            </w:r>
          </w:p>
        </w:tc>
      </w:tr>
      <w:tr w:rsidR="00EE3C95" w:rsidRPr="00EE3C95" w14:paraId="5251FA99" w14:textId="77777777" w:rsidTr="005A678C">
        <w:tc>
          <w:tcPr>
            <w:tcW w:w="2660" w:type="dxa"/>
            <w:shd w:val="clear" w:color="auto" w:fill="auto"/>
            <w:tcMar>
              <w:right w:w="28" w:type="dxa"/>
            </w:tcMar>
            <w:vAlign w:val="center"/>
          </w:tcPr>
          <w:p w14:paraId="3EC81B61" w14:textId="77777777" w:rsidR="00E81EC8" w:rsidRPr="00EE3C95" w:rsidRDefault="00E81EC8" w:rsidP="00E81EC8">
            <w:pPr>
              <w:pStyle w:val="aa"/>
              <w:numPr>
                <w:ilvl w:val="0"/>
                <w:numId w:val="13"/>
              </w:numPr>
              <w:spacing w:line="0" w:lineRule="atLeast"/>
              <w:ind w:leftChars="0" w:right="170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糖尿病</w:t>
            </w:r>
          </w:p>
        </w:tc>
        <w:tc>
          <w:tcPr>
            <w:tcW w:w="1276" w:type="dxa"/>
            <w:vAlign w:val="center"/>
          </w:tcPr>
          <w:p w14:paraId="1DCF27D1" w14:textId="77777777" w:rsidR="00E81EC8" w:rsidRPr="00EE3C95" w:rsidRDefault="00000000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-1391642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沒有</w:t>
            </w:r>
          </w:p>
          <w:p w14:paraId="2F372CA8" w14:textId="77777777" w:rsidR="00E81EC8" w:rsidRPr="00EE3C95" w:rsidRDefault="00000000" w:rsidP="00C21BE4">
            <w:pPr>
              <w:tabs>
                <w:tab w:val="left" w:pos="960"/>
              </w:tabs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1783308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有</w:t>
            </w:r>
          </w:p>
        </w:tc>
        <w:tc>
          <w:tcPr>
            <w:tcW w:w="2409" w:type="dxa"/>
            <w:gridSpan w:val="3"/>
            <w:vAlign w:val="center"/>
          </w:tcPr>
          <w:p w14:paraId="72B8F78E" w14:textId="77777777" w:rsidR="00E81EC8" w:rsidRPr="00EE3C95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發病時期</w:t>
            </w:r>
          </w:p>
          <w:p w14:paraId="3CFDEA36" w14:textId="77777777" w:rsidR="00E81EC8" w:rsidRPr="00EE3C95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</w:p>
          <w:p w14:paraId="740EFB8C" w14:textId="77777777" w:rsidR="00E81EC8" w:rsidRPr="00EE3C95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　　　年　　　　　月</w:t>
            </w:r>
          </w:p>
        </w:tc>
        <w:tc>
          <w:tcPr>
            <w:tcW w:w="3856" w:type="dxa"/>
            <w:vAlign w:val="center"/>
          </w:tcPr>
          <w:p w14:paraId="7DD51335" w14:textId="77777777" w:rsidR="00E81EC8" w:rsidRPr="00EE3C95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現在</w:t>
            </w: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的情況</w:t>
            </w:r>
          </w:p>
          <w:p w14:paraId="724EC113" w14:textId="77777777" w:rsidR="00E81EC8" w:rsidRPr="00EE3C95" w:rsidRDefault="00000000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zh-TW"/>
                </w:rPr>
                <w:id w:val="1040554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服藥中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　　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zh-TW"/>
                </w:rPr>
                <w:id w:val="364413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自己注射胰島素</w:t>
            </w:r>
          </w:p>
        </w:tc>
      </w:tr>
      <w:tr w:rsidR="00EE3C95" w:rsidRPr="00EE3C95" w14:paraId="3716B391" w14:textId="77777777" w:rsidTr="005A678C">
        <w:tc>
          <w:tcPr>
            <w:tcW w:w="2660" w:type="dxa"/>
            <w:shd w:val="clear" w:color="auto" w:fill="auto"/>
            <w:tcMar>
              <w:right w:w="28" w:type="dxa"/>
            </w:tcMar>
            <w:vAlign w:val="center"/>
          </w:tcPr>
          <w:p w14:paraId="2E07B3CC" w14:textId="77777777" w:rsidR="00E81EC8" w:rsidRPr="00EE3C95" w:rsidRDefault="00E81EC8" w:rsidP="00E81EC8">
            <w:pPr>
              <w:pStyle w:val="aa"/>
              <w:numPr>
                <w:ilvl w:val="0"/>
                <w:numId w:val="13"/>
              </w:numPr>
              <w:spacing w:line="0" w:lineRule="atLeast"/>
              <w:ind w:leftChars="0" w:right="170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癲癇或痙攣的發作</w:t>
            </w:r>
          </w:p>
        </w:tc>
        <w:tc>
          <w:tcPr>
            <w:tcW w:w="1276" w:type="dxa"/>
            <w:vAlign w:val="center"/>
          </w:tcPr>
          <w:p w14:paraId="78896861" w14:textId="77777777" w:rsidR="00E81EC8" w:rsidRPr="00EE3C95" w:rsidRDefault="00000000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445663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沒有</w:t>
            </w:r>
          </w:p>
          <w:p w14:paraId="4A76582F" w14:textId="77777777" w:rsidR="00E81EC8" w:rsidRPr="00EE3C95" w:rsidRDefault="00000000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1821315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有</w:t>
            </w:r>
          </w:p>
        </w:tc>
        <w:tc>
          <w:tcPr>
            <w:tcW w:w="2409" w:type="dxa"/>
            <w:gridSpan w:val="3"/>
            <w:vAlign w:val="center"/>
          </w:tcPr>
          <w:p w14:paraId="3921E229" w14:textId="77777777" w:rsidR="00E81EC8" w:rsidRPr="00EE3C95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發病時期</w:t>
            </w:r>
          </w:p>
          <w:p w14:paraId="63EE05A0" w14:textId="77777777" w:rsidR="00E81EC8" w:rsidRPr="00EE3C95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</w:p>
          <w:p w14:paraId="3D5AB6F3" w14:textId="77777777" w:rsidR="00E81EC8" w:rsidRPr="00EE3C95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　　　年　　　　　月</w:t>
            </w:r>
          </w:p>
        </w:tc>
        <w:tc>
          <w:tcPr>
            <w:tcW w:w="3856" w:type="dxa"/>
            <w:vAlign w:val="center"/>
          </w:tcPr>
          <w:p w14:paraId="5C294A5D" w14:textId="77777777" w:rsidR="00E81EC8" w:rsidRPr="00EE3C95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</w:p>
        </w:tc>
      </w:tr>
      <w:tr w:rsidR="00EE3C95" w:rsidRPr="00EE3C95" w14:paraId="23503B17" w14:textId="77777777" w:rsidTr="005A678C">
        <w:tc>
          <w:tcPr>
            <w:tcW w:w="2660" w:type="dxa"/>
            <w:shd w:val="clear" w:color="auto" w:fill="auto"/>
            <w:tcMar>
              <w:right w:w="28" w:type="dxa"/>
            </w:tcMar>
            <w:vAlign w:val="center"/>
          </w:tcPr>
          <w:p w14:paraId="7CF39D16" w14:textId="77777777" w:rsidR="00E81EC8" w:rsidRPr="00EE3C95" w:rsidRDefault="00E81EC8" w:rsidP="00E81EC8">
            <w:pPr>
              <w:pStyle w:val="aa"/>
              <w:numPr>
                <w:ilvl w:val="0"/>
                <w:numId w:val="13"/>
              </w:numPr>
              <w:spacing w:line="0" w:lineRule="atLeast"/>
              <w:ind w:leftChars="0" w:right="170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其他</w:t>
            </w:r>
          </w:p>
        </w:tc>
        <w:tc>
          <w:tcPr>
            <w:tcW w:w="1276" w:type="dxa"/>
            <w:vAlign w:val="center"/>
          </w:tcPr>
          <w:p w14:paraId="28DE45E9" w14:textId="77777777" w:rsidR="00E81EC8" w:rsidRPr="00EE3C95" w:rsidRDefault="00000000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-1636176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沒有</w:t>
            </w:r>
          </w:p>
          <w:p w14:paraId="722CCB4A" w14:textId="77777777" w:rsidR="00E81EC8" w:rsidRPr="00EE3C95" w:rsidRDefault="00000000" w:rsidP="00C21BE4">
            <w:pPr>
              <w:tabs>
                <w:tab w:val="left" w:pos="960"/>
              </w:tabs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-1866822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有</w:t>
            </w:r>
          </w:p>
        </w:tc>
        <w:tc>
          <w:tcPr>
            <w:tcW w:w="2409" w:type="dxa"/>
            <w:gridSpan w:val="3"/>
            <w:vAlign w:val="center"/>
          </w:tcPr>
          <w:p w14:paraId="3B7FD94F" w14:textId="77777777" w:rsidR="00E81EC8" w:rsidRPr="00EE3C95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發病時期</w:t>
            </w:r>
          </w:p>
          <w:p w14:paraId="32C07641" w14:textId="77777777" w:rsidR="00E81EC8" w:rsidRPr="00EE3C95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</w:p>
          <w:p w14:paraId="1C856B31" w14:textId="77777777" w:rsidR="00E81EC8" w:rsidRPr="00EE3C95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　　　年　　　　　月</w:t>
            </w:r>
          </w:p>
        </w:tc>
        <w:tc>
          <w:tcPr>
            <w:tcW w:w="3856" w:type="dxa"/>
            <w:vAlign w:val="center"/>
          </w:tcPr>
          <w:p w14:paraId="456DE688" w14:textId="77777777" w:rsidR="00E81EC8" w:rsidRPr="00EE3C95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現在狀況</w:t>
            </w:r>
          </w:p>
          <w:p w14:paraId="2431BDEF" w14:textId="77777777" w:rsidR="00E81EC8" w:rsidRPr="00EE3C95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□　已完全治癒　　　　　□　服藥治療中</w:t>
            </w:r>
          </w:p>
        </w:tc>
      </w:tr>
      <w:tr w:rsidR="00EE3C95" w:rsidRPr="00EE3C95" w14:paraId="02BE1176" w14:textId="77777777" w:rsidTr="005A678C">
        <w:tblPrEx>
          <w:tblCellMar>
            <w:top w:w="0" w:type="dxa"/>
            <w:bottom w:w="0" w:type="dxa"/>
            <w:right w:w="108" w:type="dxa"/>
          </w:tblCellMar>
        </w:tblPrEx>
        <w:tc>
          <w:tcPr>
            <w:tcW w:w="3936" w:type="dxa"/>
            <w:gridSpan w:val="2"/>
            <w:shd w:val="clear" w:color="auto" w:fill="auto"/>
            <w:vAlign w:val="center"/>
          </w:tcPr>
          <w:p w14:paraId="57F79CD9" w14:textId="77777777" w:rsidR="00E81EC8" w:rsidRPr="00EE3C95" w:rsidRDefault="00E81EC8" w:rsidP="00E81EC8">
            <w:pPr>
              <w:pStyle w:val="aa"/>
              <w:numPr>
                <w:ilvl w:val="0"/>
                <w:numId w:val="12"/>
              </w:numPr>
              <w:spacing w:line="0" w:lineRule="atLeast"/>
              <w:ind w:leftChars="0"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關於接種疫苗，是否有疫苗接種史？</w:t>
            </w:r>
          </w:p>
        </w:tc>
        <w:tc>
          <w:tcPr>
            <w:tcW w:w="6265" w:type="dxa"/>
            <w:gridSpan w:val="4"/>
            <w:vAlign w:val="center"/>
          </w:tcPr>
          <w:p w14:paraId="51491336" w14:textId="77777777" w:rsidR="00E81EC8" w:rsidRPr="00EE3C95" w:rsidRDefault="00000000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zh-TW"/>
                </w:rPr>
                <w:id w:val="1926379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BCG    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zh-TW"/>
                </w:rPr>
                <w:id w:val="785784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M.M.R.    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zh-TW"/>
                </w:rPr>
                <w:id w:val="-10458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脊髓灰質炎    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zh-TW"/>
                </w:rPr>
                <w:id w:val="86587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麻疹    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zh-TW"/>
                </w:rPr>
                <w:id w:val="2024506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風疹      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zh-TW"/>
                </w:rPr>
                <w:id w:val="346528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白喉　</w:t>
            </w:r>
          </w:p>
          <w:p w14:paraId="7B72EB69" w14:textId="77777777" w:rsidR="00E81EC8" w:rsidRPr="00EE3C95" w:rsidRDefault="00000000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zh-TW"/>
                </w:rPr>
                <w:id w:val="-917638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破傷風    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zh-TW"/>
                </w:rPr>
                <w:id w:val="836896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髄膜炎    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zh-TW"/>
                </w:rPr>
                <w:id w:val="-2021301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其他（　　　　　　　　　　  　　　      　           ）</w:t>
            </w:r>
          </w:p>
        </w:tc>
      </w:tr>
      <w:tr w:rsidR="00EE3C95" w:rsidRPr="00EE3C95" w14:paraId="655ABF4B" w14:textId="77777777" w:rsidTr="005A678C">
        <w:tblPrEx>
          <w:tblCellMar>
            <w:top w:w="0" w:type="dxa"/>
            <w:bottom w:w="0" w:type="dxa"/>
            <w:right w:w="108" w:type="dxa"/>
          </w:tblCellMar>
        </w:tblPrEx>
        <w:tc>
          <w:tcPr>
            <w:tcW w:w="3936" w:type="dxa"/>
            <w:gridSpan w:val="2"/>
            <w:shd w:val="clear" w:color="auto" w:fill="auto"/>
            <w:vAlign w:val="center"/>
          </w:tcPr>
          <w:p w14:paraId="50B08826" w14:textId="77777777" w:rsidR="00E81EC8" w:rsidRPr="00EE3C95" w:rsidRDefault="00E81EC8" w:rsidP="00E81EC8">
            <w:pPr>
              <w:pStyle w:val="aa"/>
              <w:numPr>
                <w:ilvl w:val="0"/>
                <w:numId w:val="12"/>
              </w:numPr>
              <w:spacing w:line="0" w:lineRule="atLeast"/>
              <w:ind w:leftChars="0"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是否有特殊的飲食限制，或飲食療法？</w:t>
            </w:r>
          </w:p>
        </w:tc>
        <w:tc>
          <w:tcPr>
            <w:tcW w:w="2409" w:type="dxa"/>
            <w:gridSpan w:val="3"/>
            <w:vAlign w:val="center"/>
          </w:tcPr>
          <w:p w14:paraId="1F64010F" w14:textId="77777777" w:rsidR="00E81EC8" w:rsidRPr="00EE3C95" w:rsidRDefault="00000000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</w:pP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ja-JP"/>
                </w:rPr>
                <w:id w:val="-2357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ja-JP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沒有               </w:t>
            </w:r>
          </w:p>
          <w:p w14:paraId="5A897277" w14:textId="77777777" w:rsidR="00E81EC8" w:rsidRPr="00EE3C95" w:rsidRDefault="00000000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</w:pP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ja-JP"/>
                </w:rPr>
                <w:id w:val="1430785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1EC8" w:rsidRPr="00EE3C95">
                  <w:rPr>
                    <w:rFonts w:ascii="Meiryo UI" w:eastAsia="Meiryo UI" w:hAnsi="Meiryo UI" w:cs="Meiryo UI" w:hint="eastAsia"/>
                    <w:sz w:val="16"/>
                    <w:szCs w:val="16"/>
                    <w:lang w:eastAsia="ja-JP"/>
                  </w:rPr>
                  <w:t>☐</w:t>
                </w:r>
              </w:sdtContent>
            </w:sdt>
            <w:r w:rsidR="00E81EC8"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有</w:t>
            </w:r>
          </w:p>
        </w:tc>
        <w:tc>
          <w:tcPr>
            <w:tcW w:w="3856" w:type="dxa"/>
            <w:vAlign w:val="center"/>
          </w:tcPr>
          <w:p w14:paraId="65F92D26" w14:textId="77777777" w:rsidR="00E81EC8" w:rsidRPr="00EE3C95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時期　　　　　　年　　　　月</w:t>
            </w:r>
          </w:p>
          <w:p w14:paraId="2345F68E" w14:textId="77B47160" w:rsidR="00E81EC8" w:rsidRPr="00EE3C95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</w:rPr>
              <w:t>内容（　　　　　　　　　　　　　　　　　　　　　 　）</w:t>
            </w:r>
          </w:p>
          <w:p w14:paraId="4E1060B4" w14:textId="22D4E110" w:rsidR="00E81EC8" w:rsidRPr="00EE3C95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>理由（　　　　　　　　　　　　　　　　　　　　　　）</w:t>
            </w:r>
          </w:p>
        </w:tc>
      </w:tr>
      <w:tr w:rsidR="00E81EC8" w:rsidRPr="00EE3C95" w14:paraId="1AAB6D99" w14:textId="77777777" w:rsidTr="005A678C">
        <w:tblPrEx>
          <w:tblCellMar>
            <w:top w:w="0" w:type="dxa"/>
            <w:bottom w:w="0" w:type="dxa"/>
            <w:right w:w="108" w:type="dxa"/>
          </w:tblCellMar>
        </w:tblPrEx>
        <w:trPr>
          <w:trHeight w:val="452"/>
        </w:trPr>
        <w:tc>
          <w:tcPr>
            <w:tcW w:w="10201" w:type="dxa"/>
            <w:gridSpan w:val="6"/>
          </w:tcPr>
          <w:p w14:paraId="65697B48" w14:textId="77777777" w:rsidR="00E81EC8" w:rsidRPr="00EE3C95" w:rsidRDefault="00E81EC8" w:rsidP="00E81EC8">
            <w:pPr>
              <w:pStyle w:val="aa"/>
              <w:numPr>
                <w:ilvl w:val="0"/>
                <w:numId w:val="12"/>
              </w:numPr>
              <w:spacing w:line="0" w:lineRule="atLeast"/>
              <w:ind w:leftChars="0" w:right="403"/>
              <w:jc w:val="left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EE3C95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如果有其他學校需事先了解的相關健康事項，請詳細説明。</w:t>
            </w:r>
          </w:p>
        </w:tc>
      </w:tr>
    </w:tbl>
    <w:p w14:paraId="1ABD8A51" w14:textId="77777777" w:rsidR="00E81EC8" w:rsidRPr="00EE3C95" w:rsidRDefault="00E81EC8" w:rsidP="00C37DCD">
      <w:pPr>
        <w:spacing w:line="0" w:lineRule="atLeast"/>
        <w:ind w:right="-13"/>
        <w:rPr>
          <w:rFonts w:ascii="Meiryo UI" w:eastAsia="新細明體" w:hAnsi="Meiryo UI" w:cs="Meiryo UI"/>
          <w:sz w:val="16"/>
          <w:szCs w:val="16"/>
          <w:lang w:eastAsia="zh-TW"/>
        </w:rPr>
      </w:pPr>
    </w:p>
    <w:p w14:paraId="3E831F1F" w14:textId="74759047" w:rsidR="00E81EC8" w:rsidRPr="00EE3C95" w:rsidRDefault="009F0A6C" w:rsidP="00145536">
      <w:pPr>
        <w:ind w:leftChars="-18" w:left="15" w:rightChars="-187" w:right="-449" w:hangingChars="29" w:hanging="58"/>
        <w:rPr>
          <w:rFonts w:ascii="Meiryo UI" w:eastAsia="新細明體" w:hAnsi="Meiryo UI" w:cs="Meiryo UI"/>
          <w:b/>
          <w:sz w:val="20"/>
          <w:szCs w:val="21"/>
          <w:lang w:eastAsia="zh-TW"/>
        </w:rPr>
      </w:pPr>
      <w:r w:rsidRPr="00EE3C95">
        <w:rPr>
          <w:rFonts w:ascii="Meiryo UI" w:eastAsia="Meiryo UI" w:hAnsi="Meiryo UI" w:cs="Meiryo UI" w:hint="eastAsia"/>
          <w:b/>
          <w:sz w:val="20"/>
          <w:szCs w:val="21"/>
          <w:lang w:eastAsia="zh-TW"/>
        </w:rPr>
        <w:t>我完全理解報名內容‚並且所載報名資訊全部屬實。我已理解並願意遵守相關的退款規定</w:t>
      </w:r>
      <w:r w:rsidRPr="00EE3C95">
        <w:rPr>
          <w:rFonts w:ascii="Meiryo UI" w:eastAsia="Meiryo UI" w:hAnsi="Meiryo UI" w:cs="Meiryo UI"/>
          <w:b/>
          <w:sz w:val="20"/>
          <w:szCs w:val="21"/>
          <w:lang w:eastAsia="zh-TW"/>
        </w:rPr>
        <w:t>(</w:t>
      </w:r>
      <w:r w:rsidRPr="00EE3C95">
        <w:rPr>
          <w:rFonts w:ascii="Meiryo UI" w:eastAsia="Meiryo UI" w:hAnsi="Meiryo UI" w:cs="Meiryo UI" w:hint="eastAsia"/>
          <w:b/>
          <w:sz w:val="20"/>
          <w:szCs w:val="21"/>
          <w:lang w:eastAsia="zh-TW"/>
        </w:rPr>
        <w:t>含課程</w:t>
      </w:r>
      <w:r w:rsidRPr="00EE3C95">
        <w:rPr>
          <w:rFonts w:ascii="Meiryo UI" w:eastAsia="Meiryo UI" w:hAnsi="Meiryo UI" w:cs="Meiryo UI"/>
          <w:b/>
          <w:sz w:val="20"/>
          <w:szCs w:val="21"/>
          <w:lang w:eastAsia="zh-TW"/>
        </w:rPr>
        <w:t>/</w:t>
      </w:r>
      <w:r w:rsidRPr="00EE3C95">
        <w:rPr>
          <w:rFonts w:ascii="Meiryo UI" w:eastAsia="Meiryo UI" w:hAnsi="Meiryo UI" w:cs="Meiryo UI" w:hint="eastAsia"/>
          <w:b/>
          <w:sz w:val="20"/>
          <w:szCs w:val="21"/>
          <w:lang w:eastAsia="zh-TW"/>
        </w:rPr>
        <w:t>住宿</w:t>
      </w:r>
      <w:r w:rsidRPr="00EE3C95">
        <w:rPr>
          <w:rFonts w:ascii="Meiryo UI" w:eastAsia="Meiryo UI" w:hAnsi="Meiryo UI" w:cs="Meiryo UI"/>
          <w:b/>
          <w:sz w:val="20"/>
          <w:szCs w:val="21"/>
          <w:lang w:eastAsia="zh-TW"/>
        </w:rPr>
        <w:t>/</w:t>
      </w:r>
      <w:r w:rsidRPr="00EE3C95">
        <w:rPr>
          <w:rFonts w:ascii="Meiryo UI" w:eastAsia="Meiryo UI" w:hAnsi="Meiryo UI" w:cs="Meiryo UI" w:hint="eastAsia"/>
          <w:b/>
          <w:sz w:val="20"/>
          <w:szCs w:val="21"/>
          <w:lang w:eastAsia="zh-TW"/>
        </w:rPr>
        <w:t>接機</w:t>
      </w:r>
      <w:r w:rsidRPr="00EE3C95">
        <w:rPr>
          <w:rFonts w:ascii="Meiryo UI" w:eastAsia="Meiryo UI" w:hAnsi="Meiryo UI" w:cs="Meiryo UI"/>
          <w:b/>
          <w:sz w:val="20"/>
          <w:szCs w:val="21"/>
          <w:lang w:eastAsia="zh-TW"/>
        </w:rPr>
        <w:t>)</w:t>
      </w:r>
      <w:r w:rsidRPr="00EE3C95">
        <w:rPr>
          <w:rFonts w:ascii="Meiryo UI" w:eastAsia="Meiryo UI" w:hAnsi="Meiryo UI" w:cs="Meiryo UI" w:hint="eastAsia"/>
          <w:b/>
          <w:sz w:val="20"/>
          <w:szCs w:val="21"/>
          <w:lang w:eastAsia="zh-TW"/>
        </w:rPr>
        <w:t>。</w:t>
      </w:r>
    </w:p>
    <w:p w14:paraId="2F795450" w14:textId="77777777" w:rsidR="001352DB" w:rsidRPr="00EE3C95" w:rsidRDefault="001352DB" w:rsidP="001352DB">
      <w:pPr>
        <w:ind w:leftChars="-118" w:left="-76" w:rightChars="-187" w:right="-449" w:hangingChars="129" w:hanging="207"/>
        <w:jc w:val="center"/>
        <w:rPr>
          <w:rFonts w:ascii="Meiryo UI" w:eastAsia="新細明體" w:hAnsi="Meiryo UI" w:cs="Meiryo UI"/>
          <w:b/>
          <w:sz w:val="16"/>
          <w:szCs w:val="16"/>
          <w:lang w:eastAsia="zh-TW"/>
        </w:rPr>
      </w:pPr>
    </w:p>
    <w:tbl>
      <w:tblPr>
        <w:tblW w:w="10563" w:type="dxa"/>
        <w:tblLook w:val="01E0" w:firstRow="1" w:lastRow="1" w:firstColumn="1" w:lastColumn="1" w:noHBand="0" w:noVBand="0"/>
      </w:tblPr>
      <w:tblGrid>
        <w:gridCol w:w="1418"/>
        <w:gridCol w:w="4360"/>
        <w:gridCol w:w="558"/>
        <w:gridCol w:w="803"/>
        <w:gridCol w:w="3424"/>
      </w:tblGrid>
      <w:tr w:rsidR="00C37DCD" w:rsidRPr="00EE3C95" w14:paraId="6531AE68" w14:textId="77777777" w:rsidTr="00145536">
        <w:trPr>
          <w:trHeight w:val="386"/>
        </w:trPr>
        <w:tc>
          <w:tcPr>
            <w:tcW w:w="1418" w:type="dxa"/>
            <w:shd w:val="clear" w:color="auto" w:fill="auto"/>
            <w:vAlign w:val="bottom"/>
          </w:tcPr>
          <w:p w14:paraId="7B904655" w14:textId="77777777" w:rsidR="00C37DCD" w:rsidRPr="00EE3C95" w:rsidRDefault="00C37DCD" w:rsidP="00145536">
            <w:pPr>
              <w:tabs>
                <w:tab w:val="left" w:pos="2432"/>
              </w:tabs>
              <w:rPr>
                <w:rFonts w:ascii="Meiryo UI" w:eastAsia="Meiryo UI" w:hAnsi="Meiryo UI" w:cs="Meiryo UI"/>
                <w:b/>
                <w:bCs/>
                <w:sz w:val="20"/>
                <w:szCs w:val="20"/>
              </w:rPr>
            </w:pPr>
            <w:bookmarkStart w:id="0" w:name="_Hlk143777426"/>
            <w:r w:rsidRPr="00EE3C95"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申請人簽名</w:t>
            </w:r>
            <w:r w:rsidRPr="00EE3C95">
              <w:rPr>
                <w:rFonts w:ascii="Meiryo UI" w:eastAsia="Meiryo UI" w:hAnsi="Meiryo UI" w:cs="Meiryo UI"/>
                <w:b/>
                <w:bCs/>
                <w:sz w:val="20"/>
                <w:szCs w:val="20"/>
              </w:rPr>
              <w:t>:</w:t>
            </w:r>
            <w:bookmarkEnd w:id="0"/>
          </w:p>
        </w:tc>
        <w:tc>
          <w:tcPr>
            <w:tcW w:w="4360" w:type="dxa"/>
            <w:tcBorders>
              <w:bottom w:val="single" w:sz="12" w:space="0" w:color="auto"/>
            </w:tcBorders>
            <w:shd w:val="clear" w:color="auto" w:fill="auto"/>
          </w:tcPr>
          <w:p w14:paraId="68E72469" w14:textId="77777777" w:rsidR="00C37DCD" w:rsidRPr="00EE3C95" w:rsidRDefault="00C37DCD" w:rsidP="00630B4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558" w:type="dxa"/>
            <w:shd w:val="clear" w:color="auto" w:fill="auto"/>
          </w:tcPr>
          <w:p w14:paraId="066CC1F7" w14:textId="77777777" w:rsidR="00C37DCD" w:rsidRPr="00EE3C95" w:rsidRDefault="00C37DCD" w:rsidP="00630B4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vAlign w:val="bottom"/>
          </w:tcPr>
          <w:p w14:paraId="1559D0D6" w14:textId="77777777" w:rsidR="00C37DCD" w:rsidRPr="00EE3C95" w:rsidRDefault="00C37DCD" w:rsidP="00630B48">
            <w:pPr>
              <w:tabs>
                <w:tab w:val="left" w:pos="2432"/>
              </w:tabs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0"/>
              </w:rPr>
            </w:pPr>
            <w:r w:rsidRPr="00EE3C95"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  <w:lang w:val="en-US" w:eastAsia="ja-JP"/>
              </w:rPr>
              <w:t>日期</w:t>
            </w:r>
            <w:r w:rsidRPr="00EE3C95">
              <w:rPr>
                <w:rFonts w:ascii="Meiryo UI" w:eastAsia="Meiryo UI" w:hAnsi="Meiryo UI" w:cs="Meiryo UI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3424" w:type="dxa"/>
            <w:tcBorders>
              <w:bottom w:val="single" w:sz="12" w:space="0" w:color="auto"/>
            </w:tcBorders>
            <w:shd w:val="clear" w:color="auto" w:fill="auto"/>
          </w:tcPr>
          <w:p w14:paraId="31AD6CBF" w14:textId="77777777" w:rsidR="00C37DCD" w:rsidRPr="00EE3C95" w:rsidRDefault="00000000" w:rsidP="00630B4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Meiryo UI"/>
                  <w:sz w:val="20"/>
                  <w:szCs w:val="20"/>
                  <w:lang w:val="en-US" w:eastAsia="ja-JP"/>
                </w:rPr>
                <w:id w:val="1553813827"/>
                <w:date>
                  <w:dateFormat w:val="yyyy/MM/dd"/>
                  <w:lid w:val="ja-JP"/>
                  <w:storeMappedDataAs w:val="dateTime"/>
                  <w:calendar w:val="japan"/>
                </w:date>
              </w:sdtPr>
              <w:sdtEndPr>
                <w:rPr>
                  <w:rFonts w:hint="eastAsia"/>
                </w:rPr>
              </w:sdtEndPr>
              <w:sdtContent/>
            </w:sdt>
            <w:r w:rsidR="00C37DCD" w:rsidRPr="00EE3C95">
              <w:rPr>
                <w:rFonts w:ascii="Meiryo UI" w:eastAsia="Meiryo UI" w:hAnsi="Meiryo UI" w:cs="Meiryo UI" w:hint="eastAsia"/>
                <w:sz w:val="20"/>
                <w:szCs w:val="20"/>
                <w:lang w:val="en-US" w:eastAsia="ja-JP"/>
              </w:rPr>
              <w:t xml:space="preserve">  　　　　</w:t>
            </w:r>
            <w:r w:rsidR="00C37DCD" w:rsidRPr="00EE3C95">
              <w:rPr>
                <w:rFonts w:ascii="Meiryo UI" w:eastAsia="Meiryo UI" w:hAnsi="Meiryo UI" w:cs="Meiryo UI" w:hint="eastAsia"/>
                <w:sz w:val="18"/>
                <w:szCs w:val="18"/>
                <w:lang w:val="en-US" w:eastAsia="ja-JP"/>
              </w:rPr>
              <w:t xml:space="preserve">　　 /年　 　　　　/月  　　　　/日</w:t>
            </w:r>
            <w:r w:rsidR="00C37DCD" w:rsidRPr="00EE3C95">
              <w:rPr>
                <w:rFonts w:ascii="Meiryo UI" w:eastAsia="Meiryo UI" w:hAnsi="Meiryo UI" w:cs="Meiryo UI"/>
                <w:sz w:val="18"/>
                <w:szCs w:val="18"/>
                <w:lang w:val="en-US" w:eastAsia="ja-JP"/>
              </w:rPr>
              <w:t xml:space="preserve">         </w:t>
            </w:r>
          </w:p>
        </w:tc>
      </w:tr>
    </w:tbl>
    <w:p w14:paraId="3DFCAF83" w14:textId="77777777" w:rsidR="003F2B45" w:rsidRPr="00EE3C95" w:rsidRDefault="003F2B45" w:rsidP="00B06FFE">
      <w:pPr>
        <w:tabs>
          <w:tab w:val="left" w:pos="2432"/>
        </w:tabs>
        <w:rPr>
          <w:rFonts w:ascii="Meiryo UI" w:eastAsia="Meiryo UI" w:hAnsi="Meiryo UI" w:cs="Meiryo UI"/>
          <w:sz w:val="22"/>
          <w:lang w:eastAsia="ja-JP"/>
        </w:rPr>
      </w:pPr>
    </w:p>
    <w:sectPr w:rsidR="003F2B45" w:rsidRPr="00EE3C95" w:rsidSect="00802555">
      <w:headerReference w:type="default" r:id="rId9"/>
      <w:pgSz w:w="11909" w:h="16834" w:code="9"/>
      <w:pgMar w:top="750" w:right="864" w:bottom="360" w:left="864" w:header="54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90FE70" w14:textId="77777777" w:rsidR="0097419C" w:rsidRDefault="0097419C" w:rsidP="006F059E">
      <w:r>
        <w:separator/>
      </w:r>
    </w:p>
  </w:endnote>
  <w:endnote w:type="continuationSeparator" w:id="0">
    <w:p w14:paraId="1A427E37" w14:textId="77777777" w:rsidR="0097419C" w:rsidRDefault="0097419C" w:rsidP="006F0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E28AE" w14:textId="77777777" w:rsidR="0097419C" w:rsidRDefault="0097419C" w:rsidP="006F059E">
      <w:r>
        <w:separator/>
      </w:r>
    </w:p>
  </w:footnote>
  <w:footnote w:type="continuationSeparator" w:id="0">
    <w:p w14:paraId="1A533A04" w14:textId="77777777" w:rsidR="0097419C" w:rsidRDefault="0097419C" w:rsidP="006F0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72" w:type="dxa"/>
      <w:jc w:val="center"/>
      <w:tblLook w:val="01E0" w:firstRow="1" w:lastRow="1" w:firstColumn="1" w:lastColumn="1" w:noHBand="0" w:noVBand="0"/>
    </w:tblPr>
    <w:tblGrid>
      <w:gridCol w:w="1716"/>
      <w:gridCol w:w="8656"/>
    </w:tblGrid>
    <w:tr w:rsidR="00063106" w:rsidRPr="00C42EF4" w14:paraId="695416A8" w14:textId="77777777" w:rsidTr="009102C8">
      <w:trPr>
        <w:trHeight w:val="569"/>
        <w:jc w:val="center"/>
      </w:trPr>
      <w:tc>
        <w:tcPr>
          <w:tcW w:w="1716" w:type="dxa"/>
          <w:vMerge w:val="restart"/>
          <w:shd w:val="clear" w:color="auto" w:fill="auto"/>
        </w:tcPr>
        <w:p w14:paraId="6237C4F7" w14:textId="77777777" w:rsidR="00063106" w:rsidRPr="00C42EF4" w:rsidRDefault="00063106" w:rsidP="009102C8">
          <w:pPr>
            <w:pStyle w:val="a3"/>
            <w:rPr>
              <w:rFonts w:ascii="Meiryo UI" w:eastAsia="Meiryo UI" w:hAnsi="Meiryo UI"/>
              <w:b/>
              <w:lang w:val="en-US"/>
            </w:rPr>
          </w:pPr>
          <w:r w:rsidRPr="00C42EF4">
            <w:rPr>
              <w:rFonts w:ascii="Meiryo UI" w:eastAsia="Meiryo UI" w:hAnsi="Meiryo UI"/>
              <w:b/>
              <w:noProof/>
              <w:lang w:val="en-US" w:eastAsia="ja-JP"/>
            </w:rPr>
            <w:drawing>
              <wp:anchor distT="0" distB="0" distL="114300" distR="114300" simplePos="0" relativeHeight="251659264" behindDoc="0" locked="0" layoutInCell="1" allowOverlap="1" wp14:anchorId="1F7E6C27" wp14:editId="5007CFA9">
                <wp:simplePos x="0" y="0"/>
                <wp:positionH relativeFrom="column">
                  <wp:posOffset>-7620</wp:posOffset>
                </wp:positionH>
                <wp:positionV relativeFrom="paragraph">
                  <wp:posOffset>109855</wp:posOffset>
                </wp:positionV>
                <wp:extent cx="980440" cy="700405"/>
                <wp:effectExtent l="0" t="0" r="0" b="4445"/>
                <wp:wrapNone/>
                <wp:docPr id="3" name="図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0440" cy="700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656" w:type="dxa"/>
          <w:shd w:val="clear" w:color="auto" w:fill="auto"/>
        </w:tcPr>
        <w:p w14:paraId="108C16D1" w14:textId="7F0BBF21" w:rsidR="00063106" w:rsidRPr="00C42EF4" w:rsidRDefault="00063106" w:rsidP="00877FE5">
          <w:pPr>
            <w:pStyle w:val="a3"/>
            <w:tabs>
              <w:tab w:val="clear" w:pos="8640"/>
              <w:tab w:val="right" w:pos="9446"/>
            </w:tabs>
            <w:rPr>
              <w:rFonts w:ascii="Meiryo UI" w:eastAsia="Meiryo UI" w:hAnsi="Meiryo UI" w:cs="Meiryo UI"/>
              <w:b/>
              <w:sz w:val="32"/>
              <w:szCs w:val="32"/>
              <w:lang w:val="en-US" w:eastAsia="zh-TW"/>
            </w:rPr>
          </w:pPr>
          <w:r w:rsidRPr="00C42EF4">
            <w:rPr>
              <w:rFonts w:ascii="Meiryo UI" w:eastAsia="Meiryo UI" w:hAnsi="Meiryo UI" w:cs="Meiryo UI" w:hint="eastAsia"/>
              <w:b/>
              <w:noProof/>
              <w:sz w:val="32"/>
              <w:szCs w:val="32"/>
              <w:lang w:eastAsia="zh-TW"/>
            </w:rPr>
            <w:t>ISI</w:t>
          </w:r>
          <w:r w:rsidR="00511CBA" w:rsidRPr="00C42EF4">
            <w:rPr>
              <w:rFonts w:ascii="Meiryo UI" w:eastAsia="Meiryo UI" w:hAnsi="Meiryo UI" w:cs="Meiryo UI" w:hint="eastAsia"/>
              <w:b/>
              <w:noProof/>
              <w:sz w:val="32"/>
              <w:szCs w:val="32"/>
              <w:lang w:eastAsia="zh-TW"/>
            </w:rPr>
            <w:t>日本語</w:t>
          </w:r>
          <w:r w:rsidR="00D353EE" w:rsidRPr="00C42EF4">
            <w:rPr>
              <w:rFonts w:ascii="Meiryo UI" w:eastAsia="Meiryo UI" w:hAnsi="Meiryo UI" w:cs="Meiryo UI" w:hint="eastAsia"/>
              <w:b/>
              <w:noProof/>
              <w:sz w:val="32"/>
              <w:szCs w:val="32"/>
              <w:lang w:eastAsia="zh-TW"/>
            </w:rPr>
            <w:t>學</w:t>
          </w:r>
          <w:r w:rsidR="00511CBA" w:rsidRPr="00C42EF4">
            <w:rPr>
              <w:rFonts w:ascii="Meiryo UI" w:eastAsia="Meiryo UI" w:hAnsi="Meiryo UI" w:cs="Meiryo UI" w:hint="eastAsia"/>
              <w:b/>
              <w:noProof/>
              <w:sz w:val="32"/>
              <w:szCs w:val="32"/>
              <w:lang w:eastAsia="zh-TW"/>
            </w:rPr>
            <w:t>校</w:t>
          </w:r>
          <w:r w:rsidRPr="00C42EF4">
            <w:rPr>
              <w:rFonts w:ascii="Meiryo UI" w:eastAsia="Meiryo UI" w:hAnsi="Meiryo UI" w:cs="Meiryo UI" w:hint="eastAsia"/>
              <w:b/>
              <w:noProof/>
              <w:sz w:val="32"/>
              <w:szCs w:val="32"/>
              <w:lang w:eastAsia="zh-TW"/>
            </w:rPr>
            <w:t xml:space="preserve">　</w:t>
          </w:r>
          <w:r w:rsidR="006F4729" w:rsidRPr="00EE3C95">
            <w:rPr>
              <w:rFonts w:ascii="Meiryo UI" w:eastAsia="Meiryo UI" w:hAnsi="Meiryo UI" w:cs="Meiryo UI" w:hint="eastAsia"/>
              <w:b/>
              <w:noProof/>
              <w:sz w:val="32"/>
              <w:szCs w:val="32"/>
              <w:lang w:eastAsia="zh-TW"/>
            </w:rPr>
            <w:t>20</w:t>
          </w:r>
          <w:r w:rsidR="008C254E" w:rsidRPr="00EE3C95">
            <w:rPr>
              <w:rFonts w:ascii="Meiryo UI" w:eastAsia="Meiryo UI" w:hAnsi="Meiryo UI" w:cs="Meiryo UI" w:hint="eastAsia"/>
              <w:b/>
              <w:noProof/>
              <w:sz w:val="32"/>
              <w:szCs w:val="32"/>
              <w:lang w:eastAsia="zh-TW"/>
            </w:rPr>
            <w:t>2</w:t>
          </w:r>
          <w:r w:rsidR="00AB7CB2" w:rsidRPr="00EE3C95">
            <w:rPr>
              <w:rFonts w:ascii="Meiryo UI" w:hAnsi="Meiryo UI" w:cs="Meiryo UI" w:hint="eastAsia"/>
              <w:b/>
              <w:noProof/>
              <w:sz w:val="32"/>
              <w:szCs w:val="32"/>
            </w:rPr>
            <w:t>5</w:t>
          </w:r>
          <w:r w:rsidR="006F4729" w:rsidRPr="00EE3C95">
            <w:rPr>
              <w:rFonts w:ascii="Meiryo UI" w:eastAsia="Meiryo UI" w:hAnsi="Meiryo UI" w:cs="Meiryo UI" w:hint="eastAsia"/>
              <w:b/>
              <w:noProof/>
              <w:sz w:val="32"/>
              <w:szCs w:val="32"/>
              <w:lang w:eastAsia="zh-TW"/>
            </w:rPr>
            <w:t>年度</w:t>
          </w:r>
          <w:r w:rsidR="006F4729" w:rsidRPr="00C42EF4">
            <w:rPr>
              <w:rFonts w:ascii="Meiryo UI" w:eastAsia="Meiryo UI" w:hAnsi="Meiryo UI" w:cs="Meiryo UI" w:hint="eastAsia"/>
              <w:b/>
              <w:noProof/>
              <w:sz w:val="32"/>
              <w:szCs w:val="32"/>
              <w:lang w:eastAsia="zh-TW"/>
            </w:rPr>
            <w:t>短期課程報名表</w:t>
          </w:r>
        </w:p>
      </w:tc>
    </w:tr>
    <w:tr w:rsidR="00063106" w:rsidRPr="00C42EF4" w14:paraId="384DEA51" w14:textId="7EA0ECCE" w:rsidTr="00BB6750">
      <w:trPr>
        <w:trHeight w:val="711"/>
        <w:jc w:val="center"/>
      </w:trPr>
      <w:tc>
        <w:tcPr>
          <w:tcW w:w="1716" w:type="dxa"/>
          <w:vMerge/>
          <w:tcBorders>
            <w:bottom w:val="single" w:sz="8" w:space="0" w:color="auto"/>
          </w:tcBorders>
          <w:shd w:val="clear" w:color="auto" w:fill="auto"/>
        </w:tcPr>
        <w:p w14:paraId="59F616DA" w14:textId="77777777" w:rsidR="00063106" w:rsidRPr="00C42EF4" w:rsidRDefault="00063106" w:rsidP="009102C8">
          <w:pPr>
            <w:pStyle w:val="a3"/>
            <w:rPr>
              <w:rFonts w:ascii="Meiryo UI" w:eastAsia="Meiryo UI" w:hAnsi="Meiryo UI"/>
              <w:sz w:val="22"/>
              <w:szCs w:val="22"/>
              <w:lang w:eastAsia="zh-TW"/>
            </w:rPr>
          </w:pPr>
        </w:p>
      </w:tc>
      <w:tc>
        <w:tcPr>
          <w:tcW w:w="8656" w:type="dxa"/>
          <w:tcBorders>
            <w:bottom w:val="single" w:sz="8" w:space="0" w:color="auto"/>
          </w:tcBorders>
          <w:shd w:val="clear" w:color="auto" w:fill="auto"/>
        </w:tcPr>
        <w:p w14:paraId="50D791A5" w14:textId="77777777" w:rsidR="006F4729" w:rsidRPr="00C42EF4" w:rsidRDefault="006F4729" w:rsidP="009102C8">
          <w:pPr>
            <w:pStyle w:val="a3"/>
            <w:rPr>
              <w:rFonts w:ascii="Meiryo UI" w:eastAsia="Meiryo UI" w:hAnsi="Meiryo UI" w:cs="Meiryo UI"/>
              <w:b/>
              <w:sz w:val="22"/>
              <w:szCs w:val="22"/>
              <w:lang w:val="en-US" w:eastAsia="zh-TW"/>
            </w:rPr>
          </w:pPr>
          <w:r w:rsidRPr="00C42EF4">
            <w:rPr>
              <w:rFonts w:ascii="Meiryo UI" w:eastAsia="Meiryo UI" w:hAnsi="Meiryo UI" w:cs="Meiryo UI" w:hint="eastAsia"/>
              <w:b/>
              <w:sz w:val="22"/>
              <w:szCs w:val="22"/>
              <w:lang w:val="en-US" w:eastAsia="zh-TW"/>
            </w:rPr>
            <w:t>ISI日本語學校　入學</w:t>
          </w:r>
          <w:r w:rsidR="00D353EE" w:rsidRPr="00C42EF4">
            <w:rPr>
              <w:rFonts w:ascii="Meiryo UI" w:eastAsia="Meiryo UI" w:hAnsi="Meiryo UI" w:cs="Meiryo UI" w:hint="eastAsia"/>
              <w:b/>
              <w:sz w:val="22"/>
              <w:szCs w:val="22"/>
              <w:lang w:val="en-US" w:eastAsia="zh-TW"/>
            </w:rPr>
            <w:t>諮</w:t>
          </w:r>
          <w:r w:rsidRPr="00C42EF4">
            <w:rPr>
              <w:rFonts w:ascii="Meiryo UI" w:eastAsia="Meiryo UI" w:hAnsi="Meiryo UI" w:cs="Meiryo UI" w:hint="eastAsia"/>
              <w:b/>
              <w:sz w:val="22"/>
              <w:szCs w:val="22"/>
              <w:lang w:val="en-US" w:eastAsia="zh-TW"/>
            </w:rPr>
            <w:t>詢中心</w:t>
          </w:r>
        </w:p>
        <w:p w14:paraId="78FB48B8" w14:textId="0C55339C" w:rsidR="005176F1" w:rsidRPr="00C42EF4" w:rsidRDefault="00A105FD" w:rsidP="00BB6750">
          <w:pPr>
            <w:pStyle w:val="a3"/>
            <w:spacing w:line="200" w:lineRule="exact"/>
            <w:rPr>
              <w:rFonts w:ascii="Meiryo UI" w:eastAsia="Meiryo UI" w:hAnsi="Meiryo UI"/>
              <w:i/>
              <w:sz w:val="16"/>
              <w:szCs w:val="16"/>
              <w:lang w:val="en-US" w:eastAsia="ja-JP"/>
            </w:rPr>
          </w:pPr>
          <w:proofErr w:type="gramStart"/>
          <w:r w:rsidRPr="00DB325D">
            <w:rPr>
              <w:rFonts w:ascii="Meiryo UI" w:eastAsia="Meiryo UI" w:hAnsi="Meiryo UI" w:hint="eastAsia"/>
              <w:sz w:val="14"/>
              <w:szCs w:val="14"/>
              <w:lang w:val="en-US" w:eastAsia="zh-TW"/>
            </w:rPr>
            <w:t>〒</w:t>
          </w:r>
          <w:proofErr w:type="gramEnd"/>
          <w:r w:rsidR="00A12867" w:rsidRPr="00DB325D">
            <w:rPr>
              <w:rFonts w:ascii="Meiryo UI" w:eastAsia="Meiryo UI" w:hAnsi="Meiryo UI"/>
              <w:sz w:val="14"/>
              <w:szCs w:val="14"/>
              <w:lang w:val="en-US" w:eastAsia="zh-TW"/>
            </w:rPr>
            <w:t>170-6009</w:t>
          </w:r>
          <w:r w:rsidR="00A12867" w:rsidRPr="00DB325D">
            <w:rPr>
              <w:rFonts w:ascii="Meiryo UI" w:eastAsia="Meiryo UI" w:hAnsi="Meiryo UI" w:hint="eastAsia"/>
              <w:sz w:val="14"/>
              <w:szCs w:val="14"/>
              <w:lang w:val="en-US" w:eastAsia="ja-JP"/>
            </w:rPr>
            <w:t xml:space="preserve">　</w:t>
          </w:r>
          <w:r w:rsidRPr="00DB325D">
            <w:rPr>
              <w:rFonts w:ascii="Meiryo UI" w:eastAsia="Meiryo UI" w:hAnsi="Meiryo UI" w:hint="eastAsia"/>
              <w:sz w:val="14"/>
              <w:szCs w:val="14"/>
              <w:lang w:val="en-US" w:eastAsia="zh-TW"/>
            </w:rPr>
            <w:t>東京</w:t>
          </w:r>
          <w:proofErr w:type="gramStart"/>
          <w:r w:rsidRPr="00DB325D">
            <w:rPr>
              <w:rFonts w:ascii="Meiryo UI" w:eastAsia="Meiryo UI" w:hAnsi="Meiryo UI" w:hint="eastAsia"/>
              <w:sz w:val="14"/>
              <w:szCs w:val="14"/>
              <w:lang w:val="en-US" w:eastAsia="zh-TW"/>
            </w:rPr>
            <w:t>都豐島區</w:t>
          </w:r>
          <w:r w:rsidRPr="00DB325D">
            <w:rPr>
              <w:rFonts w:ascii="Meiryo UI" w:eastAsia="Meiryo UI" w:hAnsi="Meiryo UI" w:hint="eastAsia"/>
              <w:sz w:val="14"/>
              <w:szCs w:val="14"/>
              <w:lang w:val="en-US" w:eastAsia="ja-JP"/>
            </w:rPr>
            <w:t>東</w:t>
          </w:r>
          <w:r w:rsidRPr="00DB325D">
            <w:rPr>
              <w:rFonts w:ascii="Meiryo UI" w:eastAsia="Meiryo UI" w:hAnsi="Meiryo UI" w:hint="eastAsia"/>
              <w:sz w:val="14"/>
              <w:szCs w:val="14"/>
              <w:lang w:val="en-US" w:eastAsia="zh-TW"/>
            </w:rPr>
            <w:t>池袋</w:t>
          </w:r>
          <w:proofErr w:type="gramEnd"/>
          <w:r w:rsidRPr="00DB325D">
            <w:rPr>
              <w:rFonts w:ascii="Meiryo UI" w:eastAsia="Meiryo UI" w:hAnsi="Meiryo UI" w:hint="eastAsia"/>
              <w:sz w:val="14"/>
              <w:szCs w:val="14"/>
              <w:lang w:val="en-US" w:eastAsia="ja-JP"/>
            </w:rPr>
            <w:t>3</w:t>
          </w:r>
          <w:r w:rsidRPr="00DB325D">
            <w:rPr>
              <w:rFonts w:ascii="Meiryo UI" w:eastAsia="Meiryo UI" w:hAnsi="Meiryo UI" w:hint="eastAsia"/>
              <w:sz w:val="14"/>
              <w:szCs w:val="14"/>
              <w:lang w:val="en-US" w:eastAsia="zh-TW"/>
            </w:rPr>
            <w:t>-</w:t>
          </w:r>
          <w:r w:rsidRPr="00DB325D">
            <w:rPr>
              <w:rFonts w:ascii="Meiryo UI" w:eastAsia="Meiryo UI" w:hAnsi="Meiryo UI" w:hint="eastAsia"/>
              <w:sz w:val="14"/>
              <w:szCs w:val="14"/>
              <w:lang w:val="en-US" w:eastAsia="ja-JP"/>
            </w:rPr>
            <w:t>1</w:t>
          </w:r>
          <w:r w:rsidRPr="00DB325D">
            <w:rPr>
              <w:rFonts w:ascii="Meiryo UI" w:eastAsia="Meiryo UI" w:hAnsi="Meiryo UI" w:hint="eastAsia"/>
              <w:sz w:val="14"/>
              <w:szCs w:val="14"/>
              <w:lang w:val="en-US" w:eastAsia="zh-TW"/>
            </w:rPr>
            <w:t>-1</w:t>
          </w:r>
          <w:r w:rsidR="00DB325D" w:rsidRPr="00DB325D">
            <w:rPr>
              <w:rFonts w:ascii="新細明體" w:eastAsia="新細明體" w:hAnsi="新細明體" w:hint="eastAsia"/>
              <w:sz w:val="14"/>
              <w:szCs w:val="14"/>
              <w:lang w:val="en-US" w:eastAsia="zh-TW"/>
            </w:rPr>
            <w:t xml:space="preserve"> </w:t>
          </w:r>
          <w:r w:rsidR="00DB325D" w:rsidRPr="00DB325D">
            <w:rPr>
              <w:rFonts w:ascii="Meiryo UI" w:eastAsia="新細明體" w:hAnsi="Meiryo UI" w:hint="eastAsia"/>
              <w:sz w:val="14"/>
              <w:szCs w:val="14"/>
              <w:lang w:val="en-US" w:eastAsia="zh-TW"/>
            </w:rPr>
            <w:t>sunshine 60</w:t>
          </w:r>
          <w:r w:rsidRPr="00DB325D">
            <w:rPr>
              <w:rFonts w:ascii="Meiryo UI" w:eastAsia="Meiryo UI" w:hAnsi="Meiryo UI" w:hint="eastAsia"/>
              <w:sz w:val="14"/>
              <w:szCs w:val="14"/>
              <w:lang w:val="en-US" w:eastAsia="zh-TW"/>
            </w:rPr>
            <w:t>, 9F</w:t>
          </w:r>
          <w:r w:rsidR="005176F1" w:rsidRPr="00DB325D">
            <w:rPr>
              <w:rFonts w:ascii="Meiryo UI" w:eastAsia="Meiryo UI" w:hAnsi="Meiryo UI" w:hint="eastAsia"/>
              <w:sz w:val="14"/>
              <w:szCs w:val="14"/>
              <w:lang w:val="en-US" w:eastAsia="ja-JP"/>
            </w:rPr>
            <w:t xml:space="preserve">　</w:t>
          </w:r>
          <w:r w:rsidR="00063106" w:rsidRPr="00DB325D">
            <w:rPr>
              <w:rFonts w:ascii="Meiryo UI" w:eastAsia="Meiryo UI" w:hAnsi="Meiryo UI"/>
              <w:i/>
              <w:sz w:val="14"/>
              <w:szCs w:val="14"/>
              <w:lang w:val="en-US"/>
            </w:rPr>
            <w:t>Telephone: +81 3</w:t>
          </w:r>
          <w:r w:rsidR="00063106" w:rsidRPr="00DB325D">
            <w:rPr>
              <w:rFonts w:ascii="Meiryo UI" w:eastAsia="Meiryo UI" w:hAnsi="Meiryo UI" w:hint="eastAsia"/>
              <w:i/>
              <w:sz w:val="14"/>
              <w:szCs w:val="14"/>
              <w:lang w:val="en-US" w:eastAsia="ja-JP"/>
            </w:rPr>
            <w:t xml:space="preserve"> </w:t>
          </w:r>
          <w:r w:rsidR="00063106" w:rsidRPr="00DB325D">
            <w:rPr>
              <w:rFonts w:ascii="Meiryo UI" w:eastAsia="Meiryo UI" w:hAnsi="Meiryo UI"/>
              <w:i/>
              <w:sz w:val="14"/>
              <w:szCs w:val="14"/>
              <w:lang w:val="en-US"/>
            </w:rPr>
            <w:t>5960</w:t>
          </w:r>
          <w:r w:rsidR="00063106" w:rsidRPr="00DB325D">
            <w:rPr>
              <w:rFonts w:ascii="Meiryo UI" w:eastAsia="Meiryo UI" w:hAnsi="Meiryo UI" w:hint="eastAsia"/>
              <w:i/>
              <w:sz w:val="14"/>
              <w:szCs w:val="14"/>
              <w:lang w:val="en-US" w:eastAsia="ja-JP"/>
            </w:rPr>
            <w:t xml:space="preserve"> </w:t>
          </w:r>
          <w:proofErr w:type="gramStart"/>
          <w:r w:rsidR="00063106" w:rsidRPr="00DB325D">
            <w:rPr>
              <w:rFonts w:ascii="Meiryo UI" w:eastAsia="Meiryo UI" w:hAnsi="Meiryo UI"/>
              <w:i/>
              <w:sz w:val="14"/>
              <w:szCs w:val="14"/>
              <w:lang w:val="en-US"/>
            </w:rPr>
            <w:t>1335</w:t>
          </w:r>
          <w:r w:rsidR="00063106" w:rsidRPr="00DB325D">
            <w:rPr>
              <w:rFonts w:ascii="Meiryo UI" w:eastAsia="Meiryo UI" w:hAnsi="Meiryo UI" w:hint="eastAsia"/>
              <w:i/>
              <w:sz w:val="14"/>
              <w:szCs w:val="14"/>
              <w:lang w:val="en-US" w:eastAsia="ja-JP"/>
            </w:rPr>
            <w:t xml:space="preserve"> </w:t>
          </w:r>
          <w:r w:rsidR="00063106" w:rsidRPr="00DB325D">
            <w:rPr>
              <w:rFonts w:ascii="Meiryo UI" w:eastAsia="Meiryo UI" w:hAnsi="Meiryo UI"/>
              <w:i/>
              <w:sz w:val="14"/>
              <w:szCs w:val="14"/>
              <w:lang w:val="en-US"/>
            </w:rPr>
            <w:t xml:space="preserve"> Fax</w:t>
          </w:r>
          <w:proofErr w:type="gramEnd"/>
          <w:r w:rsidR="00063106" w:rsidRPr="00DB325D">
            <w:rPr>
              <w:rFonts w:ascii="Meiryo UI" w:eastAsia="Meiryo UI" w:hAnsi="Meiryo UI"/>
              <w:i/>
              <w:sz w:val="14"/>
              <w:szCs w:val="14"/>
              <w:lang w:val="en-US"/>
            </w:rPr>
            <w:t xml:space="preserve">: +81 3 </w:t>
          </w:r>
          <w:r w:rsidR="00063106" w:rsidRPr="00DB325D">
            <w:rPr>
              <w:rFonts w:ascii="Meiryo UI" w:eastAsia="Meiryo UI" w:hAnsi="Meiryo UI"/>
              <w:i/>
              <w:sz w:val="14"/>
              <w:szCs w:val="14"/>
              <w:lang w:val="en-US" w:eastAsia="ja-JP"/>
            </w:rPr>
            <w:t>5960</w:t>
          </w:r>
          <w:r w:rsidR="00063106" w:rsidRPr="00DB325D">
            <w:rPr>
              <w:rFonts w:ascii="Meiryo UI" w:eastAsia="Meiryo UI" w:hAnsi="Meiryo UI" w:hint="eastAsia"/>
              <w:i/>
              <w:sz w:val="14"/>
              <w:szCs w:val="14"/>
              <w:lang w:val="en-US" w:eastAsia="ja-JP"/>
            </w:rPr>
            <w:t xml:space="preserve"> </w:t>
          </w:r>
          <w:r w:rsidR="00063106" w:rsidRPr="00DB325D">
            <w:rPr>
              <w:rFonts w:ascii="Meiryo UI" w:eastAsia="Meiryo UI" w:hAnsi="Meiryo UI"/>
              <w:i/>
              <w:sz w:val="14"/>
              <w:szCs w:val="14"/>
              <w:lang w:val="en-US" w:eastAsia="ja-JP"/>
            </w:rPr>
            <w:t>1336</w:t>
          </w:r>
          <w:r w:rsidR="00063106" w:rsidRPr="00DB325D">
            <w:rPr>
              <w:rFonts w:ascii="Meiryo UI" w:eastAsia="Meiryo UI" w:hAnsi="Meiryo UI"/>
              <w:i/>
              <w:sz w:val="14"/>
              <w:szCs w:val="14"/>
              <w:lang w:val="en-US"/>
            </w:rPr>
            <w:t xml:space="preserve"> </w:t>
          </w:r>
          <w:r w:rsidR="00063106" w:rsidRPr="00DB325D">
            <w:rPr>
              <w:rFonts w:ascii="Meiryo UI" w:eastAsia="Meiryo UI" w:hAnsi="Meiryo UI" w:hint="eastAsia"/>
              <w:i/>
              <w:sz w:val="14"/>
              <w:szCs w:val="14"/>
              <w:lang w:val="en-US" w:eastAsia="zh-TW"/>
            </w:rPr>
            <w:t xml:space="preserve"> </w:t>
          </w:r>
          <w:r w:rsidR="00063106" w:rsidRPr="00C42EF4">
            <w:rPr>
              <w:rFonts w:ascii="Meiryo UI" w:eastAsia="Meiryo UI" w:hAnsi="Meiryo UI" w:hint="eastAsia"/>
              <w:i/>
              <w:sz w:val="16"/>
              <w:szCs w:val="16"/>
              <w:lang w:val="en-US" w:eastAsia="zh-TW"/>
            </w:rPr>
            <w:t xml:space="preserve">  </w:t>
          </w:r>
        </w:p>
        <w:p w14:paraId="5B21BC9E" w14:textId="77777777" w:rsidR="00063106" w:rsidRPr="00C42EF4" w:rsidRDefault="00063106" w:rsidP="00BB6750">
          <w:pPr>
            <w:pStyle w:val="a3"/>
            <w:spacing w:line="200" w:lineRule="exact"/>
            <w:rPr>
              <w:rFonts w:ascii="Meiryo UI" w:eastAsia="Meiryo UI" w:hAnsi="Meiryo UI"/>
              <w:sz w:val="16"/>
              <w:szCs w:val="16"/>
              <w:lang w:val="en-US" w:eastAsia="ja-JP"/>
            </w:rPr>
          </w:pPr>
          <w:proofErr w:type="gramStart"/>
          <w:r w:rsidRPr="00C42EF4">
            <w:rPr>
              <w:rFonts w:ascii="Meiryo UI" w:eastAsia="Meiryo UI" w:hAnsi="Meiryo UI"/>
              <w:i/>
              <w:sz w:val="16"/>
              <w:szCs w:val="16"/>
              <w:lang w:val="en-US"/>
            </w:rPr>
            <w:t>E-mail:</w:t>
          </w:r>
          <w:r w:rsidRPr="00C42EF4">
            <w:rPr>
              <w:rFonts w:ascii="Meiryo UI" w:eastAsia="Meiryo UI" w:hAnsi="Meiryo UI" w:hint="eastAsia"/>
              <w:i/>
              <w:sz w:val="16"/>
              <w:szCs w:val="16"/>
              <w:lang w:val="en-US" w:eastAsia="ja-JP"/>
            </w:rPr>
            <w:t>info@isi-global.com</w:t>
          </w:r>
          <w:proofErr w:type="gramEnd"/>
          <w:r w:rsidRPr="00C42EF4">
            <w:rPr>
              <w:rFonts w:ascii="Meiryo UI" w:eastAsia="Meiryo UI" w:hAnsi="Meiryo UI" w:hint="eastAsia"/>
              <w:i/>
              <w:sz w:val="16"/>
              <w:szCs w:val="16"/>
              <w:lang w:val="en-US" w:eastAsia="ja-JP"/>
            </w:rPr>
            <w:t xml:space="preserve">  URL</w:t>
          </w:r>
          <w:r w:rsidRPr="00C42EF4">
            <w:rPr>
              <w:rFonts w:ascii="Meiryo UI" w:eastAsia="Meiryo UI" w:hAnsi="Meiryo UI"/>
              <w:i/>
              <w:sz w:val="16"/>
              <w:szCs w:val="16"/>
              <w:lang w:val="en-US"/>
            </w:rPr>
            <w:t>: www.isi-education.com</w:t>
          </w:r>
          <w:r w:rsidR="005176F1" w:rsidRPr="00C42EF4">
            <w:rPr>
              <w:rFonts w:ascii="Meiryo UI" w:eastAsia="Meiryo UI" w:hAnsi="Meiryo UI"/>
              <w:i/>
              <w:sz w:val="16"/>
              <w:szCs w:val="16"/>
              <w:lang w:val="en-US"/>
            </w:rPr>
            <w:t>/zh-tw/</w:t>
          </w:r>
        </w:p>
      </w:tc>
    </w:tr>
  </w:tbl>
  <w:p w14:paraId="2022F500" w14:textId="77777777" w:rsidR="007E5439" w:rsidRPr="00C42EF4" w:rsidRDefault="007E5439" w:rsidP="00C12817">
    <w:pPr>
      <w:rPr>
        <w:rFonts w:ascii="Meiryo UI" w:eastAsia="Meiryo UI" w:hAnsi="Meiryo UI"/>
        <w:sz w:val="2"/>
        <w:szCs w:val="2"/>
        <w:lang w:val="en-US"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22B2E"/>
    <w:multiLevelType w:val="hybridMultilevel"/>
    <w:tmpl w:val="FA2E742A"/>
    <w:lvl w:ilvl="0" w:tplc="65280BB2">
      <w:numFmt w:val="bullet"/>
      <w:lvlText w:val="□"/>
      <w:lvlJc w:val="left"/>
      <w:pPr>
        <w:ind w:left="1778" w:hanging="360"/>
      </w:pPr>
      <w:rPr>
        <w:rFonts w:ascii="SimSun" w:eastAsia="SimSun" w:hAnsi="SimSun" w:cs="Arial" w:hint="eastAsia"/>
      </w:rPr>
    </w:lvl>
    <w:lvl w:ilvl="1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98" w:hanging="420"/>
      </w:pPr>
      <w:rPr>
        <w:rFonts w:ascii="Wingdings" w:hAnsi="Wingdings" w:hint="default"/>
      </w:rPr>
    </w:lvl>
  </w:abstractNum>
  <w:abstractNum w:abstractNumId="1" w15:restartNumberingAfterBreak="0">
    <w:nsid w:val="12144D26"/>
    <w:multiLevelType w:val="hybridMultilevel"/>
    <w:tmpl w:val="D4C41102"/>
    <w:lvl w:ilvl="0" w:tplc="CF20951C">
      <w:numFmt w:val="bullet"/>
      <w:lvlText w:val="□"/>
      <w:lvlJc w:val="left"/>
      <w:pPr>
        <w:ind w:left="360" w:hanging="360"/>
      </w:pPr>
      <w:rPr>
        <w:rFonts w:ascii="SimSun" w:eastAsia="SimSun" w:hAnsi="SimSun" w:cs="Aria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B07A01"/>
    <w:multiLevelType w:val="hybridMultilevel"/>
    <w:tmpl w:val="2B52765A"/>
    <w:lvl w:ilvl="0" w:tplc="617895A6">
      <w:start w:val="1"/>
      <w:numFmt w:val="decimal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18512125"/>
    <w:multiLevelType w:val="hybridMultilevel"/>
    <w:tmpl w:val="148E0FE6"/>
    <w:lvl w:ilvl="0" w:tplc="711231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CC5C26"/>
    <w:multiLevelType w:val="hybridMultilevel"/>
    <w:tmpl w:val="4A224B64"/>
    <w:lvl w:ilvl="0" w:tplc="225EB4E6">
      <w:numFmt w:val="bullet"/>
      <w:lvlText w:val="□"/>
      <w:lvlJc w:val="left"/>
      <w:pPr>
        <w:ind w:left="1755" w:hanging="360"/>
      </w:pPr>
      <w:rPr>
        <w:rFonts w:ascii="SimSun" w:eastAsia="SimSun" w:hAnsi="SimSun" w:cs="Arial" w:hint="eastAsia"/>
      </w:rPr>
    </w:lvl>
    <w:lvl w:ilvl="1" w:tplc="0409000B" w:tentative="1">
      <w:start w:val="1"/>
      <w:numFmt w:val="bullet"/>
      <w:lvlText w:val=""/>
      <w:lvlJc w:val="left"/>
      <w:pPr>
        <w:ind w:left="22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75" w:hanging="420"/>
      </w:pPr>
      <w:rPr>
        <w:rFonts w:ascii="Wingdings" w:hAnsi="Wingdings" w:hint="default"/>
      </w:rPr>
    </w:lvl>
  </w:abstractNum>
  <w:abstractNum w:abstractNumId="5" w15:restartNumberingAfterBreak="0">
    <w:nsid w:val="45226AA9"/>
    <w:multiLevelType w:val="hybridMultilevel"/>
    <w:tmpl w:val="34725C66"/>
    <w:lvl w:ilvl="0" w:tplc="35CA0846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 w15:restartNumberingAfterBreak="0">
    <w:nsid w:val="46527093"/>
    <w:multiLevelType w:val="hybridMultilevel"/>
    <w:tmpl w:val="28968716"/>
    <w:lvl w:ilvl="0" w:tplc="BC8A90EC">
      <w:numFmt w:val="bullet"/>
      <w:lvlText w:val="□"/>
      <w:lvlJc w:val="left"/>
      <w:pPr>
        <w:ind w:left="2138" w:hanging="360"/>
      </w:pPr>
      <w:rPr>
        <w:rFonts w:ascii="MS Mincho" w:eastAsia="MS Mincho" w:hAnsi="MS Mincho" w:cs="Arial" w:hint="eastAsia"/>
      </w:rPr>
    </w:lvl>
    <w:lvl w:ilvl="1" w:tplc="0409000B" w:tentative="1">
      <w:start w:val="1"/>
      <w:numFmt w:val="bullet"/>
      <w:lvlText w:val=""/>
      <w:lvlJc w:val="left"/>
      <w:pPr>
        <w:ind w:left="26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58" w:hanging="420"/>
      </w:pPr>
      <w:rPr>
        <w:rFonts w:ascii="Wingdings" w:hAnsi="Wingdings" w:hint="default"/>
      </w:rPr>
    </w:lvl>
  </w:abstractNum>
  <w:abstractNum w:abstractNumId="7" w15:restartNumberingAfterBreak="0">
    <w:nsid w:val="57F05A5D"/>
    <w:multiLevelType w:val="hybridMultilevel"/>
    <w:tmpl w:val="CBA86A62"/>
    <w:lvl w:ilvl="0" w:tplc="0F7E9C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F10400A"/>
    <w:multiLevelType w:val="hybridMultilevel"/>
    <w:tmpl w:val="2A4E360C"/>
    <w:lvl w:ilvl="0" w:tplc="7DF24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30453FF"/>
    <w:multiLevelType w:val="hybridMultilevel"/>
    <w:tmpl w:val="ED4290E8"/>
    <w:lvl w:ilvl="0" w:tplc="BE207F12">
      <w:start w:val="1"/>
      <w:numFmt w:val="decimal"/>
      <w:lvlText w:val="%1."/>
      <w:lvlJc w:val="left"/>
      <w:pPr>
        <w:ind w:left="420" w:hanging="420"/>
      </w:pPr>
      <w:rPr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3073D94"/>
    <w:multiLevelType w:val="hybridMultilevel"/>
    <w:tmpl w:val="797622C6"/>
    <w:lvl w:ilvl="0" w:tplc="5052C8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A371591"/>
    <w:multiLevelType w:val="hybridMultilevel"/>
    <w:tmpl w:val="DE727538"/>
    <w:lvl w:ilvl="0" w:tplc="0854BFB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AAB3E6D"/>
    <w:multiLevelType w:val="hybridMultilevel"/>
    <w:tmpl w:val="3ABA4114"/>
    <w:lvl w:ilvl="0" w:tplc="7A4C2E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5467040">
    <w:abstractNumId w:val="5"/>
  </w:num>
  <w:num w:numId="2" w16cid:durableId="1436093937">
    <w:abstractNumId w:val="4"/>
  </w:num>
  <w:num w:numId="3" w16cid:durableId="2131893591">
    <w:abstractNumId w:val="0"/>
  </w:num>
  <w:num w:numId="4" w16cid:durableId="986785919">
    <w:abstractNumId w:val="6"/>
  </w:num>
  <w:num w:numId="5" w16cid:durableId="54663744">
    <w:abstractNumId w:val="1"/>
  </w:num>
  <w:num w:numId="6" w16cid:durableId="853231347">
    <w:abstractNumId w:val="12"/>
  </w:num>
  <w:num w:numId="7" w16cid:durableId="901021159">
    <w:abstractNumId w:val="7"/>
  </w:num>
  <w:num w:numId="8" w16cid:durableId="713457401">
    <w:abstractNumId w:val="3"/>
  </w:num>
  <w:num w:numId="9" w16cid:durableId="1343312258">
    <w:abstractNumId w:val="10"/>
  </w:num>
  <w:num w:numId="10" w16cid:durableId="986012783">
    <w:abstractNumId w:val="8"/>
  </w:num>
  <w:num w:numId="11" w16cid:durableId="2122916302">
    <w:abstractNumId w:val="11"/>
  </w:num>
  <w:num w:numId="12" w16cid:durableId="2019651119">
    <w:abstractNumId w:val="9"/>
  </w:num>
  <w:num w:numId="13" w16cid:durableId="18107053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C0E"/>
    <w:rsid w:val="00007F1F"/>
    <w:rsid w:val="0001364B"/>
    <w:rsid w:val="00024030"/>
    <w:rsid w:val="00036A6C"/>
    <w:rsid w:val="00037C09"/>
    <w:rsid w:val="00045212"/>
    <w:rsid w:val="0005076A"/>
    <w:rsid w:val="00055B64"/>
    <w:rsid w:val="00062434"/>
    <w:rsid w:val="00063106"/>
    <w:rsid w:val="00097F66"/>
    <w:rsid w:val="000A48B7"/>
    <w:rsid w:val="000A588F"/>
    <w:rsid w:val="000A62EA"/>
    <w:rsid w:val="000C0AF1"/>
    <w:rsid w:val="000C40B3"/>
    <w:rsid w:val="000F6C53"/>
    <w:rsid w:val="00111DB5"/>
    <w:rsid w:val="00117F4C"/>
    <w:rsid w:val="0012149F"/>
    <w:rsid w:val="0012230F"/>
    <w:rsid w:val="00123217"/>
    <w:rsid w:val="001243C3"/>
    <w:rsid w:val="00124B0A"/>
    <w:rsid w:val="00125DF3"/>
    <w:rsid w:val="001352DB"/>
    <w:rsid w:val="00145536"/>
    <w:rsid w:val="00156B7E"/>
    <w:rsid w:val="00166281"/>
    <w:rsid w:val="00167E40"/>
    <w:rsid w:val="00174A59"/>
    <w:rsid w:val="0018044E"/>
    <w:rsid w:val="00186490"/>
    <w:rsid w:val="001B0146"/>
    <w:rsid w:val="001B5EAD"/>
    <w:rsid w:val="001B7846"/>
    <w:rsid w:val="001C1648"/>
    <w:rsid w:val="001C51FB"/>
    <w:rsid w:val="001C581D"/>
    <w:rsid w:val="001E0179"/>
    <w:rsid w:val="001F0105"/>
    <w:rsid w:val="001F248A"/>
    <w:rsid w:val="002040EE"/>
    <w:rsid w:val="002214C8"/>
    <w:rsid w:val="002341E1"/>
    <w:rsid w:val="00241AAF"/>
    <w:rsid w:val="00254BBB"/>
    <w:rsid w:val="00256FD5"/>
    <w:rsid w:val="00257BF2"/>
    <w:rsid w:val="00262C4D"/>
    <w:rsid w:val="002678BC"/>
    <w:rsid w:val="002859F8"/>
    <w:rsid w:val="00291D2A"/>
    <w:rsid w:val="002A3EBE"/>
    <w:rsid w:val="002B1A80"/>
    <w:rsid w:val="002B35D3"/>
    <w:rsid w:val="002B620C"/>
    <w:rsid w:val="002C5D0A"/>
    <w:rsid w:val="002C6C4B"/>
    <w:rsid w:val="002D3648"/>
    <w:rsid w:val="002D4154"/>
    <w:rsid w:val="002E05FB"/>
    <w:rsid w:val="002E4E8C"/>
    <w:rsid w:val="002F2170"/>
    <w:rsid w:val="00300D06"/>
    <w:rsid w:val="0030110D"/>
    <w:rsid w:val="003057A6"/>
    <w:rsid w:val="00305E7D"/>
    <w:rsid w:val="00307197"/>
    <w:rsid w:val="00322C5E"/>
    <w:rsid w:val="00324726"/>
    <w:rsid w:val="003276B5"/>
    <w:rsid w:val="00333796"/>
    <w:rsid w:val="00343D63"/>
    <w:rsid w:val="00344D48"/>
    <w:rsid w:val="003517D0"/>
    <w:rsid w:val="003522BA"/>
    <w:rsid w:val="00352A20"/>
    <w:rsid w:val="003542A3"/>
    <w:rsid w:val="003558BD"/>
    <w:rsid w:val="00365CB5"/>
    <w:rsid w:val="00366152"/>
    <w:rsid w:val="00367F9D"/>
    <w:rsid w:val="0037390A"/>
    <w:rsid w:val="00375D6F"/>
    <w:rsid w:val="003B78F7"/>
    <w:rsid w:val="003D2C48"/>
    <w:rsid w:val="003D3A40"/>
    <w:rsid w:val="003E241F"/>
    <w:rsid w:val="003E7612"/>
    <w:rsid w:val="003F01F0"/>
    <w:rsid w:val="003F29AC"/>
    <w:rsid w:val="003F2B45"/>
    <w:rsid w:val="0040045E"/>
    <w:rsid w:val="00401046"/>
    <w:rsid w:val="00405FE8"/>
    <w:rsid w:val="004073DB"/>
    <w:rsid w:val="00415356"/>
    <w:rsid w:val="00417588"/>
    <w:rsid w:val="00417A58"/>
    <w:rsid w:val="00431A98"/>
    <w:rsid w:val="00451F46"/>
    <w:rsid w:val="00453780"/>
    <w:rsid w:val="004647CD"/>
    <w:rsid w:val="004661BF"/>
    <w:rsid w:val="0046652F"/>
    <w:rsid w:val="00472D18"/>
    <w:rsid w:val="00477F6C"/>
    <w:rsid w:val="004858A3"/>
    <w:rsid w:val="00487150"/>
    <w:rsid w:val="0049205A"/>
    <w:rsid w:val="004A03FB"/>
    <w:rsid w:val="004A4FC3"/>
    <w:rsid w:val="004A7ADE"/>
    <w:rsid w:val="004B6B93"/>
    <w:rsid w:val="004C1753"/>
    <w:rsid w:val="004C2253"/>
    <w:rsid w:val="004D172E"/>
    <w:rsid w:val="004D3450"/>
    <w:rsid w:val="004D4684"/>
    <w:rsid w:val="004D681B"/>
    <w:rsid w:val="004D7FA8"/>
    <w:rsid w:val="004E7548"/>
    <w:rsid w:val="004F37FB"/>
    <w:rsid w:val="0051182A"/>
    <w:rsid w:val="00511CBA"/>
    <w:rsid w:val="00513FDF"/>
    <w:rsid w:val="00515E43"/>
    <w:rsid w:val="005176F1"/>
    <w:rsid w:val="00522E0C"/>
    <w:rsid w:val="00534AE1"/>
    <w:rsid w:val="00536969"/>
    <w:rsid w:val="0054330A"/>
    <w:rsid w:val="005535D0"/>
    <w:rsid w:val="00554A0F"/>
    <w:rsid w:val="00563EF9"/>
    <w:rsid w:val="00564159"/>
    <w:rsid w:val="0056467E"/>
    <w:rsid w:val="00565105"/>
    <w:rsid w:val="00590F8B"/>
    <w:rsid w:val="005A678C"/>
    <w:rsid w:val="005C2ECE"/>
    <w:rsid w:val="005C4D03"/>
    <w:rsid w:val="005D3E41"/>
    <w:rsid w:val="005E72E8"/>
    <w:rsid w:val="005F04E3"/>
    <w:rsid w:val="005F506A"/>
    <w:rsid w:val="00601867"/>
    <w:rsid w:val="00601EEF"/>
    <w:rsid w:val="0061108D"/>
    <w:rsid w:val="00617B04"/>
    <w:rsid w:val="00617C2D"/>
    <w:rsid w:val="00627337"/>
    <w:rsid w:val="0062742F"/>
    <w:rsid w:val="00634D9B"/>
    <w:rsid w:val="00640479"/>
    <w:rsid w:val="00655353"/>
    <w:rsid w:val="006627BD"/>
    <w:rsid w:val="0066787B"/>
    <w:rsid w:val="00674D61"/>
    <w:rsid w:val="0067563B"/>
    <w:rsid w:val="00684825"/>
    <w:rsid w:val="0068718F"/>
    <w:rsid w:val="0069100C"/>
    <w:rsid w:val="006A099B"/>
    <w:rsid w:val="006A45A3"/>
    <w:rsid w:val="006A7A8D"/>
    <w:rsid w:val="006C3302"/>
    <w:rsid w:val="006C41FD"/>
    <w:rsid w:val="006C42D8"/>
    <w:rsid w:val="006D1D36"/>
    <w:rsid w:val="006D55AE"/>
    <w:rsid w:val="006D6C90"/>
    <w:rsid w:val="006E5268"/>
    <w:rsid w:val="006E5F5A"/>
    <w:rsid w:val="006F059E"/>
    <w:rsid w:val="006F4729"/>
    <w:rsid w:val="006F788E"/>
    <w:rsid w:val="0070012A"/>
    <w:rsid w:val="00702ADF"/>
    <w:rsid w:val="00703BD0"/>
    <w:rsid w:val="00704AD1"/>
    <w:rsid w:val="00704C5D"/>
    <w:rsid w:val="00713F9F"/>
    <w:rsid w:val="007146CC"/>
    <w:rsid w:val="00724B61"/>
    <w:rsid w:val="00726E92"/>
    <w:rsid w:val="00733E22"/>
    <w:rsid w:val="00746CDD"/>
    <w:rsid w:val="00750D50"/>
    <w:rsid w:val="00750E60"/>
    <w:rsid w:val="00753030"/>
    <w:rsid w:val="007671B9"/>
    <w:rsid w:val="007767F6"/>
    <w:rsid w:val="00782E0A"/>
    <w:rsid w:val="00784B88"/>
    <w:rsid w:val="0078776E"/>
    <w:rsid w:val="007C00B8"/>
    <w:rsid w:val="007C127A"/>
    <w:rsid w:val="007C4A1A"/>
    <w:rsid w:val="007C54E5"/>
    <w:rsid w:val="007D292D"/>
    <w:rsid w:val="007E145B"/>
    <w:rsid w:val="007E2666"/>
    <w:rsid w:val="007E5439"/>
    <w:rsid w:val="007F0419"/>
    <w:rsid w:val="00802555"/>
    <w:rsid w:val="008027A8"/>
    <w:rsid w:val="008125CC"/>
    <w:rsid w:val="00833900"/>
    <w:rsid w:val="00833E63"/>
    <w:rsid w:val="00835EC3"/>
    <w:rsid w:val="008454BF"/>
    <w:rsid w:val="008466C6"/>
    <w:rsid w:val="00846871"/>
    <w:rsid w:val="0085495A"/>
    <w:rsid w:val="00864B57"/>
    <w:rsid w:val="00873542"/>
    <w:rsid w:val="0087374A"/>
    <w:rsid w:val="00876F30"/>
    <w:rsid w:val="00877FE5"/>
    <w:rsid w:val="00897252"/>
    <w:rsid w:val="008974D1"/>
    <w:rsid w:val="008B2D59"/>
    <w:rsid w:val="008B4B82"/>
    <w:rsid w:val="008C254E"/>
    <w:rsid w:val="008C4BA9"/>
    <w:rsid w:val="008C6830"/>
    <w:rsid w:val="008D4C29"/>
    <w:rsid w:val="008F0F58"/>
    <w:rsid w:val="008F37F4"/>
    <w:rsid w:val="009012F8"/>
    <w:rsid w:val="00905D1F"/>
    <w:rsid w:val="009102B6"/>
    <w:rsid w:val="009109B4"/>
    <w:rsid w:val="00910EC0"/>
    <w:rsid w:val="00911CE0"/>
    <w:rsid w:val="0091312D"/>
    <w:rsid w:val="0091433C"/>
    <w:rsid w:val="00917552"/>
    <w:rsid w:val="00922D70"/>
    <w:rsid w:val="00926210"/>
    <w:rsid w:val="009336F8"/>
    <w:rsid w:val="00936166"/>
    <w:rsid w:val="00941DB5"/>
    <w:rsid w:val="009500E8"/>
    <w:rsid w:val="00951439"/>
    <w:rsid w:val="00953F8D"/>
    <w:rsid w:val="00960136"/>
    <w:rsid w:val="009734AE"/>
    <w:rsid w:val="0097419C"/>
    <w:rsid w:val="00980C40"/>
    <w:rsid w:val="00981165"/>
    <w:rsid w:val="009826CB"/>
    <w:rsid w:val="00984605"/>
    <w:rsid w:val="00985322"/>
    <w:rsid w:val="009857CE"/>
    <w:rsid w:val="00986669"/>
    <w:rsid w:val="009923CC"/>
    <w:rsid w:val="00995889"/>
    <w:rsid w:val="00996BCA"/>
    <w:rsid w:val="009A0080"/>
    <w:rsid w:val="009A4290"/>
    <w:rsid w:val="009B57BF"/>
    <w:rsid w:val="009C0CC7"/>
    <w:rsid w:val="009C52CC"/>
    <w:rsid w:val="009D1A0B"/>
    <w:rsid w:val="009D4BD8"/>
    <w:rsid w:val="009E3EA1"/>
    <w:rsid w:val="009F0A6C"/>
    <w:rsid w:val="009F37AC"/>
    <w:rsid w:val="00A02650"/>
    <w:rsid w:val="00A0363A"/>
    <w:rsid w:val="00A105FD"/>
    <w:rsid w:val="00A12867"/>
    <w:rsid w:val="00A13BA0"/>
    <w:rsid w:val="00A20E7F"/>
    <w:rsid w:val="00A2486E"/>
    <w:rsid w:val="00A25657"/>
    <w:rsid w:val="00A2763D"/>
    <w:rsid w:val="00A424B5"/>
    <w:rsid w:val="00A50157"/>
    <w:rsid w:val="00A51857"/>
    <w:rsid w:val="00A563F1"/>
    <w:rsid w:val="00A5791E"/>
    <w:rsid w:val="00A61EDF"/>
    <w:rsid w:val="00A6213E"/>
    <w:rsid w:val="00A6314B"/>
    <w:rsid w:val="00A80D7A"/>
    <w:rsid w:val="00A853E9"/>
    <w:rsid w:val="00A969FF"/>
    <w:rsid w:val="00AA0C67"/>
    <w:rsid w:val="00AA3611"/>
    <w:rsid w:val="00AA42E1"/>
    <w:rsid w:val="00AA7067"/>
    <w:rsid w:val="00AB1D73"/>
    <w:rsid w:val="00AB7CB2"/>
    <w:rsid w:val="00AC0AD9"/>
    <w:rsid w:val="00AE0C96"/>
    <w:rsid w:val="00AE676D"/>
    <w:rsid w:val="00AF6697"/>
    <w:rsid w:val="00AF6F0B"/>
    <w:rsid w:val="00AF7261"/>
    <w:rsid w:val="00AF7A9C"/>
    <w:rsid w:val="00B01B3D"/>
    <w:rsid w:val="00B06FFE"/>
    <w:rsid w:val="00B07999"/>
    <w:rsid w:val="00B15B38"/>
    <w:rsid w:val="00B24295"/>
    <w:rsid w:val="00B260DA"/>
    <w:rsid w:val="00B31A57"/>
    <w:rsid w:val="00B4044F"/>
    <w:rsid w:val="00B42765"/>
    <w:rsid w:val="00B5057C"/>
    <w:rsid w:val="00B57152"/>
    <w:rsid w:val="00B63904"/>
    <w:rsid w:val="00B64421"/>
    <w:rsid w:val="00B67596"/>
    <w:rsid w:val="00B6791A"/>
    <w:rsid w:val="00B74C0E"/>
    <w:rsid w:val="00B76350"/>
    <w:rsid w:val="00B82FE4"/>
    <w:rsid w:val="00B87D00"/>
    <w:rsid w:val="00B953BE"/>
    <w:rsid w:val="00BA479C"/>
    <w:rsid w:val="00BB5383"/>
    <w:rsid w:val="00BB6750"/>
    <w:rsid w:val="00BB698F"/>
    <w:rsid w:val="00BC0B6A"/>
    <w:rsid w:val="00BC1BCA"/>
    <w:rsid w:val="00BC7D77"/>
    <w:rsid w:val="00BD05A6"/>
    <w:rsid w:val="00BD0E70"/>
    <w:rsid w:val="00BD195F"/>
    <w:rsid w:val="00BD42A3"/>
    <w:rsid w:val="00BD7968"/>
    <w:rsid w:val="00BD7FEC"/>
    <w:rsid w:val="00BE631D"/>
    <w:rsid w:val="00BE6B00"/>
    <w:rsid w:val="00BF5300"/>
    <w:rsid w:val="00BF6F27"/>
    <w:rsid w:val="00C04F19"/>
    <w:rsid w:val="00C077AA"/>
    <w:rsid w:val="00C10934"/>
    <w:rsid w:val="00C11107"/>
    <w:rsid w:val="00C12817"/>
    <w:rsid w:val="00C24656"/>
    <w:rsid w:val="00C25A40"/>
    <w:rsid w:val="00C26041"/>
    <w:rsid w:val="00C261D2"/>
    <w:rsid w:val="00C37DCD"/>
    <w:rsid w:val="00C42EF4"/>
    <w:rsid w:val="00C45774"/>
    <w:rsid w:val="00C47361"/>
    <w:rsid w:val="00C559E8"/>
    <w:rsid w:val="00C657DE"/>
    <w:rsid w:val="00C6718E"/>
    <w:rsid w:val="00C845E2"/>
    <w:rsid w:val="00C90FC0"/>
    <w:rsid w:val="00C9155A"/>
    <w:rsid w:val="00CB1260"/>
    <w:rsid w:val="00CC134E"/>
    <w:rsid w:val="00CC20FD"/>
    <w:rsid w:val="00CC7794"/>
    <w:rsid w:val="00CD051F"/>
    <w:rsid w:val="00CD4BE8"/>
    <w:rsid w:val="00CD6124"/>
    <w:rsid w:val="00CF58A6"/>
    <w:rsid w:val="00D21D6B"/>
    <w:rsid w:val="00D2354B"/>
    <w:rsid w:val="00D23DD4"/>
    <w:rsid w:val="00D24807"/>
    <w:rsid w:val="00D25097"/>
    <w:rsid w:val="00D26263"/>
    <w:rsid w:val="00D26A3C"/>
    <w:rsid w:val="00D30824"/>
    <w:rsid w:val="00D3169D"/>
    <w:rsid w:val="00D317FD"/>
    <w:rsid w:val="00D32CA5"/>
    <w:rsid w:val="00D353EE"/>
    <w:rsid w:val="00D4057D"/>
    <w:rsid w:val="00D411EC"/>
    <w:rsid w:val="00D4191F"/>
    <w:rsid w:val="00D42E8B"/>
    <w:rsid w:val="00D45AF6"/>
    <w:rsid w:val="00D56B17"/>
    <w:rsid w:val="00D661F3"/>
    <w:rsid w:val="00D6635D"/>
    <w:rsid w:val="00D66BD8"/>
    <w:rsid w:val="00D67FC3"/>
    <w:rsid w:val="00D8244F"/>
    <w:rsid w:val="00DA109C"/>
    <w:rsid w:val="00DA2B4D"/>
    <w:rsid w:val="00DA5669"/>
    <w:rsid w:val="00DA6E43"/>
    <w:rsid w:val="00DA7755"/>
    <w:rsid w:val="00DA7F57"/>
    <w:rsid w:val="00DB08E1"/>
    <w:rsid w:val="00DB16E7"/>
    <w:rsid w:val="00DB29E9"/>
    <w:rsid w:val="00DB325D"/>
    <w:rsid w:val="00DC0071"/>
    <w:rsid w:val="00DC7198"/>
    <w:rsid w:val="00DD30FD"/>
    <w:rsid w:val="00DD5779"/>
    <w:rsid w:val="00DD6156"/>
    <w:rsid w:val="00DE115B"/>
    <w:rsid w:val="00DE3884"/>
    <w:rsid w:val="00DE4BC3"/>
    <w:rsid w:val="00DE6F42"/>
    <w:rsid w:val="00DF1000"/>
    <w:rsid w:val="00DF5574"/>
    <w:rsid w:val="00E006EB"/>
    <w:rsid w:val="00E022BE"/>
    <w:rsid w:val="00E20594"/>
    <w:rsid w:val="00E2347D"/>
    <w:rsid w:val="00E23AB2"/>
    <w:rsid w:val="00E2431C"/>
    <w:rsid w:val="00E24C95"/>
    <w:rsid w:val="00E34214"/>
    <w:rsid w:val="00E35980"/>
    <w:rsid w:val="00E45F8C"/>
    <w:rsid w:val="00E71A17"/>
    <w:rsid w:val="00E77BE5"/>
    <w:rsid w:val="00E81EC8"/>
    <w:rsid w:val="00E856DE"/>
    <w:rsid w:val="00E85E53"/>
    <w:rsid w:val="00E87AFC"/>
    <w:rsid w:val="00EA177C"/>
    <w:rsid w:val="00EA19CB"/>
    <w:rsid w:val="00EA3069"/>
    <w:rsid w:val="00EA71BD"/>
    <w:rsid w:val="00EA724E"/>
    <w:rsid w:val="00EC2B40"/>
    <w:rsid w:val="00EE0679"/>
    <w:rsid w:val="00EE3C95"/>
    <w:rsid w:val="00F037A7"/>
    <w:rsid w:val="00F14813"/>
    <w:rsid w:val="00F256F4"/>
    <w:rsid w:val="00F25742"/>
    <w:rsid w:val="00F408BA"/>
    <w:rsid w:val="00F41290"/>
    <w:rsid w:val="00F41BE8"/>
    <w:rsid w:val="00F441AA"/>
    <w:rsid w:val="00F45EF8"/>
    <w:rsid w:val="00F476A7"/>
    <w:rsid w:val="00F522ED"/>
    <w:rsid w:val="00F52397"/>
    <w:rsid w:val="00F52E32"/>
    <w:rsid w:val="00F53DA9"/>
    <w:rsid w:val="00F550E2"/>
    <w:rsid w:val="00F645F4"/>
    <w:rsid w:val="00F66723"/>
    <w:rsid w:val="00F7071E"/>
    <w:rsid w:val="00F818FF"/>
    <w:rsid w:val="00F87C67"/>
    <w:rsid w:val="00F90FA2"/>
    <w:rsid w:val="00F96668"/>
    <w:rsid w:val="00FA2062"/>
    <w:rsid w:val="00FB31F8"/>
    <w:rsid w:val="00FB57B4"/>
    <w:rsid w:val="00FD3E17"/>
    <w:rsid w:val="00FD4928"/>
    <w:rsid w:val="00FD6C91"/>
    <w:rsid w:val="00FE3EDD"/>
    <w:rsid w:val="00FF0AD0"/>
    <w:rsid w:val="00FF0F5A"/>
    <w:rsid w:val="00FF26FE"/>
    <w:rsid w:val="00FF43D4"/>
    <w:rsid w:val="00FF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EEB56F"/>
  <w15:docId w15:val="{D25B90B6-E928-43A9-9FAC-FE6513CEF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45536"/>
    <w:rPr>
      <w:sz w:val="24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74C0E"/>
    <w:pPr>
      <w:tabs>
        <w:tab w:val="center" w:pos="4320"/>
        <w:tab w:val="right" w:pos="8640"/>
      </w:tabs>
    </w:pPr>
  </w:style>
  <w:style w:type="paragraph" w:styleId="a5">
    <w:name w:val="footer"/>
    <w:basedOn w:val="a"/>
    <w:rsid w:val="00B74C0E"/>
    <w:pPr>
      <w:tabs>
        <w:tab w:val="center" w:pos="4320"/>
        <w:tab w:val="right" w:pos="8640"/>
      </w:tabs>
    </w:pPr>
  </w:style>
  <w:style w:type="table" w:styleId="a6">
    <w:name w:val="Table Grid"/>
    <w:basedOn w:val="a1"/>
    <w:rsid w:val="00B74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B74C0E"/>
    <w:rPr>
      <w:color w:val="0000FF"/>
      <w:u w:val="single"/>
    </w:rPr>
  </w:style>
  <w:style w:type="paragraph" w:styleId="a8">
    <w:name w:val="Balloon Text"/>
    <w:basedOn w:val="a"/>
    <w:semiHidden/>
    <w:rsid w:val="00941DB5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8C4BA9"/>
    <w:rPr>
      <w:color w:val="808080"/>
    </w:rPr>
  </w:style>
  <w:style w:type="paragraph" w:styleId="aa">
    <w:name w:val="List Paragraph"/>
    <w:basedOn w:val="a"/>
    <w:uiPriority w:val="34"/>
    <w:qFormat/>
    <w:rsid w:val="00C37DCD"/>
    <w:pPr>
      <w:widowControl w:val="0"/>
      <w:ind w:leftChars="400" w:left="840"/>
      <w:jc w:val="both"/>
    </w:pPr>
    <w:rPr>
      <w:rFonts w:ascii="Century" w:eastAsia="MS Mincho" w:hAnsi="Century"/>
      <w:kern w:val="2"/>
      <w:sz w:val="21"/>
      <w:lang w:val="en-US" w:eastAsia="ja-JP"/>
    </w:rPr>
  </w:style>
  <w:style w:type="character" w:styleId="ab">
    <w:name w:val="Emphasis"/>
    <w:basedOn w:val="a0"/>
    <w:qFormat/>
    <w:rsid w:val="00262C4D"/>
    <w:rPr>
      <w:i/>
      <w:iCs/>
    </w:rPr>
  </w:style>
  <w:style w:type="character" w:customStyle="1" w:styleId="a4">
    <w:name w:val="頁首 字元"/>
    <w:basedOn w:val="a0"/>
    <w:link w:val="a3"/>
    <w:rsid w:val="0091312D"/>
    <w:rPr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99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k\ISI%20-%20Doc\ISI%20Japan\Application%20Forms\ShorttermApplicationform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6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3256E97-58A7-4222-B348-D4D6A1FA1909}"/>
      </w:docPartPr>
      <w:docPartBody>
        <w:p w:rsidR="00CA193A" w:rsidRDefault="003125A8">
          <w:r w:rsidRPr="00AF0B7A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25A8"/>
    <w:rsid w:val="0006361C"/>
    <w:rsid w:val="0012746D"/>
    <w:rsid w:val="00134624"/>
    <w:rsid w:val="00186490"/>
    <w:rsid w:val="001B3B21"/>
    <w:rsid w:val="001E392A"/>
    <w:rsid w:val="00297553"/>
    <w:rsid w:val="002A3020"/>
    <w:rsid w:val="00307197"/>
    <w:rsid w:val="003125A8"/>
    <w:rsid w:val="003B4CBB"/>
    <w:rsid w:val="003E7612"/>
    <w:rsid w:val="004157E2"/>
    <w:rsid w:val="005C296C"/>
    <w:rsid w:val="005E72E8"/>
    <w:rsid w:val="005F1FF2"/>
    <w:rsid w:val="00601EEF"/>
    <w:rsid w:val="00626B2D"/>
    <w:rsid w:val="00633C57"/>
    <w:rsid w:val="00635D46"/>
    <w:rsid w:val="007436CE"/>
    <w:rsid w:val="0078595C"/>
    <w:rsid w:val="00803C09"/>
    <w:rsid w:val="008D6765"/>
    <w:rsid w:val="009336F8"/>
    <w:rsid w:val="009B57BF"/>
    <w:rsid w:val="00A862C5"/>
    <w:rsid w:val="00B94A5A"/>
    <w:rsid w:val="00CA193A"/>
    <w:rsid w:val="00CE1F18"/>
    <w:rsid w:val="00DC0071"/>
    <w:rsid w:val="00ED30BA"/>
    <w:rsid w:val="00F222FA"/>
    <w:rsid w:val="00FE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8595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1238A-61D0-4A49-8D96-DFB72A3B1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ShorttermApplicationform</Template>
  <TotalTime>2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Short term Application form</vt:lpstr>
      <vt:lpstr>Short term Application form</vt:lpstr>
    </vt:vector>
  </TitlesOfParts>
  <Company>ISI Global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Short term Application form</dc:title>
  <dc:creator>酒井 理江</dc:creator>
  <cp:lastModifiedBy>鄧淑文</cp:lastModifiedBy>
  <cp:revision>2</cp:revision>
  <cp:lastPrinted>2020-12-23T08:14:00Z</cp:lastPrinted>
  <dcterms:created xsi:type="dcterms:W3CDTF">2024-07-12T07:48:00Z</dcterms:created>
  <dcterms:modified xsi:type="dcterms:W3CDTF">2024-07-12T07:48:00Z</dcterms:modified>
</cp:coreProperties>
</file>